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3AE272" w14:textId="77777777" w:rsidR="008A7023" w:rsidRDefault="008A7023" w:rsidP="000D1D67">
      <w:pPr>
        <w:pStyle w:val="Titel"/>
        <w:spacing w:after="120"/>
        <w:ind w:right="1848"/>
        <w:jc w:val="both"/>
        <w:rPr>
          <w:szCs w:val="28"/>
        </w:rPr>
      </w:pPr>
    </w:p>
    <w:p w14:paraId="14B603CC" w14:textId="77777777" w:rsidR="00063A1B" w:rsidRDefault="00063A1B" w:rsidP="00C51E1C">
      <w:pPr>
        <w:pStyle w:val="Titel"/>
        <w:spacing w:before="120" w:after="240"/>
        <w:ind w:right="1701"/>
        <w:jc w:val="both"/>
        <w:rPr>
          <w:szCs w:val="28"/>
        </w:rPr>
      </w:pPr>
      <w:r w:rsidRPr="00063A1B">
        <w:rPr>
          <w:szCs w:val="28"/>
        </w:rPr>
        <w:t>LEMKEN strukturiert Geschäftsführung neu</w:t>
      </w:r>
    </w:p>
    <w:p w14:paraId="43940821" w14:textId="594270E3" w:rsidR="000D1D67" w:rsidRPr="003829BD" w:rsidRDefault="00063A1B" w:rsidP="00063A1B">
      <w:pPr>
        <w:pStyle w:val="Titel"/>
        <w:spacing w:before="120" w:after="240" w:line="360" w:lineRule="auto"/>
        <w:ind w:right="1701"/>
        <w:jc w:val="both"/>
        <w:rPr>
          <w:sz w:val="24"/>
        </w:rPr>
      </w:pPr>
      <w:r w:rsidRPr="00063A1B">
        <w:rPr>
          <w:sz w:val="24"/>
        </w:rPr>
        <w:t>Das Familienunternehmen stellt sich mit einer dreiköpfigen Geschäftsführung neu auf und verstärkt damit seine Kompetenzen für künftige Herausforderungen</w:t>
      </w:r>
      <w:r>
        <w:rPr>
          <w:sz w:val="24"/>
        </w:rPr>
        <w:t>.</w:t>
      </w:r>
    </w:p>
    <w:p w14:paraId="12477EA9" w14:textId="31D726F3" w:rsidR="00063A1B" w:rsidRPr="008E7996" w:rsidRDefault="00063A1B" w:rsidP="00063A1B">
      <w:pPr>
        <w:pStyle w:val="Titel"/>
        <w:spacing w:after="240" w:line="360" w:lineRule="auto"/>
        <w:ind w:right="1699"/>
        <w:jc w:val="both"/>
        <w:rPr>
          <w:b w:val="0"/>
          <w:sz w:val="22"/>
          <w:szCs w:val="22"/>
        </w:rPr>
      </w:pPr>
      <w:r w:rsidRPr="008E7996">
        <w:rPr>
          <w:b w:val="0"/>
          <w:sz w:val="22"/>
          <w:szCs w:val="22"/>
        </w:rPr>
        <w:t xml:space="preserve">LEMKEN </w:t>
      </w:r>
      <w:r w:rsidR="00425C4A" w:rsidRPr="008E7996">
        <w:rPr>
          <w:b w:val="0"/>
          <w:sz w:val="22"/>
          <w:szCs w:val="22"/>
        </w:rPr>
        <w:t>war bisher</w:t>
      </w:r>
      <w:r w:rsidRPr="008E7996">
        <w:rPr>
          <w:b w:val="0"/>
          <w:sz w:val="22"/>
          <w:szCs w:val="22"/>
        </w:rPr>
        <w:t xml:space="preserve"> traditionell mit einem Geschäftsführer und den Bereichsleitern für Entwicklung, Werk, Vertrieb und Finanzen schlank aufgestellt. Mit dem jetzigen Schritt will man der dynamischen Entwicklung der Branche</w:t>
      </w:r>
      <w:r w:rsidR="00E70AC8" w:rsidRPr="008E7996">
        <w:rPr>
          <w:b w:val="0"/>
          <w:sz w:val="22"/>
          <w:szCs w:val="22"/>
        </w:rPr>
        <w:t>,</w:t>
      </w:r>
      <w:r w:rsidRPr="008E7996">
        <w:rPr>
          <w:b w:val="0"/>
          <w:sz w:val="22"/>
          <w:szCs w:val="22"/>
        </w:rPr>
        <w:t xml:space="preserve"> den weltweiten Herausforderungen </w:t>
      </w:r>
      <w:r w:rsidR="00BD5450" w:rsidRPr="008E7996">
        <w:rPr>
          <w:b w:val="0"/>
          <w:sz w:val="22"/>
          <w:szCs w:val="22"/>
        </w:rPr>
        <w:t>und Mar</w:t>
      </w:r>
      <w:r w:rsidR="003775AC" w:rsidRPr="008E7996">
        <w:rPr>
          <w:b w:val="0"/>
          <w:sz w:val="22"/>
          <w:szCs w:val="22"/>
        </w:rPr>
        <w:t>k</w:t>
      </w:r>
      <w:r w:rsidR="00BD5450" w:rsidRPr="008E7996">
        <w:rPr>
          <w:b w:val="0"/>
          <w:sz w:val="22"/>
          <w:szCs w:val="22"/>
        </w:rPr>
        <w:t xml:space="preserve">tchancen </w:t>
      </w:r>
      <w:r w:rsidR="009B3E1F" w:rsidRPr="008E7996">
        <w:rPr>
          <w:b w:val="0"/>
          <w:sz w:val="22"/>
          <w:szCs w:val="22"/>
        </w:rPr>
        <w:t>Rechnung tragen</w:t>
      </w:r>
      <w:r w:rsidRPr="008E7996">
        <w:rPr>
          <w:b w:val="0"/>
          <w:sz w:val="22"/>
          <w:szCs w:val="22"/>
        </w:rPr>
        <w:t xml:space="preserve"> </w:t>
      </w:r>
      <w:r w:rsidR="00E70AC8" w:rsidRPr="008E7996">
        <w:rPr>
          <w:b w:val="0"/>
          <w:sz w:val="22"/>
          <w:szCs w:val="22"/>
        </w:rPr>
        <w:t xml:space="preserve">sowie </w:t>
      </w:r>
      <w:r w:rsidRPr="008E7996">
        <w:rPr>
          <w:b w:val="0"/>
          <w:sz w:val="22"/>
          <w:szCs w:val="22"/>
        </w:rPr>
        <w:t xml:space="preserve">für die nächste Generation gerüstet sein. Zusätzlich zum jetzigen </w:t>
      </w:r>
      <w:bookmarkStart w:id="0" w:name="_Hlk213065355"/>
      <w:r w:rsidRPr="008E7996">
        <w:rPr>
          <w:b w:val="0"/>
          <w:sz w:val="22"/>
          <w:szCs w:val="22"/>
        </w:rPr>
        <w:t>CEO und Sprecher der Geschäftsführung</w:t>
      </w:r>
      <w:bookmarkEnd w:id="0"/>
      <w:r w:rsidRPr="008E7996">
        <w:rPr>
          <w:b w:val="0"/>
          <w:sz w:val="22"/>
          <w:szCs w:val="22"/>
        </w:rPr>
        <w:t xml:space="preserve"> Anthony van der Ley (61), der sich auf Vertrieb und strategische Projekte fokussiert, werden deshalb Fachexpertise und Erfahrung </w:t>
      </w:r>
      <w:r w:rsidR="008A549E" w:rsidRPr="008E7996">
        <w:rPr>
          <w:b w:val="0"/>
          <w:sz w:val="22"/>
          <w:szCs w:val="22"/>
        </w:rPr>
        <w:t>in der technischen</w:t>
      </w:r>
      <w:r w:rsidRPr="008E7996">
        <w:rPr>
          <w:b w:val="0"/>
          <w:sz w:val="22"/>
          <w:szCs w:val="22"/>
        </w:rPr>
        <w:t xml:space="preserve"> und kaufmännische</w:t>
      </w:r>
      <w:r w:rsidR="008A549E" w:rsidRPr="008E7996">
        <w:rPr>
          <w:b w:val="0"/>
          <w:sz w:val="22"/>
          <w:szCs w:val="22"/>
        </w:rPr>
        <w:t>n</w:t>
      </w:r>
      <w:r w:rsidRPr="008E7996">
        <w:rPr>
          <w:b w:val="0"/>
          <w:sz w:val="22"/>
          <w:szCs w:val="22"/>
        </w:rPr>
        <w:t xml:space="preserve"> Geschäftsführung ergänzt.</w:t>
      </w:r>
    </w:p>
    <w:p w14:paraId="5BD2C4DA" w14:textId="124CAEBE" w:rsidR="00063A1B" w:rsidRPr="008E7996" w:rsidRDefault="00063A1B" w:rsidP="00063A1B">
      <w:pPr>
        <w:pStyle w:val="Titel"/>
        <w:spacing w:after="240" w:line="360" w:lineRule="auto"/>
        <w:ind w:right="1699"/>
        <w:jc w:val="both"/>
        <w:rPr>
          <w:b w:val="0"/>
          <w:sz w:val="22"/>
          <w:szCs w:val="22"/>
        </w:rPr>
      </w:pPr>
      <w:r w:rsidRPr="008E7996">
        <w:rPr>
          <w:b w:val="0"/>
          <w:sz w:val="22"/>
          <w:szCs w:val="22"/>
        </w:rPr>
        <w:t xml:space="preserve">„Wir freuen uns, dass wir für den Geschäftsführer Technik (CTO) einen ausgewiesenen Experten gewinnen konnten,“ sagt </w:t>
      </w:r>
      <w:r w:rsidR="00EF50F9" w:rsidRPr="008E7996">
        <w:rPr>
          <w:b w:val="0"/>
          <w:sz w:val="22"/>
          <w:szCs w:val="22"/>
        </w:rPr>
        <w:t>Gesellschafterin Nicola Lemken</w:t>
      </w:r>
      <w:r w:rsidRPr="008E7996">
        <w:rPr>
          <w:b w:val="0"/>
          <w:sz w:val="22"/>
          <w:szCs w:val="22"/>
        </w:rPr>
        <w:t xml:space="preserve"> bei der Vorstellung von Dr. Thomas Lange-Stalinski. Der 5</w:t>
      </w:r>
      <w:r w:rsidR="0067531D" w:rsidRPr="008E7996">
        <w:rPr>
          <w:b w:val="0"/>
          <w:sz w:val="22"/>
          <w:szCs w:val="22"/>
        </w:rPr>
        <w:t>3</w:t>
      </w:r>
      <w:r w:rsidRPr="008E7996">
        <w:rPr>
          <w:b w:val="0"/>
          <w:sz w:val="22"/>
          <w:szCs w:val="22"/>
        </w:rPr>
        <w:t>-jährige promovierte Maschinenbauingenieur bringt umfangreiche Erfahrung als operativer Geschäftsführer aus mehreren unterschiedlich großen, renommierten Industrieunternehmen (Automotive und -zulieferer) mit. Dr. Lange-Stalinski steht ab dem 1. November den Geschäftsbereichen Entwicklung, Werk, Einkauf, Supply Chain und Qualitätsmanagement vor und ist der direkte Ansprechpartner für die jeweiligen Bereichsleiter.</w:t>
      </w:r>
    </w:p>
    <w:p w14:paraId="3FD6C686" w14:textId="77777777" w:rsidR="00063A1B" w:rsidRPr="008E7996" w:rsidRDefault="00063A1B" w:rsidP="00063A1B">
      <w:pPr>
        <w:pStyle w:val="Titel"/>
        <w:spacing w:after="240" w:line="360" w:lineRule="auto"/>
        <w:ind w:right="1699"/>
        <w:jc w:val="both"/>
        <w:rPr>
          <w:bCs w:val="0"/>
          <w:sz w:val="22"/>
          <w:szCs w:val="22"/>
        </w:rPr>
      </w:pPr>
      <w:r w:rsidRPr="008E7996">
        <w:rPr>
          <w:bCs w:val="0"/>
          <w:sz w:val="22"/>
          <w:szCs w:val="22"/>
        </w:rPr>
        <w:t>Stärkung der kaufmännischen Führung</w:t>
      </w:r>
    </w:p>
    <w:p w14:paraId="2D8AC8AA" w14:textId="195C1119" w:rsidR="00063A1B" w:rsidRPr="008E7996" w:rsidRDefault="00063A1B" w:rsidP="00063A1B">
      <w:pPr>
        <w:pStyle w:val="Titel"/>
        <w:spacing w:after="240" w:line="360" w:lineRule="auto"/>
        <w:ind w:right="1699"/>
        <w:jc w:val="both"/>
        <w:rPr>
          <w:b w:val="0"/>
          <w:sz w:val="22"/>
          <w:szCs w:val="22"/>
        </w:rPr>
      </w:pPr>
      <w:r w:rsidRPr="008E7996">
        <w:rPr>
          <w:b w:val="0"/>
          <w:sz w:val="22"/>
          <w:szCs w:val="22"/>
        </w:rPr>
        <w:t xml:space="preserve">Für die </w:t>
      </w:r>
      <w:r w:rsidR="00E70AC8" w:rsidRPr="008E7996">
        <w:rPr>
          <w:b w:val="0"/>
          <w:sz w:val="22"/>
          <w:szCs w:val="22"/>
        </w:rPr>
        <w:t>Geschäftsbereiche Finanzen, Personal und IT</w:t>
      </w:r>
      <w:r w:rsidR="00E70AC8" w:rsidRPr="008E7996" w:rsidDel="00E70AC8">
        <w:rPr>
          <w:b w:val="0"/>
          <w:sz w:val="22"/>
          <w:szCs w:val="22"/>
        </w:rPr>
        <w:t xml:space="preserve"> </w:t>
      </w:r>
      <w:r w:rsidRPr="008E7996">
        <w:rPr>
          <w:b w:val="0"/>
          <w:sz w:val="22"/>
          <w:szCs w:val="22"/>
        </w:rPr>
        <w:t xml:space="preserve">ist ab sofort Klaus Kuhl als </w:t>
      </w:r>
      <w:r w:rsidR="00A65906" w:rsidRPr="008E7996">
        <w:rPr>
          <w:b w:val="0"/>
          <w:sz w:val="22"/>
          <w:szCs w:val="22"/>
        </w:rPr>
        <w:t>kaufmännischer Geschäftsführer (</w:t>
      </w:r>
      <w:r w:rsidRPr="008E7996">
        <w:rPr>
          <w:b w:val="0"/>
          <w:sz w:val="22"/>
          <w:szCs w:val="22"/>
        </w:rPr>
        <w:t>CFO</w:t>
      </w:r>
      <w:r w:rsidR="00A65906" w:rsidRPr="008E7996">
        <w:rPr>
          <w:b w:val="0"/>
          <w:sz w:val="22"/>
          <w:szCs w:val="22"/>
        </w:rPr>
        <w:t>)</w:t>
      </w:r>
      <w:r w:rsidRPr="008E7996">
        <w:rPr>
          <w:b w:val="0"/>
          <w:sz w:val="22"/>
          <w:szCs w:val="22"/>
        </w:rPr>
        <w:t xml:space="preserve"> verantwortlich. Als erfahrener und international tätiger Finanzgeschäftsführer in mittelständi</w:t>
      </w:r>
      <w:r w:rsidR="00487592" w:rsidRPr="008E7996">
        <w:rPr>
          <w:b w:val="0"/>
          <w:sz w:val="22"/>
          <w:szCs w:val="22"/>
        </w:rPr>
        <w:t>sch</w:t>
      </w:r>
      <w:r w:rsidRPr="008E7996">
        <w:rPr>
          <w:b w:val="0"/>
          <w:sz w:val="22"/>
          <w:szCs w:val="22"/>
        </w:rPr>
        <w:t>en Unternehmen bringt der 5</w:t>
      </w:r>
      <w:r w:rsidR="008C2C05" w:rsidRPr="008E7996">
        <w:rPr>
          <w:b w:val="0"/>
          <w:sz w:val="22"/>
          <w:szCs w:val="22"/>
        </w:rPr>
        <w:t>4</w:t>
      </w:r>
      <w:r w:rsidRPr="008E7996">
        <w:rPr>
          <w:b w:val="0"/>
          <w:sz w:val="22"/>
          <w:szCs w:val="22"/>
        </w:rPr>
        <w:t xml:space="preserve">-jährige außerdem detaillierte </w:t>
      </w:r>
      <w:r w:rsidR="00487592" w:rsidRPr="008E7996">
        <w:rPr>
          <w:b w:val="0"/>
          <w:sz w:val="22"/>
          <w:szCs w:val="22"/>
        </w:rPr>
        <w:t xml:space="preserve">IT- und </w:t>
      </w:r>
      <w:r w:rsidRPr="008E7996">
        <w:rPr>
          <w:b w:val="0"/>
          <w:sz w:val="22"/>
          <w:szCs w:val="22"/>
        </w:rPr>
        <w:t>SAP-Erfahrung mit. Dr. Geoffery Weisner, bisheriger CFO, wird das Unternehmen nach elf verdienten Jahren zum 30.11.2025 einvernehmlich verlassen und sich neuen Aufgaben zuwenden.</w:t>
      </w:r>
    </w:p>
    <w:p w14:paraId="4040EE43" w14:textId="77777777" w:rsidR="00063A1B" w:rsidRPr="008E7996" w:rsidRDefault="00063A1B" w:rsidP="00063A1B">
      <w:pPr>
        <w:pStyle w:val="Titel"/>
        <w:spacing w:after="240" w:line="360" w:lineRule="auto"/>
        <w:ind w:right="1699"/>
        <w:jc w:val="both"/>
        <w:rPr>
          <w:bCs w:val="0"/>
          <w:sz w:val="22"/>
          <w:szCs w:val="22"/>
        </w:rPr>
      </w:pPr>
      <w:r w:rsidRPr="008E7996">
        <w:rPr>
          <w:bCs w:val="0"/>
          <w:sz w:val="22"/>
          <w:szCs w:val="22"/>
        </w:rPr>
        <w:lastRenderedPageBreak/>
        <w:t>Beirat mit beratender Funktion</w:t>
      </w:r>
    </w:p>
    <w:p w14:paraId="16014547" w14:textId="12882D55" w:rsidR="00063A1B" w:rsidRPr="008E7996" w:rsidRDefault="00063A1B" w:rsidP="00063A1B">
      <w:pPr>
        <w:pStyle w:val="Titel"/>
        <w:spacing w:after="240" w:line="360" w:lineRule="auto"/>
        <w:ind w:right="1699"/>
        <w:jc w:val="both"/>
        <w:rPr>
          <w:b w:val="0"/>
          <w:sz w:val="22"/>
          <w:szCs w:val="22"/>
        </w:rPr>
      </w:pPr>
      <w:r w:rsidRPr="008E7996">
        <w:rPr>
          <w:b w:val="0"/>
          <w:sz w:val="22"/>
          <w:szCs w:val="22"/>
        </w:rPr>
        <w:t xml:space="preserve">Bereits seit Mai gibt es einen Beirat, der die Geschäftsführung berät und strategisch begleitet. Dazu gehören aktuell neben Nicola Lemken als Vorsitzende </w:t>
      </w:r>
      <w:r w:rsidR="00027396" w:rsidRPr="008E7996">
        <w:rPr>
          <w:b w:val="0"/>
          <w:sz w:val="22"/>
          <w:szCs w:val="22"/>
        </w:rPr>
        <w:t xml:space="preserve">zwei externe </w:t>
      </w:r>
      <w:r w:rsidR="00AC6040" w:rsidRPr="008E7996">
        <w:rPr>
          <w:b w:val="0"/>
          <w:sz w:val="22"/>
          <w:szCs w:val="22"/>
        </w:rPr>
        <w:t>Manager</w:t>
      </w:r>
      <w:r w:rsidR="00E6458C" w:rsidRPr="008E7996">
        <w:rPr>
          <w:b w:val="0"/>
          <w:sz w:val="22"/>
          <w:szCs w:val="22"/>
        </w:rPr>
        <w:t xml:space="preserve"> mit langjähriger internationaler </w:t>
      </w:r>
      <w:r w:rsidR="00AC6040" w:rsidRPr="008E7996">
        <w:rPr>
          <w:b w:val="0"/>
          <w:sz w:val="22"/>
          <w:szCs w:val="22"/>
        </w:rPr>
        <w:t>E</w:t>
      </w:r>
      <w:r w:rsidR="00E6458C" w:rsidRPr="008E7996">
        <w:rPr>
          <w:b w:val="0"/>
          <w:sz w:val="22"/>
          <w:szCs w:val="22"/>
        </w:rPr>
        <w:t>rfahrung</w:t>
      </w:r>
      <w:r w:rsidR="00027396" w:rsidRPr="008E7996">
        <w:rPr>
          <w:b w:val="0"/>
          <w:sz w:val="22"/>
          <w:szCs w:val="22"/>
        </w:rPr>
        <w:t xml:space="preserve">: </w:t>
      </w:r>
      <w:r w:rsidRPr="008E7996">
        <w:rPr>
          <w:b w:val="0"/>
          <w:sz w:val="22"/>
          <w:szCs w:val="22"/>
        </w:rPr>
        <w:t>Jürgen Altena</w:t>
      </w:r>
      <w:r w:rsidR="00FC48A1" w:rsidRPr="008E7996">
        <w:rPr>
          <w:b w:val="0"/>
          <w:sz w:val="22"/>
          <w:szCs w:val="22"/>
        </w:rPr>
        <w:t>, Diplomkaufmann mit Expertise</w:t>
      </w:r>
      <w:r w:rsidR="003F3B2E" w:rsidRPr="008E7996">
        <w:rPr>
          <w:b w:val="0"/>
          <w:sz w:val="22"/>
          <w:szCs w:val="22"/>
        </w:rPr>
        <w:t xml:space="preserve"> in Finanzen und Unternehmenssteuerung</w:t>
      </w:r>
      <w:r w:rsidRPr="008E7996">
        <w:rPr>
          <w:b w:val="0"/>
          <w:sz w:val="22"/>
          <w:szCs w:val="22"/>
        </w:rPr>
        <w:t xml:space="preserve"> sowie Axel Meyer, Wirtschaftsingenieur </w:t>
      </w:r>
      <w:r w:rsidR="00AC2D7A" w:rsidRPr="008E7996">
        <w:rPr>
          <w:b w:val="0"/>
          <w:sz w:val="22"/>
          <w:szCs w:val="22"/>
        </w:rPr>
        <w:t>mit den Schwerpunkten</w:t>
      </w:r>
      <w:r w:rsidRPr="008E7996">
        <w:rPr>
          <w:b w:val="0"/>
          <w:sz w:val="22"/>
          <w:szCs w:val="22"/>
        </w:rPr>
        <w:t xml:space="preserve"> </w:t>
      </w:r>
      <w:r w:rsidR="00C27555" w:rsidRPr="008E7996">
        <w:rPr>
          <w:b w:val="0"/>
          <w:sz w:val="22"/>
          <w:szCs w:val="22"/>
        </w:rPr>
        <w:t>Entwicklung</w:t>
      </w:r>
      <w:r w:rsidRPr="008E7996">
        <w:rPr>
          <w:b w:val="0"/>
          <w:sz w:val="22"/>
          <w:szCs w:val="22"/>
        </w:rPr>
        <w:t xml:space="preserve"> und </w:t>
      </w:r>
      <w:r w:rsidR="00AC2D7A" w:rsidRPr="008E7996">
        <w:rPr>
          <w:b w:val="0"/>
          <w:sz w:val="22"/>
          <w:szCs w:val="22"/>
        </w:rPr>
        <w:t>Technik</w:t>
      </w:r>
      <w:r w:rsidRPr="008E7996">
        <w:rPr>
          <w:b w:val="0"/>
          <w:sz w:val="22"/>
          <w:szCs w:val="22"/>
        </w:rPr>
        <w:t xml:space="preserve">. </w:t>
      </w:r>
    </w:p>
    <w:p w14:paraId="6546A4EE" w14:textId="49CB6C77" w:rsidR="00981585" w:rsidRDefault="00063A1B" w:rsidP="00063A1B">
      <w:pPr>
        <w:pStyle w:val="Titel"/>
        <w:spacing w:after="240" w:line="360" w:lineRule="auto"/>
        <w:ind w:right="1699"/>
        <w:jc w:val="both"/>
        <w:rPr>
          <w:b w:val="0"/>
          <w:sz w:val="22"/>
          <w:szCs w:val="22"/>
        </w:rPr>
      </w:pPr>
      <w:r w:rsidRPr="008E7996">
        <w:rPr>
          <w:b w:val="0"/>
          <w:sz w:val="22"/>
          <w:szCs w:val="22"/>
        </w:rPr>
        <w:t>Gesellschafterin Nicola Lemken, die als 7. Generation im Familienunternehmen weiterhin eng im Tagesgeschäft eingebunden sein wird, ist davon überzeugt, dass diese neue professionelle Aufstellung und die damit eingeleitete Verjüngung im Führungsgremium der richtige Schritt für die Beschäftigten und die Qualität zum Kunden ist. Die LEMKEN Prozesse sollen gestärkt und der Unternehmenserfolg für die Zukunft und die nächste Generation proaktiv gesichert werden</w:t>
      </w:r>
      <w:r w:rsidR="003829BD" w:rsidRPr="008E7996">
        <w:rPr>
          <w:b w:val="0"/>
          <w:sz w:val="22"/>
          <w:szCs w:val="22"/>
        </w:rPr>
        <w:t>.</w:t>
      </w:r>
    </w:p>
    <w:p w14:paraId="62321873" w14:textId="77777777" w:rsidR="00C63EC9" w:rsidRPr="00BF5920" w:rsidRDefault="00C63EC9" w:rsidP="00361A72">
      <w:pPr>
        <w:pStyle w:val="Titel"/>
        <w:spacing w:after="240" w:line="360" w:lineRule="auto"/>
        <w:ind w:right="1699"/>
        <w:jc w:val="both"/>
        <w:rPr>
          <w:b w:val="0"/>
          <w:bCs w:val="0"/>
        </w:rPr>
      </w:pPr>
      <w:r w:rsidRPr="00BF5920">
        <w:rPr>
          <w:b w:val="0"/>
          <w:bCs w:val="0"/>
        </w:rPr>
        <w:t xml:space="preserve">*** </w:t>
      </w:r>
    </w:p>
    <w:p w14:paraId="36E0D363" w14:textId="02C3C1F0" w:rsidR="00C63EC9" w:rsidRDefault="00BF5920" w:rsidP="00361A72">
      <w:pPr>
        <w:pStyle w:val="Textkrper2"/>
        <w:tabs>
          <w:tab w:val="right" w:pos="7380"/>
        </w:tabs>
        <w:spacing w:line="240" w:lineRule="auto"/>
        <w:ind w:right="1699"/>
        <w:rPr>
          <w:rFonts w:cs="Arial"/>
          <w:sz w:val="20"/>
          <w:szCs w:val="20"/>
        </w:rPr>
      </w:pPr>
      <w:r w:rsidRPr="00BF5920">
        <w:rPr>
          <w:rFonts w:cs="Arial"/>
          <w:b/>
          <w:bCs/>
          <w:sz w:val="20"/>
          <w:szCs w:val="20"/>
        </w:rPr>
        <w:t>Über LEMKEN.</w:t>
      </w:r>
      <w:r w:rsidRPr="00BF5920">
        <w:rPr>
          <w:rFonts w:cs="Arial"/>
          <w:sz w:val="20"/>
          <w:szCs w:val="20"/>
        </w:rPr>
        <w:t xml:space="preserve"> LEMKEN ist in aller Welt als visionäres und nachhaltiges Unternehmen angesehen, das einen wichtigen Beitrag zu einer profitablen Landwirtschaft leistet. Als mittelständisches </w:t>
      </w:r>
      <w:r w:rsidR="00393F88">
        <w:rPr>
          <w:rFonts w:cs="Arial"/>
          <w:sz w:val="20"/>
          <w:szCs w:val="20"/>
        </w:rPr>
        <w:t>Familien</w:t>
      </w:r>
      <w:r w:rsidRPr="00BF5920">
        <w:rPr>
          <w:rFonts w:cs="Arial"/>
          <w:sz w:val="20"/>
          <w:szCs w:val="20"/>
        </w:rPr>
        <w:t xml:space="preserve">unternehmen setzt es seit </w:t>
      </w:r>
      <w:r w:rsidR="00393F88">
        <w:rPr>
          <w:rFonts w:cs="Arial"/>
          <w:sz w:val="20"/>
          <w:szCs w:val="20"/>
        </w:rPr>
        <w:br/>
      </w:r>
      <w:r w:rsidRPr="00BF5920">
        <w:rPr>
          <w:rFonts w:cs="Arial"/>
          <w:sz w:val="20"/>
          <w:szCs w:val="20"/>
        </w:rPr>
        <w:t>24</w:t>
      </w:r>
      <w:r w:rsidR="004F7486">
        <w:rPr>
          <w:rFonts w:cs="Arial"/>
          <w:sz w:val="20"/>
          <w:szCs w:val="20"/>
        </w:rPr>
        <w:t>5</w:t>
      </w:r>
      <w:r w:rsidRPr="00BF5920">
        <w:rPr>
          <w:rFonts w:cs="Arial"/>
          <w:sz w:val="20"/>
          <w:szCs w:val="20"/>
        </w:rPr>
        <w:t xml:space="preserve"> Jahren sein Wissen und seine Leidenschaft für den Fortschritt ein und liefert Lösungen für die landwirtschaftlichen Herausforderungen von heute und morgen. Im Angebot sind Bodenbearbeitungsgeräte, Sämaschinen, </w:t>
      </w:r>
      <w:r w:rsidR="00393F88">
        <w:rPr>
          <w:rFonts w:cs="Arial"/>
          <w:sz w:val="20"/>
          <w:szCs w:val="20"/>
        </w:rPr>
        <w:t>Pflanzenschutztechnik</w:t>
      </w:r>
      <w:r w:rsidRPr="00BF5920">
        <w:rPr>
          <w:rFonts w:cs="Arial"/>
          <w:sz w:val="20"/>
          <w:szCs w:val="20"/>
        </w:rPr>
        <w:t>, Düngerstreuer sowie smarte Lösungen</w:t>
      </w:r>
      <w:r w:rsidR="00393F88">
        <w:rPr>
          <w:rFonts w:cs="Arial"/>
          <w:sz w:val="20"/>
          <w:szCs w:val="20"/>
        </w:rPr>
        <w:t xml:space="preserve"> zur Vernetzung von Maschinen und Daten</w:t>
      </w:r>
      <w:r w:rsidRPr="00BF5920">
        <w:rPr>
          <w:rFonts w:cs="Arial"/>
          <w:sz w:val="20"/>
          <w:szCs w:val="20"/>
        </w:rPr>
        <w:t xml:space="preserve">. </w:t>
      </w:r>
    </w:p>
    <w:p w14:paraId="6A1A4E1C" w14:textId="77777777" w:rsidR="00C63EC9" w:rsidRPr="00C72F04" w:rsidRDefault="00C63EC9" w:rsidP="00361A72">
      <w:pPr>
        <w:pStyle w:val="Textkrper2"/>
        <w:ind w:right="1699"/>
      </w:pPr>
    </w:p>
    <w:p w14:paraId="4B946FFA" w14:textId="77777777" w:rsidR="00855AD5" w:rsidRPr="001137C3" w:rsidRDefault="00855AD5" w:rsidP="00855AD5">
      <w:pPr>
        <w:pStyle w:val="Textkrper2"/>
        <w:tabs>
          <w:tab w:val="left" w:pos="7020"/>
          <w:tab w:val="left" w:pos="7200"/>
        </w:tabs>
        <w:spacing w:line="288" w:lineRule="auto"/>
        <w:ind w:right="1699"/>
        <w:outlineLvl w:val="0"/>
        <w:rPr>
          <w:b/>
          <w:sz w:val="20"/>
          <w:szCs w:val="20"/>
        </w:rPr>
      </w:pPr>
      <w:r w:rsidRPr="001137C3">
        <w:rPr>
          <w:b/>
          <w:sz w:val="20"/>
          <w:szCs w:val="20"/>
        </w:rPr>
        <w:t>Presse-Kontakt</w:t>
      </w:r>
    </w:p>
    <w:p w14:paraId="1898A3A9" w14:textId="77777777" w:rsidR="00855AD5" w:rsidRPr="001137C3" w:rsidRDefault="00855AD5" w:rsidP="00855AD5">
      <w:pPr>
        <w:pStyle w:val="Textkrper2"/>
        <w:tabs>
          <w:tab w:val="left" w:pos="7020"/>
          <w:tab w:val="left" w:pos="7200"/>
        </w:tabs>
        <w:spacing w:line="240" w:lineRule="auto"/>
        <w:ind w:right="1699"/>
        <w:outlineLvl w:val="0"/>
        <w:rPr>
          <w:sz w:val="20"/>
          <w:szCs w:val="20"/>
        </w:rPr>
      </w:pPr>
      <w:r w:rsidRPr="001137C3">
        <w:rPr>
          <w:sz w:val="20"/>
          <w:szCs w:val="20"/>
        </w:rPr>
        <w:t>Katrin Fischer</w:t>
      </w:r>
    </w:p>
    <w:p w14:paraId="32CB5C11" w14:textId="77777777" w:rsidR="00855AD5" w:rsidRPr="00E24B7F" w:rsidRDefault="00855AD5" w:rsidP="00855AD5">
      <w:pPr>
        <w:pStyle w:val="Textkrper2"/>
        <w:tabs>
          <w:tab w:val="left" w:pos="720"/>
          <w:tab w:val="left" w:pos="7200"/>
        </w:tabs>
        <w:spacing w:line="240" w:lineRule="auto"/>
        <w:ind w:right="1699"/>
        <w:rPr>
          <w:sz w:val="20"/>
          <w:szCs w:val="20"/>
        </w:rPr>
      </w:pPr>
      <w:r w:rsidRPr="00E24B7F">
        <w:rPr>
          <w:sz w:val="20"/>
          <w:szCs w:val="20"/>
        </w:rPr>
        <w:t>Phone:</w:t>
      </w:r>
      <w:r w:rsidRPr="00E24B7F">
        <w:rPr>
          <w:sz w:val="20"/>
          <w:szCs w:val="20"/>
        </w:rPr>
        <w:tab/>
        <w:t>+49 2802 81 - 8240</w:t>
      </w:r>
    </w:p>
    <w:p w14:paraId="3E97D191" w14:textId="77777777" w:rsidR="00855AD5" w:rsidRPr="00E44DAF" w:rsidRDefault="00855AD5" w:rsidP="00855AD5">
      <w:pPr>
        <w:pStyle w:val="Textkrper2"/>
        <w:tabs>
          <w:tab w:val="left" w:pos="720"/>
          <w:tab w:val="left" w:pos="7200"/>
        </w:tabs>
        <w:spacing w:line="240" w:lineRule="auto"/>
        <w:ind w:right="1699"/>
        <w:rPr>
          <w:color w:val="000000" w:themeColor="text1"/>
          <w:sz w:val="20"/>
          <w:szCs w:val="20"/>
          <w:lang w:val="fr-FR"/>
        </w:rPr>
      </w:pPr>
      <w:r w:rsidRPr="00E44DAF">
        <w:rPr>
          <w:sz w:val="20"/>
          <w:szCs w:val="20"/>
          <w:lang w:val="fr-FR"/>
        </w:rPr>
        <w:t xml:space="preserve">Mail: </w:t>
      </w:r>
      <w:r>
        <w:rPr>
          <w:sz w:val="20"/>
          <w:szCs w:val="20"/>
          <w:lang w:val="fr-FR"/>
        </w:rPr>
        <w:tab/>
      </w:r>
      <w:r w:rsidRPr="00E44DAF">
        <w:rPr>
          <w:sz w:val="20"/>
          <w:szCs w:val="20"/>
          <w:lang w:val="fr-FR"/>
        </w:rPr>
        <w:t>k.fischer@lemken.com</w:t>
      </w:r>
    </w:p>
    <w:p w14:paraId="614F75E6" w14:textId="77777777" w:rsidR="00855AD5" w:rsidRPr="00E44DAF" w:rsidRDefault="00855AD5" w:rsidP="00855AD5">
      <w:pPr>
        <w:pStyle w:val="Textkrper2"/>
        <w:tabs>
          <w:tab w:val="left" w:pos="720"/>
          <w:tab w:val="left" w:pos="7200"/>
        </w:tabs>
        <w:spacing w:line="240" w:lineRule="auto"/>
        <w:ind w:right="1699"/>
        <w:rPr>
          <w:sz w:val="20"/>
          <w:szCs w:val="20"/>
          <w:lang w:val="fr-FR"/>
        </w:rPr>
      </w:pPr>
      <w:r w:rsidRPr="00E44DAF">
        <w:rPr>
          <w:sz w:val="20"/>
          <w:szCs w:val="20"/>
          <w:lang w:val="fr-FR"/>
        </w:rPr>
        <w:t>www.lemken.com</w:t>
      </w:r>
    </w:p>
    <w:p w14:paraId="6A8BD072" w14:textId="77777777" w:rsidR="00C63EC9" w:rsidRPr="00855AD5" w:rsidRDefault="00C63EC9" w:rsidP="00361A72">
      <w:pPr>
        <w:pStyle w:val="Textkrper2"/>
        <w:tabs>
          <w:tab w:val="left" w:pos="720"/>
          <w:tab w:val="left" w:pos="7200"/>
        </w:tabs>
        <w:spacing w:line="240" w:lineRule="auto"/>
        <w:ind w:right="1699"/>
        <w:rPr>
          <w:sz w:val="20"/>
          <w:szCs w:val="20"/>
          <w:lang w:val="fr-FR"/>
        </w:rPr>
      </w:pPr>
    </w:p>
    <w:p w14:paraId="10C8834D" w14:textId="77777777" w:rsidR="000006C4" w:rsidRPr="00855AD5" w:rsidRDefault="000006C4" w:rsidP="00361A72">
      <w:pPr>
        <w:pStyle w:val="Textkrper2"/>
        <w:tabs>
          <w:tab w:val="left" w:pos="720"/>
          <w:tab w:val="left" w:pos="7200"/>
        </w:tabs>
        <w:ind w:right="1699"/>
        <w:rPr>
          <w:sz w:val="20"/>
          <w:szCs w:val="20"/>
          <w:lang w:val="fr-FR"/>
        </w:rPr>
      </w:pPr>
    </w:p>
    <w:p w14:paraId="47BAD9C2" w14:textId="77777777" w:rsidR="00063A1B" w:rsidRPr="0067531D" w:rsidRDefault="00063A1B">
      <w:pPr>
        <w:rPr>
          <w:sz w:val="20"/>
          <w:szCs w:val="20"/>
          <w:lang w:val="fr-FR"/>
        </w:rPr>
      </w:pPr>
      <w:r w:rsidRPr="0067531D">
        <w:rPr>
          <w:sz w:val="20"/>
          <w:szCs w:val="20"/>
          <w:lang w:val="fr-FR"/>
        </w:rPr>
        <w:br w:type="page"/>
      </w:r>
    </w:p>
    <w:p w14:paraId="7761EB4C" w14:textId="56A87224" w:rsidR="00C22B5C" w:rsidRDefault="000006C4" w:rsidP="00361A72">
      <w:pPr>
        <w:pStyle w:val="Textkrper2"/>
        <w:tabs>
          <w:tab w:val="left" w:pos="720"/>
          <w:tab w:val="left" w:pos="7200"/>
        </w:tabs>
        <w:ind w:right="1699"/>
        <w:rPr>
          <w:sz w:val="20"/>
          <w:szCs w:val="20"/>
        </w:rPr>
      </w:pPr>
      <w:r w:rsidRPr="003829BD">
        <w:rPr>
          <w:sz w:val="20"/>
          <w:szCs w:val="20"/>
        </w:rPr>
        <w:lastRenderedPageBreak/>
        <w:t>Bild 1:</w:t>
      </w:r>
      <w:r w:rsidR="00C22B5C" w:rsidRPr="003829BD">
        <w:rPr>
          <w:sz w:val="20"/>
          <w:szCs w:val="20"/>
        </w:rPr>
        <w:t xml:space="preserve"> </w:t>
      </w:r>
      <w:r w:rsidR="00063A1B">
        <w:rPr>
          <w:sz w:val="20"/>
          <w:szCs w:val="20"/>
        </w:rPr>
        <w:t>Die neue dreiköpfige LEMKEN Geschäftsführung zusammen mit Gesellschafterin Nicola Lemken.</w:t>
      </w:r>
      <w:r w:rsidR="003829BD">
        <w:rPr>
          <w:sz w:val="20"/>
          <w:szCs w:val="20"/>
        </w:rPr>
        <w:t xml:space="preserve"> </w:t>
      </w:r>
    </w:p>
    <w:p w14:paraId="66E57B3B" w14:textId="26690186" w:rsidR="008C2C05" w:rsidRDefault="008C2C05" w:rsidP="00361A72">
      <w:pPr>
        <w:pStyle w:val="Textkrper2"/>
        <w:tabs>
          <w:tab w:val="left" w:pos="720"/>
          <w:tab w:val="left" w:pos="7200"/>
        </w:tabs>
        <w:ind w:right="1699"/>
        <w:rPr>
          <w:sz w:val="20"/>
          <w:szCs w:val="20"/>
        </w:rPr>
      </w:pPr>
      <w:r>
        <w:rPr>
          <w:noProof/>
          <w:sz w:val="20"/>
          <w:szCs w:val="20"/>
        </w:rPr>
        <w:drawing>
          <wp:inline distT="0" distB="0" distL="0" distR="0" wp14:anchorId="256C405B" wp14:editId="72393C97">
            <wp:extent cx="3600000" cy="2400132"/>
            <wp:effectExtent l="0" t="0" r="635" b="635"/>
            <wp:docPr id="1766112495" name="Grafik 1" descr="Ein Bild, das Kleidung, Person, Lächeln, Menschliches Gesich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6112495" name="Grafik 1" descr="Ein Bild, das Kleidung, Person, Lächeln, Menschliches Gesicht enthält.&#10;&#10;KI-generierte Inhalte können fehlerhaft sein."/>
                    <pic:cNvPicPr/>
                  </pic:nvPicPr>
                  <pic:blipFill>
                    <a:blip r:embed="rId7" cstate="print">
                      <a:extLst>
                        <a:ext uri="{28A0092B-C50C-407E-A947-70E740481C1C}">
                          <a14:useLocalDpi xmlns:a14="http://schemas.microsoft.com/office/drawing/2010/main"/>
                        </a:ext>
                      </a:extLst>
                    </a:blip>
                    <a:stretch>
                      <a:fillRect/>
                    </a:stretch>
                  </pic:blipFill>
                  <pic:spPr>
                    <a:xfrm>
                      <a:off x="0" y="0"/>
                      <a:ext cx="3600000" cy="2400132"/>
                    </a:xfrm>
                    <a:prstGeom prst="rect">
                      <a:avLst/>
                    </a:prstGeom>
                  </pic:spPr>
                </pic:pic>
              </a:graphicData>
            </a:graphic>
          </wp:inline>
        </w:drawing>
      </w:r>
    </w:p>
    <w:p w14:paraId="5A8B7E17" w14:textId="77777777" w:rsidR="00063A1B" w:rsidRDefault="00063A1B" w:rsidP="00361A72">
      <w:pPr>
        <w:pStyle w:val="Textkrper2"/>
        <w:tabs>
          <w:tab w:val="left" w:pos="720"/>
          <w:tab w:val="left" w:pos="7200"/>
        </w:tabs>
        <w:ind w:right="1699"/>
        <w:rPr>
          <w:sz w:val="20"/>
          <w:szCs w:val="20"/>
        </w:rPr>
      </w:pPr>
    </w:p>
    <w:p w14:paraId="72F6B307" w14:textId="72F706DC" w:rsidR="00063A1B" w:rsidRPr="003829BD" w:rsidRDefault="00063A1B" w:rsidP="00063A1B">
      <w:pPr>
        <w:pStyle w:val="Textkrper2"/>
        <w:tabs>
          <w:tab w:val="left" w:pos="720"/>
          <w:tab w:val="left" w:pos="7200"/>
        </w:tabs>
        <w:ind w:right="1699"/>
        <w:rPr>
          <w:sz w:val="20"/>
          <w:szCs w:val="20"/>
        </w:rPr>
      </w:pPr>
      <w:r w:rsidRPr="003829BD">
        <w:rPr>
          <w:sz w:val="20"/>
          <w:szCs w:val="20"/>
        </w:rPr>
        <w:t xml:space="preserve">Bild </w:t>
      </w:r>
      <w:r w:rsidR="00DF3C5A">
        <w:rPr>
          <w:sz w:val="20"/>
          <w:szCs w:val="20"/>
        </w:rPr>
        <w:t>2</w:t>
      </w:r>
      <w:r w:rsidRPr="003829BD">
        <w:rPr>
          <w:sz w:val="20"/>
          <w:szCs w:val="20"/>
        </w:rPr>
        <w:t xml:space="preserve">: </w:t>
      </w:r>
      <w:r w:rsidR="000D6A6A">
        <w:rPr>
          <w:sz w:val="20"/>
          <w:szCs w:val="20"/>
        </w:rPr>
        <w:t>Klaus Kuhl, Geschäftsführer Finanzen (C</w:t>
      </w:r>
      <w:r w:rsidR="0045666A">
        <w:rPr>
          <w:sz w:val="20"/>
          <w:szCs w:val="20"/>
        </w:rPr>
        <w:t>F</w:t>
      </w:r>
      <w:r w:rsidR="000D6A6A">
        <w:rPr>
          <w:sz w:val="20"/>
          <w:szCs w:val="20"/>
        </w:rPr>
        <w:t>O),</w:t>
      </w:r>
      <w:r w:rsidR="000D6A6A" w:rsidRPr="000D6A6A">
        <w:rPr>
          <w:sz w:val="20"/>
          <w:szCs w:val="20"/>
        </w:rPr>
        <w:t xml:space="preserve"> </w:t>
      </w:r>
      <w:r>
        <w:rPr>
          <w:sz w:val="20"/>
          <w:szCs w:val="20"/>
        </w:rPr>
        <w:t xml:space="preserve">Anthony van der Ley, </w:t>
      </w:r>
      <w:r w:rsidRPr="00063A1B">
        <w:rPr>
          <w:sz w:val="20"/>
          <w:szCs w:val="20"/>
        </w:rPr>
        <w:t>CEO und Sprecher der Geschäftsführung</w:t>
      </w:r>
      <w:r>
        <w:rPr>
          <w:sz w:val="20"/>
          <w:szCs w:val="20"/>
        </w:rPr>
        <w:t xml:space="preserve">, und </w:t>
      </w:r>
      <w:r w:rsidR="000D6A6A" w:rsidRPr="00063A1B">
        <w:rPr>
          <w:sz w:val="20"/>
          <w:szCs w:val="20"/>
        </w:rPr>
        <w:t>Dr. Thomas Lange-Stalinsk</w:t>
      </w:r>
      <w:r w:rsidR="000D6A6A">
        <w:rPr>
          <w:sz w:val="20"/>
          <w:szCs w:val="20"/>
        </w:rPr>
        <w:t xml:space="preserve">i, </w:t>
      </w:r>
      <w:r w:rsidR="000D6A6A" w:rsidRPr="00063A1B">
        <w:rPr>
          <w:sz w:val="20"/>
          <w:szCs w:val="20"/>
        </w:rPr>
        <w:t>Geschäftsführer Technik (CTO)</w:t>
      </w:r>
      <w:r w:rsidR="000D6A6A">
        <w:rPr>
          <w:sz w:val="20"/>
          <w:szCs w:val="20"/>
        </w:rPr>
        <w:t>,</w:t>
      </w:r>
      <w:r>
        <w:rPr>
          <w:sz w:val="20"/>
          <w:szCs w:val="20"/>
        </w:rPr>
        <w:t xml:space="preserve"> bilden zusammen die neue </w:t>
      </w:r>
      <w:r w:rsidR="00DF3C5A">
        <w:rPr>
          <w:sz w:val="20"/>
          <w:szCs w:val="20"/>
        </w:rPr>
        <w:t>LEMKEN Geschäftsführung.</w:t>
      </w:r>
    </w:p>
    <w:p w14:paraId="1D9EDFA6" w14:textId="7337203C" w:rsidR="00063A1B" w:rsidRDefault="008C2C05" w:rsidP="00361A72">
      <w:pPr>
        <w:pStyle w:val="Textkrper2"/>
        <w:tabs>
          <w:tab w:val="left" w:pos="720"/>
          <w:tab w:val="left" w:pos="7200"/>
        </w:tabs>
        <w:ind w:right="1699"/>
        <w:rPr>
          <w:sz w:val="20"/>
          <w:szCs w:val="20"/>
        </w:rPr>
      </w:pPr>
      <w:r>
        <w:rPr>
          <w:noProof/>
          <w:sz w:val="20"/>
          <w:szCs w:val="20"/>
        </w:rPr>
        <w:drawing>
          <wp:inline distT="0" distB="0" distL="0" distR="0" wp14:anchorId="24DC855A" wp14:editId="2C7433F3">
            <wp:extent cx="3600000" cy="2400132"/>
            <wp:effectExtent l="0" t="0" r="635" b="635"/>
            <wp:docPr id="7127906" name="Grafik 2" descr="Ein Bild, das Kleidung, Person, Lächeln, Formelle Kleidun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27906" name="Grafik 2" descr="Ein Bild, das Kleidung, Person, Lächeln, Formelle Kleidung enthält.&#10;&#10;KI-generierte Inhalte können fehlerhaft sein."/>
                    <pic:cNvPicPr/>
                  </pic:nvPicPr>
                  <pic:blipFill>
                    <a:blip r:embed="rId8" cstate="print">
                      <a:extLst>
                        <a:ext uri="{28A0092B-C50C-407E-A947-70E740481C1C}">
                          <a14:useLocalDpi xmlns:a14="http://schemas.microsoft.com/office/drawing/2010/main"/>
                        </a:ext>
                      </a:extLst>
                    </a:blip>
                    <a:stretch>
                      <a:fillRect/>
                    </a:stretch>
                  </pic:blipFill>
                  <pic:spPr>
                    <a:xfrm>
                      <a:off x="0" y="0"/>
                      <a:ext cx="3600000" cy="2400132"/>
                    </a:xfrm>
                    <a:prstGeom prst="rect">
                      <a:avLst/>
                    </a:prstGeom>
                  </pic:spPr>
                </pic:pic>
              </a:graphicData>
            </a:graphic>
          </wp:inline>
        </w:drawing>
      </w:r>
    </w:p>
    <w:p w14:paraId="73AC88C2" w14:textId="77777777" w:rsidR="00063A1B" w:rsidRDefault="00063A1B" w:rsidP="00361A72">
      <w:pPr>
        <w:pStyle w:val="Textkrper2"/>
        <w:tabs>
          <w:tab w:val="left" w:pos="720"/>
          <w:tab w:val="left" w:pos="7200"/>
        </w:tabs>
        <w:ind w:right="1699"/>
        <w:rPr>
          <w:sz w:val="20"/>
          <w:szCs w:val="20"/>
        </w:rPr>
      </w:pPr>
    </w:p>
    <w:p w14:paraId="28C4A10D" w14:textId="77777777" w:rsidR="008C2C05" w:rsidRDefault="008C2C05">
      <w:pPr>
        <w:rPr>
          <w:sz w:val="20"/>
          <w:szCs w:val="20"/>
        </w:rPr>
      </w:pPr>
      <w:r>
        <w:rPr>
          <w:sz w:val="20"/>
          <w:szCs w:val="20"/>
        </w:rPr>
        <w:br w:type="page"/>
      </w:r>
    </w:p>
    <w:p w14:paraId="367E8DDB" w14:textId="100B9E4D" w:rsidR="00063A1B" w:rsidRPr="003829BD" w:rsidRDefault="00063A1B" w:rsidP="00063A1B">
      <w:pPr>
        <w:pStyle w:val="Textkrper2"/>
        <w:tabs>
          <w:tab w:val="left" w:pos="720"/>
          <w:tab w:val="left" w:pos="7200"/>
        </w:tabs>
        <w:ind w:right="1699"/>
        <w:rPr>
          <w:sz w:val="20"/>
          <w:szCs w:val="20"/>
        </w:rPr>
      </w:pPr>
      <w:r w:rsidRPr="003829BD">
        <w:rPr>
          <w:sz w:val="20"/>
          <w:szCs w:val="20"/>
        </w:rPr>
        <w:lastRenderedPageBreak/>
        <w:t xml:space="preserve">Bild </w:t>
      </w:r>
      <w:r w:rsidR="00DF3C5A">
        <w:rPr>
          <w:sz w:val="20"/>
          <w:szCs w:val="20"/>
        </w:rPr>
        <w:t>3</w:t>
      </w:r>
      <w:r w:rsidRPr="003829BD">
        <w:rPr>
          <w:sz w:val="20"/>
          <w:szCs w:val="20"/>
        </w:rPr>
        <w:t xml:space="preserve">: </w:t>
      </w:r>
      <w:r w:rsidR="00DF3C5A">
        <w:rPr>
          <w:sz w:val="20"/>
          <w:szCs w:val="20"/>
        </w:rPr>
        <w:t>Der 5</w:t>
      </w:r>
      <w:r w:rsidR="008C2C05">
        <w:rPr>
          <w:sz w:val="20"/>
          <w:szCs w:val="20"/>
        </w:rPr>
        <w:t>4</w:t>
      </w:r>
      <w:r w:rsidR="00DF3C5A">
        <w:rPr>
          <w:sz w:val="20"/>
          <w:szCs w:val="20"/>
        </w:rPr>
        <w:t>-jährige Klaus Kuhl agiert als neuer LEMKEN CFO.</w:t>
      </w:r>
      <w:r>
        <w:rPr>
          <w:sz w:val="20"/>
          <w:szCs w:val="20"/>
        </w:rPr>
        <w:t xml:space="preserve"> </w:t>
      </w:r>
    </w:p>
    <w:p w14:paraId="291B564D" w14:textId="7C792D20" w:rsidR="00063A1B" w:rsidRDefault="008C2C05" w:rsidP="00361A72">
      <w:pPr>
        <w:pStyle w:val="Textkrper2"/>
        <w:tabs>
          <w:tab w:val="left" w:pos="720"/>
          <w:tab w:val="left" w:pos="7200"/>
        </w:tabs>
        <w:ind w:right="1699"/>
        <w:rPr>
          <w:sz w:val="20"/>
          <w:szCs w:val="20"/>
        </w:rPr>
      </w:pPr>
      <w:r>
        <w:rPr>
          <w:noProof/>
          <w:sz w:val="20"/>
          <w:szCs w:val="20"/>
        </w:rPr>
        <w:drawing>
          <wp:inline distT="0" distB="0" distL="0" distR="0" wp14:anchorId="4FC51684" wp14:editId="71B38BEB">
            <wp:extent cx="2399912" cy="3600000"/>
            <wp:effectExtent l="0" t="0" r="635" b="635"/>
            <wp:docPr id="1215146092" name="Grafik 3" descr="Ein Bild, das Person, Kleidung, Blazer, Formelle Kleidun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5146092" name="Grafik 3" descr="Ein Bild, das Person, Kleidung, Blazer, Formelle Kleidung enthält.&#10;&#10;KI-generierte Inhalte können fehlerhaft sein."/>
                    <pic:cNvPicPr/>
                  </pic:nvPicPr>
                  <pic:blipFill>
                    <a:blip r:embed="rId9" cstate="print">
                      <a:extLst>
                        <a:ext uri="{28A0092B-C50C-407E-A947-70E740481C1C}">
                          <a14:useLocalDpi xmlns:a14="http://schemas.microsoft.com/office/drawing/2010/main"/>
                        </a:ext>
                      </a:extLst>
                    </a:blip>
                    <a:stretch>
                      <a:fillRect/>
                    </a:stretch>
                  </pic:blipFill>
                  <pic:spPr>
                    <a:xfrm>
                      <a:off x="0" y="0"/>
                      <a:ext cx="2399912" cy="3600000"/>
                    </a:xfrm>
                    <a:prstGeom prst="rect">
                      <a:avLst/>
                    </a:prstGeom>
                  </pic:spPr>
                </pic:pic>
              </a:graphicData>
            </a:graphic>
          </wp:inline>
        </w:drawing>
      </w:r>
    </w:p>
    <w:p w14:paraId="6DE48CAA" w14:textId="77777777" w:rsidR="008C2C05" w:rsidRDefault="008C2C05" w:rsidP="00063A1B">
      <w:pPr>
        <w:pStyle w:val="Textkrper2"/>
        <w:tabs>
          <w:tab w:val="left" w:pos="720"/>
          <w:tab w:val="left" w:pos="7200"/>
        </w:tabs>
        <w:ind w:right="1699"/>
        <w:rPr>
          <w:sz w:val="20"/>
          <w:szCs w:val="20"/>
        </w:rPr>
      </w:pPr>
    </w:p>
    <w:p w14:paraId="29A086F2" w14:textId="1A634897" w:rsidR="00063A1B" w:rsidRPr="003829BD" w:rsidRDefault="00063A1B" w:rsidP="00063A1B">
      <w:pPr>
        <w:pStyle w:val="Textkrper2"/>
        <w:tabs>
          <w:tab w:val="left" w:pos="720"/>
          <w:tab w:val="left" w:pos="7200"/>
        </w:tabs>
        <w:ind w:right="1699"/>
        <w:rPr>
          <w:sz w:val="20"/>
          <w:szCs w:val="20"/>
        </w:rPr>
      </w:pPr>
      <w:r w:rsidRPr="003829BD">
        <w:rPr>
          <w:sz w:val="20"/>
          <w:szCs w:val="20"/>
        </w:rPr>
        <w:t xml:space="preserve">Bild </w:t>
      </w:r>
      <w:r w:rsidR="00DF3C5A">
        <w:rPr>
          <w:sz w:val="20"/>
          <w:szCs w:val="20"/>
        </w:rPr>
        <w:t>4</w:t>
      </w:r>
      <w:r w:rsidRPr="003829BD">
        <w:rPr>
          <w:sz w:val="20"/>
          <w:szCs w:val="20"/>
        </w:rPr>
        <w:t xml:space="preserve">: </w:t>
      </w:r>
      <w:r w:rsidR="00DF3C5A">
        <w:rPr>
          <w:sz w:val="20"/>
          <w:szCs w:val="20"/>
        </w:rPr>
        <w:t>Der 5</w:t>
      </w:r>
      <w:r w:rsidR="008C2C05">
        <w:rPr>
          <w:sz w:val="20"/>
          <w:szCs w:val="20"/>
        </w:rPr>
        <w:t>3</w:t>
      </w:r>
      <w:r w:rsidR="00DF3C5A">
        <w:rPr>
          <w:sz w:val="20"/>
          <w:szCs w:val="20"/>
        </w:rPr>
        <w:t xml:space="preserve">-jährige Dr. Thomas </w:t>
      </w:r>
      <w:r w:rsidR="00DF3C5A" w:rsidRPr="00DF3C5A">
        <w:rPr>
          <w:sz w:val="20"/>
          <w:szCs w:val="20"/>
        </w:rPr>
        <w:t>Lange-Stalinski</w:t>
      </w:r>
      <w:r w:rsidR="00DF3C5A">
        <w:rPr>
          <w:sz w:val="20"/>
          <w:szCs w:val="20"/>
        </w:rPr>
        <w:t xml:space="preserve"> ist der neue LEMKEN CTO.</w:t>
      </w:r>
      <w:r>
        <w:rPr>
          <w:sz w:val="20"/>
          <w:szCs w:val="20"/>
        </w:rPr>
        <w:t xml:space="preserve"> </w:t>
      </w:r>
    </w:p>
    <w:p w14:paraId="2FDF838C" w14:textId="226618C7" w:rsidR="00063A1B" w:rsidRPr="003829BD" w:rsidRDefault="008C2C05" w:rsidP="00361A72">
      <w:pPr>
        <w:pStyle w:val="Textkrper2"/>
        <w:tabs>
          <w:tab w:val="left" w:pos="720"/>
          <w:tab w:val="left" w:pos="7200"/>
        </w:tabs>
        <w:ind w:right="1699"/>
        <w:rPr>
          <w:sz w:val="20"/>
          <w:szCs w:val="20"/>
        </w:rPr>
      </w:pPr>
      <w:r>
        <w:rPr>
          <w:noProof/>
          <w:sz w:val="20"/>
          <w:szCs w:val="20"/>
        </w:rPr>
        <w:drawing>
          <wp:inline distT="0" distB="0" distL="0" distR="0" wp14:anchorId="41D15D8A" wp14:editId="3664BE59">
            <wp:extent cx="2399912" cy="3600000"/>
            <wp:effectExtent l="0" t="0" r="635" b="635"/>
            <wp:docPr id="1143484340" name="Grafik 4" descr="Ein Bild, das Person, Menschliches Gesicht, Kleidung, Lächel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3484340" name="Grafik 4" descr="Ein Bild, das Person, Menschliches Gesicht, Kleidung, Lächeln enthält.&#10;&#10;KI-generierte Inhalte können fehlerhaft sein."/>
                    <pic:cNvPicPr/>
                  </pic:nvPicPr>
                  <pic:blipFill>
                    <a:blip r:embed="rId10" cstate="print">
                      <a:extLst>
                        <a:ext uri="{28A0092B-C50C-407E-A947-70E740481C1C}">
                          <a14:useLocalDpi xmlns:a14="http://schemas.microsoft.com/office/drawing/2010/main"/>
                        </a:ext>
                      </a:extLst>
                    </a:blip>
                    <a:stretch>
                      <a:fillRect/>
                    </a:stretch>
                  </pic:blipFill>
                  <pic:spPr>
                    <a:xfrm>
                      <a:off x="0" y="0"/>
                      <a:ext cx="2399912" cy="3600000"/>
                    </a:xfrm>
                    <a:prstGeom prst="rect">
                      <a:avLst/>
                    </a:prstGeom>
                  </pic:spPr>
                </pic:pic>
              </a:graphicData>
            </a:graphic>
          </wp:inline>
        </w:drawing>
      </w:r>
    </w:p>
    <w:p w14:paraId="0A1C2806" w14:textId="4982CBA5" w:rsidR="00991C5D" w:rsidRPr="002337E4" w:rsidRDefault="00991C5D" w:rsidP="00361A72">
      <w:pPr>
        <w:pStyle w:val="Textkrper2"/>
        <w:tabs>
          <w:tab w:val="left" w:pos="720"/>
          <w:tab w:val="left" w:pos="7200"/>
        </w:tabs>
        <w:ind w:right="1699"/>
        <w:rPr>
          <w:sz w:val="20"/>
          <w:szCs w:val="20"/>
        </w:rPr>
      </w:pPr>
    </w:p>
    <w:sectPr w:rsidR="00991C5D" w:rsidRPr="002337E4" w:rsidSect="008A7023">
      <w:headerReference w:type="even" r:id="rId11"/>
      <w:footerReference w:type="default" r:id="rId12"/>
      <w:headerReference w:type="first" r:id="rId13"/>
      <w:footerReference w:type="first" r:id="rId14"/>
      <w:pgSz w:w="11906" w:h="16838" w:code="9"/>
      <w:pgMar w:top="2127" w:right="1418" w:bottom="1134" w:left="1418" w:header="510" w:footer="474"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07FE7A" w14:textId="77777777" w:rsidR="0013574B" w:rsidRDefault="0013574B">
      <w:r>
        <w:separator/>
      </w:r>
    </w:p>
  </w:endnote>
  <w:endnote w:type="continuationSeparator" w:id="0">
    <w:p w14:paraId="1D0932BA" w14:textId="77777777" w:rsidR="0013574B" w:rsidRDefault="001357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C9BCC3" w14:textId="77777777" w:rsidR="00C63EC9" w:rsidRDefault="00C63EC9">
    <w:pPr>
      <w:pStyle w:val="Fuzeile"/>
      <w:rPr>
        <w:sz w:val="20"/>
      </w:rPr>
    </w:pPr>
  </w:p>
  <w:p w14:paraId="305B3BD7" w14:textId="77777777" w:rsidR="00C63EC9" w:rsidRDefault="00C63EC9" w:rsidP="00912C49">
    <w:pPr>
      <w:pStyle w:val="Fuzeile"/>
      <w:rPr>
        <w:sz w:val="20"/>
      </w:rPr>
    </w:pPr>
    <w:r>
      <w:rPr>
        <w:sz w:val="20"/>
      </w:rPr>
      <w:t xml:space="preserve">LEMKEN GmbH &amp; Co. KG </w:t>
    </w:r>
    <w:r>
      <w:rPr>
        <w:sz w:val="20"/>
        <w:szCs w:val="20"/>
      </w:rPr>
      <w:sym w:font="Wingdings" w:char="F077"/>
    </w:r>
    <w:r>
      <w:rPr>
        <w:sz w:val="20"/>
      </w:rPr>
      <w:t xml:space="preserve"> Weseler Straße 5 </w:t>
    </w:r>
    <w:r>
      <w:rPr>
        <w:sz w:val="20"/>
        <w:szCs w:val="20"/>
      </w:rPr>
      <w:sym w:font="Wingdings" w:char="F077"/>
    </w:r>
    <w:r>
      <w:rPr>
        <w:sz w:val="20"/>
      </w:rPr>
      <w:t xml:space="preserve"> 46519 Alpen </w:t>
    </w:r>
    <w:r>
      <w:rPr>
        <w:sz w:val="20"/>
        <w:szCs w:val="20"/>
      </w:rPr>
      <w:sym w:font="Wingdings" w:char="F077"/>
    </w:r>
    <w:r>
      <w:rPr>
        <w:sz w:val="20"/>
      </w:rPr>
      <w:t xml:space="preserve"> www.lemken.com </w:t>
    </w:r>
    <w:r>
      <w:rPr>
        <w:sz w:val="20"/>
      </w:rPr>
      <w:tab/>
    </w:r>
    <w:r w:rsidR="00785157">
      <w:rPr>
        <w:rStyle w:val="Seitenzahl"/>
      </w:rPr>
      <w:fldChar w:fldCharType="begin"/>
    </w:r>
    <w:r>
      <w:rPr>
        <w:rStyle w:val="Seitenzahl"/>
      </w:rPr>
      <w:instrText xml:space="preserve"> PAGE  \* Arabic  \* MERGEFORMAT </w:instrText>
    </w:r>
    <w:r w:rsidR="00785157">
      <w:rPr>
        <w:rStyle w:val="Seitenzahl"/>
      </w:rPr>
      <w:fldChar w:fldCharType="separate"/>
    </w:r>
    <w:r w:rsidR="003F1FF1">
      <w:rPr>
        <w:rStyle w:val="Seitenzahl"/>
        <w:noProof/>
      </w:rPr>
      <w:t>2</w:t>
    </w:r>
    <w:r w:rsidR="00785157">
      <w:rPr>
        <w:rStyle w:val="Seitenzahl"/>
      </w:rPr>
      <w:fldChar w:fldCharType="end"/>
    </w:r>
    <w:r>
      <w:rPr>
        <w:rStyle w:val="Seitenzahl"/>
      </w:rPr>
      <w:t>/</w:t>
    </w:r>
    <w:r w:rsidR="00785157">
      <w:rPr>
        <w:rStyle w:val="Seitenzahl"/>
      </w:rPr>
      <w:fldChar w:fldCharType="begin"/>
    </w:r>
    <w:r>
      <w:rPr>
        <w:rStyle w:val="Seitenzahl"/>
      </w:rPr>
      <w:instrText xml:space="preserve"> NUMPAGES </w:instrText>
    </w:r>
    <w:r w:rsidR="00785157">
      <w:rPr>
        <w:rStyle w:val="Seitenzahl"/>
      </w:rPr>
      <w:fldChar w:fldCharType="separate"/>
    </w:r>
    <w:r w:rsidR="003F1FF1">
      <w:rPr>
        <w:rStyle w:val="Seitenzahl"/>
        <w:noProof/>
      </w:rPr>
      <w:t>2</w:t>
    </w:r>
    <w:r w:rsidR="00785157">
      <w:rPr>
        <w:rStyle w:val="Seitenzah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14B97B" w14:textId="77777777" w:rsidR="00C63EC9" w:rsidRDefault="00C63EC9">
    <w:pPr>
      <w:pStyle w:val="Fuzeile"/>
      <w:rPr>
        <w:sz w:val="20"/>
      </w:rPr>
    </w:pPr>
  </w:p>
  <w:p w14:paraId="4D1C5E80" w14:textId="77777777" w:rsidR="00C63EC9" w:rsidRDefault="00C63EC9">
    <w:pPr>
      <w:pStyle w:val="Fuzeile"/>
      <w:rPr>
        <w:sz w:val="20"/>
      </w:rPr>
    </w:pPr>
    <w:r>
      <w:rPr>
        <w:sz w:val="20"/>
      </w:rPr>
      <w:t xml:space="preserve">LEMKEN GmbH &amp; Co. KG </w:t>
    </w:r>
    <w:r>
      <w:rPr>
        <w:sz w:val="20"/>
        <w:szCs w:val="20"/>
      </w:rPr>
      <w:sym w:font="Wingdings" w:char="F077"/>
    </w:r>
    <w:r>
      <w:rPr>
        <w:sz w:val="20"/>
      </w:rPr>
      <w:t xml:space="preserve"> Weseler Straße 5 </w:t>
    </w:r>
    <w:r>
      <w:rPr>
        <w:sz w:val="20"/>
        <w:szCs w:val="20"/>
      </w:rPr>
      <w:sym w:font="Wingdings" w:char="F077"/>
    </w:r>
    <w:r>
      <w:rPr>
        <w:sz w:val="20"/>
      </w:rPr>
      <w:t xml:space="preserve"> 46519 Alpen </w:t>
    </w:r>
    <w:r>
      <w:rPr>
        <w:sz w:val="20"/>
        <w:szCs w:val="20"/>
      </w:rPr>
      <w:sym w:font="Wingdings" w:char="F077"/>
    </w:r>
    <w:r>
      <w:rPr>
        <w:sz w:val="20"/>
      </w:rPr>
      <w:t xml:space="preserve"> www.lemken.com </w:t>
    </w:r>
    <w:r>
      <w:rPr>
        <w:sz w:val="20"/>
      </w:rPr>
      <w:tab/>
    </w:r>
    <w:r w:rsidR="00785157">
      <w:rPr>
        <w:rStyle w:val="Seitenzahl"/>
      </w:rPr>
      <w:fldChar w:fldCharType="begin"/>
    </w:r>
    <w:r>
      <w:rPr>
        <w:rStyle w:val="Seitenzahl"/>
      </w:rPr>
      <w:instrText xml:space="preserve"> PAGE  \* Arabic  \* MERGEFORMAT </w:instrText>
    </w:r>
    <w:r w:rsidR="00785157">
      <w:rPr>
        <w:rStyle w:val="Seitenzahl"/>
      </w:rPr>
      <w:fldChar w:fldCharType="separate"/>
    </w:r>
    <w:r w:rsidR="00CA7E85">
      <w:rPr>
        <w:rStyle w:val="Seitenzahl"/>
        <w:noProof/>
      </w:rPr>
      <w:t>1</w:t>
    </w:r>
    <w:r w:rsidR="00785157">
      <w:rPr>
        <w:rStyle w:val="Seitenzahl"/>
      </w:rPr>
      <w:fldChar w:fldCharType="end"/>
    </w:r>
    <w:r>
      <w:rPr>
        <w:rStyle w:val="Seitenzahl"/>
      </w:rPr>
      <w:t>/</w:t>
    </w:r>
    <w:r w:rsidR="00785157">
      <w:rPr>
        <w:rStyle w:val="Seitenzahl"/>
      </w:rPr>
      <w:fldChar w:fldCharType="begin"/>
    </w:r>
    <w:r>
      <w:rPr>
        <w:rStyle w:val="Seitenzahl"/>
      </w:rPr>
      <w:instrText xml:space="preserve"> NUMPAGES </w:instrText>
    </w:r>
    <w:r w:rsidR="00785157">
      <w:rPr>
        <w:rStyle w:val="Seitenzahl"/>
      </w:rPr>
      <w:fldChar w:fldCharType="separate"/>
    </w:r>
    <w:r w:rsidR="00CA7E85">
      <w:rPr>
        <w:rStyle w:val="Seitenzahl"/>
        <w:noProof/>
      </w:rPr>
      <w:t>1</w:t>
    </w:r>
    <w:r w:rsidR="00785157">
      <w:rPr>
        <w:rStyle w:val="Seitenzah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610130" w14:textId="77777777" w:rsidR="0013574B" w:rsidRDefault="0013574B">
      <w:r>
        <w:separator/>
      </w:r>
    </w:p>
  </w:footnote>
  <w:footnote w:type="continuationSeparator" w:id="0">
    <w:p w14:paraId="64C9A3F2" w14:textId="77777777" w:rsidR="0013574B" w:rsidRDefault="001357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2F21EF" w14:textId="77777777" w:rsidR="00C63EC9" w:rsidRDefault="00785157">
    <w:pPr>
      <w:pStyle w:val="Kopfzeile"/>
      <w:framePr w:wrap="around" w:vAnchor="text" w:hAnchor="margin" w:xAlign="center" w:y="1"/>
      <w:rPr>
        <w:rStyle w:val="Seitenzahl"/>
      </w:rPr>
    </w:pPr>
    <w:r>
      <w:rPr>
        <w:rStyle w:val="Seitenzahl"/>
      </w:rPr>
      <w:fldChar w:fldCharType="begin"/>
    </w:r>
    <w:r w:rsidR="00C63EC9">
      <w:rPr>
        <w:rStyle w:val="Seitenzahl"/>
      </w:rPr>
      <w:instrText xml:space="preserve">PAGE  </w:instrText>
    </w:r>
    <w:r>
      <w:rPr>
        <w:rStyle w:val="Seitenzahl"/>
      </w:rPr>
      <w:fldChar w:fldCharType="end"/>
    </w:r>
  </w:p>
  <w:p w14:paraId="6B35B73F" w14:textId="77777777" w:rsidR="00C63EC9" w:rsidRDefault="00C63EC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640254" w14:textId="77777777" w:rsidR="00E83CBB" w:rsidRDefault="00E83CBB">
    <w:pPr>
      <w:pStyle w:val="Kopfzeile"/>
    </w:pPr>
  </w:p>
  <w:p w14:paraId="5DBA56B6" w14:textId="77777777" w:rsidR="00E83CBB" w:rsidRDefault="00E83CBB">
    <w:pPr>
      <w:pStyle w:val="Kopfzeile"/>
    </w:pPr>
  </w:p>
  <w:p w14:paraId="509D6A3E" w14:textId="672976D1" w:rsidR="00E83CBB" w:rsidRDefault="00680A9A" w:rsidP="00E83CBB">
    <w:pPr>
      <w:pStyle w:val="Kopfzeile"/>
      <w:jc w:val="right"/>
      <w:rPr>
        <w:b/>
      </w:rPr>
    </w:pPr>
    <w:r>
      <w:rPr>
        <w:b/>
        <w:noProof/>
      </w:rPr>
      <w:drawing>
        <wp:inline distT="0" distB="0" distL="0" distR="0" wp14:anchorId="3CC01FF2" wp14:editId="31964F99">
          <wp:extent cx="2091055" cy="298450"/>
          <wp:effectExtent l="0" t="0" r="4445" b="635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1055" cy="298450"/>
                  </a:xfrm>
                  <a:prstGeom prst="rect">
                    <a:avLst/>
                  </a:prstGeom>
                  <a:noFill/>
                </pic:spPr>
              </pic:pic>
            </a:graphicData>
          </a:graphic>
        </wp:inline>
      </w:drawing>
    </w:r>
  </w:p>
  <w:p w14:paraId="4201BC77" w14:textId="77777777" w:rsidR="008A7023" w:rsidRDefault="008A7023" w:rsidP="00E83CBB">
    <w:pPr>
      <w:pStyle w:val="Kopfzeile"/>
      <w:jc w:val="right"/>
      <w:rPr>
        <w:b/>
        <w:sz w:val="32"/>
        <w:szCs w:val="32"/>
      </w:rPr>
    </w:pPr>
  </w:p>
  <w:p w14:paraId="57A8094E" w14:textId="77777777" w:rsidR="005A4985" w:rsidRDefault="00E83CBB" w:rsidP="00E83CBB">
    <w:pPr>
      <w:pStyle w:val="Kopfzeile"/>
      <w:jc w:val="right"/>
    </w:pPr>
    <w:r w:rsidRPr="000D1D67">
      <w:rPr>
        <w:b/>
        <w:sz w:val="32"/>
        <w:szCs w:val="32"/>
      </w:rPr>
      <w:t>Presse-Information</w:t>
    </w:r>
    <w:r>
      <w:tab/>
    </w:r>
    <w:r>
      <w:tab/>
      <w:t xml:space="preserve"> </w:t>
    </w:r>
  </w:p>
  <w:p w14:paraId="6479DAA3" w14:textId="5891C3ED" w:rsidR="00E83CBB" w:rsidRDefault="00E83CBB" w:rsidP="00A009AD">
    <w:pPr>
      <w:pStyle w:val="Kopfzeile"/>
      <w:jc w:val="right"/>
    </w:pPr>
    <w:r>
      <w:t xml:space="preserve">Alpen, im </w:t>
    </w:r>
    <w:r w:rsidR="00063A1B">
      <w:t>November</w:t>
    </w:r>
    <w:r w:rsidR="000C2CE0">
      <w:t xml:space="preserve"> </w:t>
    </w:r>
    <w:r w:rsidR="0006759C">
      <w:t>20</w:t>
    </w:r>
    <w:r w:rsidR="006378C8">
      <w:t>2</w:t>
    </w:r>
    <w:r w:rsidR="00855AD5">
      <w:t>5</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05C6"/>
    <w:rsid w:val="000006C4"/>
    <w:rsid w:val="00004C82"/>
    <w:rsid w:val="00021A5B"/>
    <w:rsid w:val="00027396"/>
    <w:rsid w:val="00041178"/>
    <w:rsid w:val="000420BF"/>
    <w:rsid w:val="000517AD"/>
    <w:rsid w:val="00057641"/>
    <w:rsid w:val="00063A1B"/>
    <w:rsid w:val="0006759C"/>
    <w:rsid w:val="00067ADA"/>
    <w:rsid w:val="00077B84"/>
    <w:rsid w:val="000803D1"/>
    <w:rsid w:val="00081816"/>
    <w:rsid w:val="00091FD8"/>
    <w:rsid w:val="000960B0"/>
    <w:rsid w:val="000A34BF"/>
    <w:rsid w:val="000A6113"/>
    <w:rsid w:val="000C2CE0"/>
    <w:rsid w:val="000D1D67"/>
    <w:rsid w:val="000D36F4"/>
    <w:rsid w:val="000D6A6A"/>
    <w:rsid w:val="000F7823"/>
    <w:rsid w:val="001162C6"/>
    <w:rsid w:val="001206DC"/>
    <w:rsid w:val="001235B1"/>
    <w:rsid w:val="001245C8"/>
    <w:rsid w:val="00135436"/>
    <w:rsid w:val="0013574B"/>
    <w:rsid w:val="00150F3E"/>
    <w:rsid w:val="00156D6F"/>
    <w:rsid w:val="0015756F"/>
    <w:rsid w:val="00157A36"/>
    <w:rsid w:val="00180BF9"/>
    <w:rsid w:val="00184E4C"/>
    <w:rsid w:val="00192E77"/>
    <w:rsid w:val="00195CA7"/>
    <w:rsid w:val="001A152F"/>
    <w:rsid w:val="001B112A"/>
    <w:rsid w:val="001B5F5C"/>
    <w:rsid w:val="001D347D"/>
    <w:rsid w:val="00202A78"/>
    <w:rsid w:val="002033C6"/>
    <w:rsid w:val="002046A9"/>
    <w:rsid w:val="00225F31"/>
    <w:rsid w:val="0023097F"/>
    <w:rsid w:val="002337E4"/>
    <w:rsid w:val="00241028"/>
    <w:rsid w:val="0024407C"/>
    <w:rsid w:val="0024691D"/>
    <w:rsid w:val="00246BF4"/>
    <w:rsid w:val="00257BBC"/>
    <w:rsid w:val="00257D0D"/>
    <w:rsid w:val="00261B9C"/>
    <w:rsid w:val="0027046D"/>
    <w:rsid w:val="002718A9"/>
    <w:rsid w:val="00276E3B"/>
    <w:rsid w:val="002775AC"/>
    <w:rsid w:val="0029451A"/>
    <w:rsid w:val="00294BC3"/>
    <w:rsid w:val="00297844"/>
    <w:rsid w:val="002A0C42"/>
    <w:rsid w:val="002A5BD4"/>
    <w:rsid w:val="002B4A05"/>
    <w:rsid w:val="002C0B0D"/>
    <w:rsid w:val="002C4813"/>
    <w:rsid w:val="002C6489"/>
    <w:rsid w:val="002C79DF"/>
    <w:rsid w:val="002F7D3E"/>
    <w:rsid w:val="003000F9"/>
    <w:rsid w:val="00320DC7"/>
    <w:rsid w:val="00340E20"/>
    <w:rsid w:val="00342678"/>
    <w:rsid w:val="003444F6"/>
    <w:rsid w:val="00344975"/>
    <w:rsid w:val="00352553"/>
    <w:rsid w:val="003610AB"/>
    <w:rsid w:val="00361A72"/>
    <w:rsid w:val="003674CA"/>
    <w:rsid w:val="00372E43"/>
    <w:rsid w:val="0037415C"/>
    <w:rsid w:val="003775AC"/>
    <w:rsid w:val="003829BD"/>
    <w:rsid w:val="00382CC3"/>
    <w:rsid w:val="00391A14"/>
    <w:rsid w:val="00393F88"/>
    <w:rsid w:val="003B0DB8"/>
    <w:rsid w:val="003B0EC1"/>
    <w:rsid w:val="003B57EC"/>
    <w:rsid w:val="003D0269"/>
    <w:rsid w:val="003F1FF1"/>
    <w:rsid w:val="003F3B2E"/>
    <w:rsid w:val="003F544F"/>
    <w:rsid w:val="00425C4A"/>
    <w:rsid w:val="0045666A"/>
    <w:rsid w:val="004632EB"/>
    <w:rsid w:val="00464588"/>
    <w:rsid w:val="00487592"/>
    <w:rsid w:val="00492606"/>
    <w:rsid w:val="00494FE7"/>
    <w:rsid w:val="004A083E"/>
    <w:rsid w:val="004A4F05"/>
    <w:rsid w:val="004A5596"/>
    <w:rsid w:val="004C5543"/>
    <w:rsid w:val="004D316F"/>
    <w:rsid w:val="004D4B93"/>
    <w:rsid w:val="004D7CBB"/>
    <w:rsid w:val="004E3409"/>
    <w:rsid w:val="004E6B3C"/>
    <w:rsid w:val="004F112B"/>
    <w:rsid w:val="004F3150"/>
    <w:rsid w:val="004F7486"/>
    <w:rsid w:val="00523ECB"/>
    <w:rsid w:val="0053594A"/>
    <w:rsid w:val="00542D54"/>
    <w:rsid w:val="00543685"/>
    <w:rsid w:val="00563B2A"/>
    <w:rsid w:val="00570705"/>
    <w:rsid w:val="0057694A"/>
    <w:rsid w:val="00590825"/>
    <w:rsid w:val="00590C5C"/>
    <w:rsid w:val="0059685D"/>
    <w:rsid w:val="005A35B4"/>
    <w:rsid w:val="005A4985"/>
    <w:rsid w:val="005A5776"/>
    <w:rsid w:val="005B12A3"/>
    <w:rsid w:val="005B1918"/>
    <w:rsid w:val="005B1A62"/>
    <w:rsid w:val="005B3274"/>
    <w:rsid w:val="005C2C40"/>
    <w:rsid w:val="005D43CE"/>
    <w:rsid w:val="005E4024"/>
    <w:rsid w:val="005F48A2"/>
    <w:rsid w:val="00605437"/>
    <w:rsid w:val="00610310"/>
    <w:rsid w:val="00614296"/>
    <w:rsid w:val="0062446A"/>
    <w:rsid w:val="006378C8"/>
    <w:rsid w:val="006450B2"/>
    <w:rsid w:val="0064585D"/>
    <w:rsid w:val="00646F26"/>
    <w:rsid w:val="00655910"/>
    <w:rsid w:val="00656D60"/>
    <w:rsid w:val="00656F0F"/>
    <w:rsid w:val="006620A7"/>
    <w:rsid w:val="0067531D"/>
    <w:rsid w:val="00677DC6"/>
    <w:rsid w:val="00680A9A"/>
    <w:rsid w:val="00683B19"/>
    <w:rsid w:val="00686320"/>
    <w:rsid w:val="006B3B3C"/>
    <w:rsid w:val="006B3C8F"/>
    <w:rsid w:val="006C0FD9"/>
    <w:rsid w:val="006D58FA"/>
    <w:rsid w:val="006F54A5"/>
    <w:rsid w:val="00704D8F"/>
    <w:rsid w:val="0071016A"/>
    <w:rsid w:val="00710650"/>
    <w:rsid w:val="00711B24"/>
    <w:rsid w:val="007150BC"/>
    <w:rsid w:val="00715415"/>
    <w:rsid w:val="0072123B"/>
    <w:rsid w:val="007468CB"/>
    <w:rsid w:val="007773E3"/>
    <w:rsid w:val="007816E6"/>
    <w:rsid w:val="00785157"/>
    <w:rsid w:val="00793CCE"/>
    <w:rsid w:val="007D13C5"/>
    <w:rsid w:val="007E06E2"/>
    <w:rsid w:val="007E28F5"/>
    <w:rsid w:val="007E6E22"/>
    <w:rsid w:val="007F04FE"/>
    <w:rsid w:val="0080546E"/>
    <w:rsid w:val="00806B8C"/>
    <w:rsid w:val="00807BB1"/>
    <w:rsid w:val="0081648C"/>
    <w:rsid w:val="00834DE1"/>
    <w:rsid w:val="00855AD5"/>
    <w:rsid w:val="008568E5"/>
    <w:rsid w:val="00870611"/>
    <w:rsid w:val="00871E65"/>
    <w:rsid w:val="00874748"/>
    <w:rsid w:val="008756E7"/>
    <w:rsid w:val="008818CB"/>
    <w:rsid w:val="0088637A"/>
    <w:rsid w:val="0089279F"/>
    <w:rsid w:val="008A1E30"/>
    <w:rsid w:val="008A549E"/>
    <w:rsid w:val="008A7023"/>
    <w:rsid w:val="008B05C6"/>
    <w:rsid w:val="008B5B7F"/>
    <w:rsid w:val="008C2C05"/>
    <w:rsid w:val="008C3B58"/>
    <w:rsid w:val="008D271E"/>
    <w:rsid w:val="008D71A6"/>
    <w:rsid w:val="008E2C03"/>
    <w:rsid w:val="008E7996"/>
    <w:rsid w:val="00901981"/>
    <w:rsid w:val="00904035"/>
    <w:rsid w:val="00904B54"/>
    <w:rsid w:val="00906ABE"/>
    <w:rsid w:val="00912C49"/>
    <w:rsid w:val="00917986"/>
    <w:rsid w:val="00922957"/>
    <w:rsid w:val="009553A7"/>
    <w:rsid w:val="0096335D"/>
    <w:rsid w:val="00973EDE"/>
    <w:rsid w:val="00981585"/>
    <w:rsid w:val="009838F0"/>
    <w:rsid w:val="009864C1"/>
    <w:rsid w:val="00986DF4"/>
    <w:rsid w:val="00991C5D"/>
    <w:rsid w:val="00994BBD"/>
    <w:rsid w:val="009A3071"/>
    <w:rsid w:val="009A61F5"/>
    <w:rsid w:val="009B1351"/>
    <w:rsid w:val="009B1913"/>
    <w:rsid w:val="009B3E1F"/>
    <w:rsid w:val="009C7079"/>
    <w:rsid w:val="009F5A6D"/>
    <w:rsid w:val="00A009AD"/>
    <w:rsid w:val="00A035AC"/>
    <w:rsid w:val="00A30292"/>
    <w:rsid w:val="00A343C7"/>
    <w:rsid w:val="00A46F69"/>
    <w:rsid w:val="00A52D52"/>
    <w:rsid w:val="00A65906"/>
    <w:rsid w:val="00A72B4D"/>
    <w:rsid w:val="00A82D37"/>
    <w:rsid w:val="00A87C53"/>
    <w:rsid w:val="00A951B8"/>
    <w:rsid w:val="00AA09C4"/>
    <w:rsid w:val="00AC2D7A"/>
    <w:rsid w:val="00AC6040"/>
    <w:rsid w:val="00AD55B4"/>
    <w:rsid w:val="00AD651E"/>
    <w:rsid w:val="00AF1E45"/>
    <w:rsid w:val="00AF2660"/>
    <w:rsid w:val="00B10F97"/>
    <w:rsid w:val="00B15D31"/>
    <w:rsid w:val="00B26CB1"/>
    <w:rsid w:val="00B32C07"/>
    <w:rsid w:val="00B331CC"/>
    <w:rsid w:val="00B343BE"/>
    <w:rsid w:val="00B5167C"/>
    <w:rsid w:val="00B61734"/>
    <w:rsid w:val="00BA0D06"/>
    <w:rsid w:val="00BB122E"/>
    <w:rsid w:val="00BB1B5D"/>
    <w:rsid w:val="00BD5450"/>
    <w:rsid w:val="00BF1211"/>
    <w:rsid w:val="00BF50AB"/>
    <w:rsid w:val="00BF5878"/>
    <w:rsid w:val="00BF5920"/>
    <w:rsid w:val="00C05D0B"/>
    <w:rsid w:val="00C114A2"/>
    <w:rsid w:val="00C20AD6"/>
    <w:rsid w:val="00C22B5C"/>
    <w:rsid w:val="00C27555"/>
    <w:rsid w:val="00C30AB6"/>
    <w:rsid w:val="00C3479F"/>
    <w:rsid w:val="00C4432E"/>
    <w:rsid w:val="00C46CC8"/>
    <w:rsid w:val="00C51E1C"/>
    <w:rsid w:val="00C537F4"/>
    <w:rsid w:val="00C55560"/>
    <w:rsid w:val="00C563F2"/>
    <w:rsid w:val="00C63EC9"/>
    <w:rsid w:val="00C72F04"/>
    <w:rsid w:val="00C761B6"/>
    <w:rsid w:val="00C8677B"/>
    <w:rsid w:val="00C961F4"/>
    <w:rsid w:val="00CA5001"/>
    <w:rsid w:val="00CA7E85"/>
    <w:rsid w:val="00CB2B84"/>
    <w:rsid w:val="00CB5D32"/>
    <w:rsid w:val="00CD4F46"/>
    <w:rsid w:val="00CF075E"/>
    <w:rsid w:val="00D01116"/>
    <w:rsid w:val="00D21B1D"/>
    <w:rsid w:val="00D27B99"/>
    <w:rsid w:val="00D45E29"/>
    <w:rsid w:val="00D54775"/>
    <w:rsid w:val="00D7690D"/>
    <w:rsid w:val="00DA57C3"/>
    <w:rsid w:val="00DB5EB6"/>
    <w:rsid w:val="00DB6559"/>
    <w:rsid w:val="00DD0753"/>
    <w:rsid w:val="00DE702A"/>
    <w:rsid w:val="00DF2AFB"/>
    <w:rsid w:val="00DF3C5A"/>
    <w:rsid w:val="00DF47B6"/>
    <w:rsid w:val="00DF75AC"/>
    <w:rsid w:val="00E00515"/>
    <w:rsid w:val="00E01DAC"/>
    <w:rsid w:val="00E1583E"/>
    <w:rsid w:val="00E30F7E"/>
    <w:rsid w:val="00E4033F"/>
    <w:rsid w:val="00E43DAF"/>
    <w:rsid w:val="00E5127F"/>
    <w:rsid w:val="00E6032D"/>
    <w:rsid w:val="00E6458C"/>
    <w:rsid w:val="00E662F2"/>
    <w:rsid w:val="00E70AC8"/>
    <w:rsid w:val="00E83CBB"/>
    <w:rsid w:val="00E95A59"/>
    <w:rsid w:val="00EB29B1"/>
    <w:rsid w:val="00EC0405"/>
    <w:rsid w:val="00ED1A44"/>
    <w:rsid w:val="00ED3628"/>
    <w:rsid w:val="00ED718D"/>
    <w:rsid w:val="00EF50F9"/>
    <w:rsid w:val="00EF5C3D"/>
    <w:rsid w:val="00F0588D"/>
    <w:rsid w:val="00F24653"/>
    <w:rsid w:val="00F3501C"/>
    <w:rsid w:val="00F36037"/>
    <w:rsid w:val="00F41231"/>
    <w:rsid w:val="00F554A7"/>
    <w:rsid w:val="00F769F1"/>
    <w:rsid w:val="00F82E49"/>
    <w:rsid w:val="00F9506A"/>
    <w:rsid w:val="00FA2C65"/>
    <w:rsid w:val="00FB0B40"/>
    <w:rsid w:val="00FB3192"/>
    <w:rsid w:val="00FB48CF"/>
    <w:rsid w:val="00FC48A1"/>
    <w:rsid w:val="00FD2177"/>
    <w:rsid w:val="00FD3EA7"/>
    <w:rsid w:val="00FD7270"/>
    <w:rsid w:val="00FE24C1"/>
    <w:rsid w:val="00FE517A"/>
    <w:rsid w:val="00FF753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F89B0AB"/>
  <w15:docId w15:val="{8DDA778C-7BA6-4173-852A-B0FD70EE2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035AC"/>
    <w:rPr>
      <w:rFonts w:ascii="Arial" w:hAnsi="Arial"/>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uiPriority w:val="99"/>
    <w:qFormat/>
    <w:rsid w:val="00A035AC"/>
    <w:pPr>
      <w:jc w:val="center"/>
    </w:pPr>
    <w:rPr>
      <w:b/>
      <w:bCs/>
      <w:sz w:val="28"/>
    </w:rPr>
  </w:style>
  <w:style w:type="character" w:customStyle="1" w:styleId="TitelZchn">
    <w:name w:val="Titel Zchn"/>
    <w:basedOn w:val="Absatz-Standardschriftart"/>
    <w:link w:val="Titel"/>
    <w:uiPriority w:val="99"/>
    <w:locked/>
    <w:rPr>
      <w:rFonts w:ascii="Cambria" w:hAnsi="Cambria" w:cs="Times New Roman"/>
      <w:b/>
      <w:bCs/>
      <w:kern w:val="28"/>
      <w:sz w:val="32"/>
      <w:szCs w:val="32"/>
    </w:rPr>
  </w:style>
  <w:style w:type="paragraph" w:styleId="Kopfzeile">
    <w:name w:val="header"/>
    <w:basedOn w:val="Standard"/>
    <w:link w:val="KopfzeileZchn"/>
    <w:uiPriority w:val="99"/>
    <w:rsid w:val="00A035AC"/>
    <w:pPr>
      <w:tabs>
        <w:tab w:val="center" w:pos="4536"/>
        <w:tab w:val="right" w:pos="9072"/>
      </w:tabs>
    </w:pPr>
  </w:style>
  <w:style w:type="character" w:customStyle="1" w:styleId="KopfzeileZchn">
    <w:name w:val="Kopfzeile Zchn"/>
    <w:basedOn w:val="Absatz-Standardschriftart"/>
    <w:link w:val="Kopfzeile"/>
    <w:uiPriority w:val="99"/>
    <w:locked/>
    <w:rPr>
      <w:rFonts w:ascii="Arial" w:hAnsi="Arial" w:cs="Times New Roman"/>
      <w:sz w:val="24"/>
      <w:szCs w:val="24"/>
    </w:rPr>
  </w:style>
  <w:style w:type="paragraph" w:styleId="Fuzeile">
    <w:name w:val="footer"/>
    <w:basedOn w:val="Standard"/>
    <w:link w:val="FuzeileZchn"/>
    <w:uiPriority w:val="99"/>
    <w:rsid w:val="00A035AC"/>
    <w:pPr>
      <w:tabs>
        <w:tab w:val="center" w:pos="4536"/>
        <w:tab w:val="right" w:pos="9072"/>
      </w:tabs>
    </w:pPr>
  </w:style>
  <w:style w:type="character" w:customStyle="1" w:styleId="FuzeileZchn">
    <w:name w:val="Fußzeile Zchn"/>
    <w:basedOn w:val="Absatz-Standardschriftart"/>
    <w:link w:val="Fuzeile"/>
    <w:uiPriority w:val="99"/>
    <w:semiHidden/>
    <w:locked/>
    <w:rPr>
      <w:rFonts w:ascii="Arial" w:hAnsi="Arial" w:cs="Times New Roman"/>
      <w:sz w:val="24"/>
      <w:szCs w:val="24"/>
    </w:rPr>
  </w:style>
  <w:style w:type="paragraph" w:styleId="Textkrper2">
    <w:name w:val="Body Text 2"/>
    <w:basedOn w:val="Standard"/>
    <w:link w:val="Textkrper2Zchn"/>
    <w:uiPriority w:val="99"/>
    <w:rsid w:val="00A035AC"/>
    <w:pPr>
      <w:spacing w:line="360" w:lineRule="auto"/>
      <w:ind w:right="2209"/>
      <w:jc w:val="both"/>
    </w:pPr>
  </w:style>
  <w:style w:type="character" w:customStyle="1" w:styleId="Textkrper2Zchn">
    <w:name w:val="Textkörper 2 Zchn"/>
    <w:basedOn w:val="Absatz-Standardschriftart"/>
    <w:link w:val="Textkrper2"/>
    <w:uiPriority w:val="99"/>
    <w:locked/>
    <w:rsid w:val="00C30AB6"/>
    <w:rPr>
      <w:rFonts w:ascii="Arial" w:hAnsi="Arial" w:cs="Times New Roman"/>
      <w:sz w:val="24"/>
    </w:rPr>
  </w:style>
  <w:style w:type="character" w:styleId="Seitenzahl">
    <w:name w:val="page number"/>
    <w:basedOn w:val="Absatz-Standardschriftart"/>
    <w:uiPriority w:val="99"/>
    <w:rsid w:val="00A035AC"/>
    <w:rPr>
      <w:rFonts w:cs="Times New Roman"/>
    </w:rPr>
  </w:style>
  <w:style w:type="paragraph" w:styleId="Textkrper">
    <w:name w:val="Body Text"/>
    <w:basedOn w:val="Standard"/>
    <w:link w:val="TextkrperZchn"/>
    <w:uiPriority w:val="99"/>
    <w:rsid w:val="00A035AC"/>
    <w:pPr>
      <w:spacing w:line="360" w:lineRule="auto"/>
      <w:ind w:right="1668"/>
      <w:jc w:val="both"/>
    </w:pPr>
  </w:style>
  <w:style w:type="character" w:customStyle="1" w:styleId="TextkrperZchn">
    <w:name w:val="Textkörper Zchn"/>
    <w:basedOn w:val="Absatz-Standardschriftart"/>
    <w:link w:val="Textkrper"/>
    <w:uiPriority w:val="99"/>
    <w:locked/>
    <w:rsid w:val="00C30AB6"/>
    <w:rPr>
      <w:rFonts w:ascii="Arial" w:hAnsi="Arial" w:cs="Times New Roman"/>
      <w:sz w:val="24"/>
    </w:rPr>
  </w:style>
  <w:style w:type="paragraph" w:styleId="Textkrper3">
    <w:name w:val="Body Text 3"/>
    <w:basedOn w:val="Standard"/>
    <w:link w:val="Textkrper3Zchn"/>
    <w:uiPriority w:val="99"/>
    <w:rsid w:val="00A035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right="2208"/>
      <w:jc w:val="both"/>
    </w:pPr>
  </w:style>
  <w:style w:type="character" w:customStyle="1" w:styleId="Textkrper3Zchn">
    <w:name w:val="Textkörper 3 Zchn"/>
    <w:basedOn w:val="Absatz-Standardschriftart"/>
    <w:link w:val="Textkrper3"/>
    <w:uiPriority w:val="99"/>
    <w:semiHidden/>
    <w:locked/>
    <w:rPr>
      <w:rFonts w:ascii="Arial" w:hAnsi="Arial" w:cs="Times New Roman"/>
      <w:sz w:val="16"/>
      <w:szCs w:val="16"/>
    </w:rPr>
  </w:style>
  <w:style w:type="paragraph" w:styleId="Sprechblasentext">
    <w:name w:val="Balloon Text"/>
    <w:basedOn w:val="Standard"/>
    <w:link w:val="SprechblasentextZchn"/>
    <w:uiPriority w:val="99"/>
    <w:semiHidden/>
    <w:rsid w:val="00A035A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Pr>
      <w:rFonts w:cs="Times New Roman"/>
      <w:sz w:val="2"/>
    </w:rPr>
  </w:style>
  <w:style w:type="character" w:styleId="Kommentarzeichen">
    <w:name w:val="annotation reference"/>
    <w:basedOn w:val="Absatz-Standardschriftart"/>
    <w:uiPriority w:val="99"/>
    <w:rsid w:val="002A5BD4"/>
    <w:rPr>
      <w:rFonts w:cs="Times New Roman"/>
      <w:sz w:val="16"/>
    </w:rPr>
  </w:style>
  <w:style w:type="paragraph" w:styleId="Kommentartext">
    <w:name w:val="annotation text"/>
    <w:basedOn w:val="Standard"/>
    <w:link w:val="KommentartextZchn"/>
    <w:uiPriority w:val="99"/>
    <w:rsid w:val="002A5BD4"/>
    <w:rPr>
      <w:sz w:val="20"/>
      <w:szCs w:val="20"/>
    </w:rPr>
  </w:style>
  <w:style w:type="character" w:customStyle="1" w:styleId="KommentartextZchn">
    <w:name w:val="Kommentartext Zchn"/>
    <w:basedOn w:val="Absatz-Standardschriftart"/>
    <w:link w:val="Kommentartext"/>
    <w:uiPriority w:val="99"/>
    <w:locked/>
    <w:rsid w:val="002A5BD4"/>
    <w:rPr>
      <w:rFonts w:ascii="Arial" w:hAnsi="Arial" w:cs="Times New Roman"/>
    </w:rPr>
  </w:style>
  <w:style w:type="paragraph" w:styleId="Kommentarthema">
    <w:name w:val="annotation subject"/>
    <w:basedOn w:val="Kommentartext"/>
    <w:next w:val="Kommentartext"/>
    <w:link w:val="KommentarthemaZchn"/>
    <w:uiPriority w:val="99"/>
    <w:rsid w:val="002A5BD4"/>
    <w:rPr>
      <w:b/>
      <w:bCs/>
    </w:rPr>
  </w:style>
  <w:style w:type="character" w:customStyle="1" w:styleId="KommentarthemaZchn">
    <w:name w:val="Kommentarthema Zchn"/>
    <w:basedOn w:val="KommentartextZchn"/>
    <w:link w:val="Kommentarthema"/>
    <w:uiPriority w:val="99"/>
    <w:locked/>
    <w:rsid w:val="002A5BD4"/>
    <w:rPr>
      <w:rFonts w:ascii="Arial" w:hAnsi="Arial" w:cs="Times New Roman"/>
      <w:b/>
    </w:rPr>
  </w:style>
  <w:style w:type="character" w:styleId="Hyperlink">
    <w:name w:val="Hyperlink"/>
    <w:basedOn w:val="Absatz-Standardschriftart"/>
    <w:uiPriority w:val="99"/>
    <w:rsid w:val="000D36F4"/>
    <w:rPr>
      <w:rFonts w:cs="Times New Roman"/>
      <w:color w:val="0000FF"/>
      <w:u w:val="single"/>
    </w:rPr>
  </w:style>
  <w:style w:type="paragraph" w:styleId="berarbeitung">
    <w:name w:val="Revision"/>
    <w:hidden/>
    <w:uiPriority w:val="99"/>
    <w:semiHidden/>
    <w:rsid w:val="00793CCE"/>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D:\Daten\Marketing\PR_&#214;ffentlichkeitsarbeit\Pressemitteilun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BABAA3-EA76-4636-9C12-AD683E140F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Pressemitteilung</Template>
  <TotalTime>0</TotalTime>
  <Pages>4</Pages>
  <Words>486</Words>
  <Characters>3425</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Presseinformation</vt:lpstr>
    </vt:vector>
  </TitlesOfParts>
  <Company>LEMKEN GmbH &amp; Co. KG</Company>
  <LinksUpToDate>false</LinksUpToDate>
  <CharactersWithSpaces>3904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LEMKEN</dc:creator>
  <cp:lastModifiedBy>Fischer, Katrin</cp:lastModifiedBy>
  <cp:revision>6</cp:revision>
  <cp:lastPrinted>2025-11-05T14:56:00Z</cp:lastPrinted>
  <dcterms:created xsi:type="dcterms:W3CDTF">2025-11-05T09:44:00Z</dcterms:created>
  <dcterms:modified xsi:type="dcterms:W3CDTF">2025-11-05T14:56:00Z</dcterms:modified>
</cp:coreProperties>
</file>