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3AE272" w14:textId="77777777" w:rsidR="008A7023" w:rsidRDefault="008A7023" w:rsidP="000D1D67">
      <w:pPr>
        <w:pStyle w:val="Titel"/>
        <w:spacing w:after="120"/>
        <w:ind w:right="1848"/>
        <w:jc w:val="both"/>
        <w:rPr>
          <w:szCs w:val="28"/>
        </w:rPr>
      </w:pPr>
    </w:p>
    <w:p w14:paraId="6CA473F8" w14:textId="5298EC72" w:rsidR="00F126DC" w:rsidRDefault="00F126DC" w:rsidP="00C51E1C">
      <w:pPr>
        <w:pStyle w:val="Titel"/>
        <w:spacing w:before="120" w:after="240"/>
        <w:ind w:right="1701"/>
        <w:jc w:val="both"/>
        <w:rPr>
          <w:szCs w:val="28"/>
        </w:rPr>
      </w:pPr>
      <w:r>
        <w:rPr>
          <w:szCs w:val="28"/>
        </w:rPr>
        <w:t>LEMKEN v</w:t>
      </w:r>
      <w:r w:rsidRPr="00F126DC">
        <w:rPr>
          <w:szCs w:val="28"/>
        </w:rPr>
        <w:t>erstärk</w:t>
      </w:r>
      <w:r>
        <w:rPr>
          <w:szCs w:val="28"/>
        </w:rPr>
        <w:t xml:space="preserve">t den </w:t>
      </w:r>
      <w:r w:rsidRPr="00F126DC">
        <w:rPr>
          <w:szCs w:val="28"/>
        </w:rPr>
        <w:t>Vertrieb in der DACH-Region</w:t>
      </w:r>
    </w:p>
    <w:p w14:paraId="43940821" w14:textId="38F916B9" w:rsidR="000D1D67" w:rsidRPr="003829BD" w:rsidRDefault="00F126DC" w:rsidP="00C51E1C">
      <w:pPr>
        <w:pStyle w:val="Titel"/>
        <w:spacing w:before="120" w:after="240"/>
        <w:ind w:right="1701"/>
        <w:jc w:val="both"/>
        <w:rPr>
          <w:sz w:val="24"/>
        </w:rPr>
      </w:pPr>
      <w:r>
        <w:rPr>
          <w:sz w:val="24"/>
        </w:rPr>
        <w:t>Niels Veltmann kehrt zurück</w:t>
      </w:r>
    </w:p>
    <w:p w14:paraId="324636EC" w14:textId="77777777" w:rsidR="00F43C48" w:rsidRPr="004F14A0" w:rsidRDefault="00F43C48" w:rsidP="004F14A0">
      <w:pPr>
        <w:pStyle w:val="Titel"/>
        <w:spacing w:after="240"/>
        <w:ind w:right="1699"/>
        <w:jc w:val="both"/>
        <w:rPr>
          <w:b w:val="0"/>
          <w:sz w:val="4"/>
          <w:szCs w:val="4"/>
        </w:rPr>
      </w:pPr>
    </w:p>
    <w:p w14:paraId="73531FE7" w14:textId="5952A33B" w:rsidR="00F126DC" w:rsidRPr="00F126DC" w:rsidRDefault="00F126DC" w:rsidP="00F126DC">
      <w:pPr>
        <w:pStyle w:val="Titel"/>
        <w:spacing w:after="240" w:line="360" w:lineRule="auto"/>
        <w:ind w:right="1699"/>
        <w:jc w:val="both"/>
        <w:rPr>
          <w:b w:val="0"/>
          <w:sz w:val="22"/>
          <w:szCs w:val="22"/>
        </w:rPr>
      </w:pPr>
      <w:r>
        <w:rPr>
          <w:b w:val="0"/>
          <w:sz w:val="22"/>
          <w:szCs w:val="22"/>
        </w:rPr>
        <w:t>LEMKEN begrüßt zum</w:t>
      </w:r>
      <w:r w:rsidRPr="00F126DC">
        <w:rPr>
          <w:b w:val="0"/>
          <w:sz w:val="22"/>
          <w:szCs w:val="22"/>
        </w:rPr>
        <w:t xml:space="preserve"> 1. Mai 2025 ein vertrautes Gesicht: Niels Veltmann </w:t>
      </w:r>
      <w:r>
        <w:rPr>
          <w:b w:val="0"/>
          <w:sz w:val="22"/>
          <w:szCs w:val="22"/>
        </w:rPr>
        <w:t>k</w:t>
      </w:r>
      <w:r w:rsidR="00F43C48">
        <w:rPr>
          <w:b w:val="0"/>
          <w:sz w:val="22"/>
          <w:szCs w:val="22"/>
        </w:rPr>
        <w:t>ommt</w:t>
      </w:r>
      <w:r>
        <w:rPr>
          <w:b w:val="0"/>
          <w:sz w:val="22"/>
          <w:szCs w:val="22"/>
        </w:rPr>
        <w:t xml:space="preserve"> </w:t>
      </w:r>
      <w:r w:rsidRPr="00F126DC">
        <w:rPr>
          <w:b w:val="0"/>
          <w:sz w:val="22"/>
          <w:szCs w:val="22"/>
        </w:rPr>
        <w:t xml:space="preserve">als Vertriebsleiter Deutschland, Österreich und Schweiz </w:t>
      </w:r>
      <w:r>
        <w:rPr>
          <w:b w:val="0"/>
          <w:sz w:val="22"/>
          <w:szCs w:val="22"/>
        </w:rPr>
        <w:t>zurück zum Landtechnikspezialisten am Niederrhein</w:t>
      </w:r>
      <w:r w:rsidRPr="00F126DC">
        <w:rPr>
          <w:b w:val="0"/>
          <w:sz w:val="22"/>
          <w:szCs w:val="22"/>
        </w:rPr>
        <w:t xml:space="preserve"> und </w:t>
      </w:r>
      <w:r>
        <w:rPr>
          <w:b w:val="0"/>
          <w:sz w:val="22"/>
          <w:szCs w:val="22"/>
        </w:rPr>
        <w:t xml:space="preserve">tritt </w:t>
      </w:r>
      <w:r w:rsidRPr="00F126DC">
        <w:rPr>
          <w:b w:val="0"/>
          <w:sz w:val="22"/>
          <w:szCs w:val="22"/>
        </w:rPr>
        <w:t xml:space="preserve">die zukünftige Nachfolge von Norbert Reimer-Thiemann an. </w:t>
      </w:r>
    </w:p>
    <w:p w14:paraId="08919803" w14:textId="1BBF9C3D" w:rsidR="00F126DC" w:rsidRDefault="00F7033D" w:rsidP="005A589B">
      <w:pPr>
        <w:pStyle w:val="Textkrper2"/>
        <w:spacing w:after="120"/>
        <w:ind w:right="1848"/>
        <w:rPr>
          <w:b/>
          <w:szCs w:val="22"/>
        </w:rPr>
      </w:pPr>
      <w:r>
        <w:rPr>
          <w:szCs w:val="22"/>
        </w:rPr>
        <w:t xml:space="preserve">Der </w:t>
      </w:r>
      <w:r w:rsidR="00F43C48">
        <w:rPr>
          <w:szCs w:val="22"/>
        </w:rPr>
        <w:t>56</w:t>
      </w:r>
      <w:r>
        <w:rPr>
          <w:szCs w:val="22"/>
        </w:rPr>
        <w:t>-jährige Niels Veltmann</w:t>
      </w:r>
      <w:r w:rsidRPr="00FF5599">
        <w:rPr>
          <w:szCs w:val="22"/>
        </w:rPr>
        <w:t xml:space="preserve"> </w:t>
      </w:r>
      <w:r>
        <w:rPr>
          <w:szCs w:val="22"/>
        </w:rPr>
        <w:t xml:space="preserve">ist </w:t>
      </w:r>
      <w:r w:rsidRPr="00FF5599">
        <w:rPr>
          <w:szCs w:val="22"/>
        </w:rPr>
        <w:t>eine</w:t>
      </w:r>
      <w:r>
        <w:rPr>
          <w:szCs w:val="22"/>
        </w:rPr>
        <w:t xml:space="preserve"> feste Größe in der B</w:t>
      </w:r>
      <w:r w:rsidRPr="00FF5599">
        <w:rPr>
          <w:szCs w:val="22"/>
        </w:rPr>
        <w:t xml:space="preserve">ranche. </w:t>
      </w:r>
      <w:r>
        <w:rPr>
          <w:szCs w:val="22"/>
        </w:rPr>
        <w:t>Als ausgebildeter</w:t>
      </w:r>
      <w:r w:rsidRPr="00FF5599">
        <w:rPr>
          <w:szCs w:val="22"/>
        </w:rPr>
        <w:t xml:space="preserve"> </w:t>
      </w:r>
      <w:r>
        <w:rPr>
          <w:szCs w:val="22"/>
        </w:rPr>
        <w:t>Landwirt</w:t>
      </w:r>
      <w:r w:rsidRPr="00FF5599">
        <w:rPr>
          <w:szCs w:val="22"/>
        </w:rPr>
        <w:t xml:space="preserve"> studierte er </w:t>
      </w:r>
      <w:r>
        <w:rPr>
          <w:szCs w:val="22"/>
        </w:rPr>
        <w:t xml:space="preserve">im Anschluss Agrarwissenschaften mit Schwerpunkt Pflanzenproduktion und Landtechnik an der </w:t>
      </w:r>
      <w:r w:rsidRPr="00F7033D">
        <w:rPr>
          <w:szCs w:val="22"/>
        </w:rPr>
        <w:t>Rheinische Friedrich-Wilhelms-Universität Bonn</w:t>
      </w:r>
      <w:r w:rsidR="00F126DC">
        <w:t>.</w:t>
      </w:r>
      <w:r>
        <w:t xml:space="preserve"> </w:t>
      </w:r>
      <w:r w:rsidR="004F14A0" w:rsidRPr="004F14A0">
        <w:t xml:space="preserve">Erste Vertriebserfahrungen sammelte </w:t>
      </w:r>
      <w:r w:rsidR="004F14A0">
        <w:t>der Agraringenieur</w:t>
      </w:r>
      <w:r w:rsidR="004F14A0" w:rsidRPr="004F14A0">
        <w:t xml:space="preserve"> als Gebietsverkaufsleiter und Vertriebsleiter für Technik zur Getreidelagerung und -</w:t>
      </w:r>
      <w:r w:rsidR="004F14A0">
        <w:t>w</w:t>
      </w:r>
      <w:r w:rsidR="004F14A0" w:rsidRPr="004F14A0">
        <w:t>eiterverarbeitung</w:t>
      </w:r>
      <w:r w:rsidR="004F14A0">
        <w:t xml:space="preserve">. </w:t>
      </w:r>
      <w:r w:rsidRPr="00FF5599">
        <w:rPr>
          <w:szCs w:val="22"/>
        </w:rPr>
        <w:t xml:space="preserve">Es folgte eine Tätigkeit als </w:t>
      </w:r>
      <w:r>
        <w:rPr>
          <w:szCs w:val="22"/>
        </w:rPr>
        <w:t xml:space="preserve">Verkaufsleiter West-Deutschland bei </w:t>
      </w:r>
      <w:r w:rsidR="005A589B">
        <w:rPr>
          <w:szCs w:val="22"/>
        </w:rPr>
        <w:t xml:space="preserve">der Claas </w:t>
      </w:r>
      <w:r w:rsidR="005A589B" w:rsidRPr="005A589B">
        <w:rPr>
          <w:szCs w:val="22"/>
        </w:rPr>
        <w:t>Vertriebsgesellschaft Deutschland</w:t>
      </w:r>
      <w:r w:rsidRPr="005A589B">
        <w:rPr>
          <w:szCs w:val="22"/>
        </w:rPr>
        <w:t xml:space="preserve">, bevor </w:t>
      </w:r>
      <w:r w:rsidR="00FD0C5D" w:rsidRPr="005A589B">
        <w:rPr>
          <w:szCs w:val="22"/>
        </w:rPr>
        <w:t>er erstmals zu LEMKEN wechselte.</w:t>
      </w:r>
      <w:r w:rsidR="005A589B" w:rsidRPr="005A589B">
        <w:rPr>
          <w:szCs w:val="22"/>
        </w:rPr>
        <w:t xml:space="preserve"> </w:t>
      </w:r>
      <w:r w:rsidR="00FD0C5D" w:rsidRPr="005A589B">
        <w:rPr>
          <w:szCs w:val="22"/>
        </w:rPr>
        <w:t xml:space="preserve">Von 2010 bis 2018 war Niels Veltmann als Exportmanager bei LEMKEN tätig und betreute in dieser Position zuletzt insbesondere die Länder China und UK. Seither war er bei der </w:t>
      </w:r>
      <w:proofErr w:type="spellStart"/>
      <w:r w:rsidR="00FD0C5D" w:rsidRPr="005A589B">
        <w:rPr>
          <w:szCs w:val="22"/>
        </w:rPr>
        <w:t>Kverneland</w:t>
      </w:r>
      <w:proofErr w:type="spellEnd"/>
      <w:r w:rsidR="00FD0C5D" w:rsidRPr="005A589B">
        <w:rPr>
          <w:szCs w:val="22"/>
        </w:rPr>
        <w:t xml:space="preserve"> Group als Managing </w:t>
      </w:r>
      <w:proofErr w:type="spellStart"/>
      <w:r w:rsidR="00FD0C5D" w:rsidRPr="005A589B">
        <w:rPr>
          <w:szCs w:val="22"/>
        </w:rPr>
        <w:t>Director</w:t>
      </w:r>
      <w:proofErr w:type="spellEnd"/>
      <w:r w:rsidR="00FD0C5D" w:rsidRPr="005A589B">
        <w:rPr>
          <w:szCs w:val="22"/>
        </w:rPr>
        <w:t xml:space="preserve"> und</w:t>
      </w:r>
      <w:r w:rsidR="00FD0C5D" w:rsidRPr="00F126DC">
        <w:rPr>
          <w:szCs w:val="22"/>
        </w:rPr>
        <w:t xml:space="preserve"> hatte hier den vertrieblichen Fokus auf Deutschland und Österreich. </w:t>
      </w:r>
    </w:p>
    <w:p w14:paraId="67639AC2" w14:textId="5014AE05" w:rsidR="00FD0C5D" w:rsidRPr="00F126DC" w:rsidRDefault="00FD0C5D" w:rsidP="00F126DC">
      <w:pPr>
        <w:pStyle w:val="Titel"/>
        <w:spacing w:after="240" w:line="360" w:lineRule="auto"/>
        <w:ind w:right="1699"/>
        <w:jc w:val="both"/>
        <w:rPr>
          <w:b w:val="0"/>
          <w:sz w:val="22"/>
          <w:szCs w:val="22"/>
        </w:rPr>
      </w:pPr>
      <w:r>
        <w:rPr>
          <w:b w:val="0"/>
          <w:sz w:val="22"/>
          <w:szCs w:val="22"/>
        </w:rPr>
        <w:t>„Wir freuen uns, dass wir Niels Veltmann für die Nachfolge von Norbert Reimer-Thiemann zurückgewinnen konnten. Seine fundierten Kenntnisse der Agrarbranche</w:t>
      </w:r>
      <w:r w:rsidR="00991BD7">
        <w:rPr>
          <w:b w:val="0"/>
          <w:sz w:val="22"/>
          <w:szCs w:val="22"/>
        </w:rPr>
        <w:t xml:space="preserve"> </w:t>
      </w:r>
      <w:r>
        <w:rPr>
          <w:b w:val="0"/>
          <w:sz w:val="22"/>
          <w:szCs w:val="22"/>
        </w:rPr>
        <w:t xml:space="preserve">sowie </w:t>
      </w:r>
      <w:r w:rsidR="00991BD7">
        <w:rPr>
          <w:b w:val="0"/>
          <w:sz w:val="22"/>
          <w:szCs w:val="22"/>
        </w:rPr>
        <w:t>i</w:t>
      </w:r>
      <w:r w:rsidR="004F14A0">
        <w:rPr>
          <w:b w:val="0"/>
          <w:sz w:val="22"/>
          <w:szCs w:val="22"/>
        </w:rPr>
        <w:t xml:space="preserve">n den </w:t>
      </w:r>
      <w:r w:rsidR="00991BD7">
        <w:rPr>
          <w:b w:val="0"/>
          <w:sz w:val="22"/>
          <w:szCs w:val="22"/>
        </w:rPr>
        <w:t>Bereich</w:t>
      </w:r>
      <w:r w:rsidR="004F14A0">
        <w:rPr>
          <w:b w:val="0"/>
          <w:sz w:val="22"/>
          <w:szCs w:val="22"/>
        </w:rPr>
        <w:t>en</w:t>
      </w:r>
      <w:r w:rsidR="00991BD7">
        <w:rPr>
          <w:b w:val="0"/>
          <w:sz w:val="22"/>
          <w:szCs w:val="22"/>
        </w:rPr>
        <w:t xml:space="preserve"> Vertrieb und Führung wird Niels Veltmann bei der professionellen Zusammenarbeit mit unserem Händlernetz in der DACH-Region zielorientiert einbringen, um die Marktposition </w:t>
      </w:r>
      <w:r w:rsidR="005A589B">
        <w:rPr>
          <w:b w:val="0"/>
          <w:sz w:val="22"/>
          <w:szCs w:val="22"/>
        </w:rPr>
        <w:t>von LEMKEN</w:t>
      </w:r>
      <w:r w:rsidR="00991BD7">
        <w:rPr>
          <w:b w:val="0"/>
          <w:sz w:val="22"/>
          <w:szCs w:val="22"/>
        </w:rPr>
        <w:t xml:space="preserve"> weiter zu stärke</w:t>
      </w:r>
      <w:r w:rsidR="005A2435">
        <w:rPr>
          <w:b w:val="0"/>
          <w:sz w:val="22"/>
          <w:szCs w:val="22"/>
        </w:rPr>
        <w:t>n</w:t>
      </w:r>
      <w:r w:rsidR="00991BD7">
        <w:rPr>
          <w:b w:val="0"/>
          <w:sz w:val="22"/>
          <w:szCs w:val="22"/>
        </w:rPr>
        <w:t>“, erklärt Anthony van der Ley, CEO und Gesamtvertriebsleiter.</w:t>
      </w:r>
    </w:p>
    <w:p w14:paraId="356DE886" w14:textId="77777777" w:rsidR="00F126DC" w:rsidRPr="00F126DC" w:rsidRDefault="00F126DC" w:rsidP="00F126DC">
      <w:pPr>
        <w:pStyle w:val="Titel"/>
        <w:spacing w:after="240" w:line="360" w:lineRule="auto"/>
        <w:ind w:right="1699"/>
        <w:jc w:val="both"/>
        <w:rPr>
          <w:b w:val="0"/>
          <w:sz w:val="22"/>
          <w:szCs w:val="22"/>
        </w:rPr>
      </w:pPr>
      <w:r w:rsidRPr="00F126DC">
        <w:rPr>
          <w:b w:val="0"/>
          <w:sz w:val="22"/>
          <w:szCs w:val="22"/>
        </w:rPr>
        <w:t xml:space="preserve">Nach einer Einarbeitungs- und Übergabeperiode mit Niels Veltmann wird Norbert Reimer-Thiemann, Leiter Vertrieb Deutschland, nach 17 Jahren LEMKEN Betriebszugehörigkeit im Anschluss an die </w:t>
      </w:r>
      <w:proofErr w:type="spellStart"/>
      <w:r w:rsidRPr="00F126DC">
        <w:rPr>
          <w:b w:val="0"/>
          <w:sz w:val="22"/>
          <w:szCs w:val="22"/>
        </w:rPr>
        <w:t>Agritechnica</w:t>
      </w:r>
      <w:proofErr w:type="spellEnd"/>
      <w:r w:rsidRPr="00F126DC">
        <w:rPr>
          <w:b w:val="0"/>
          <w:sz w:val="22"/>
          <w:szCs w:val="22"/>
        </w:rPr>
        <w:t xml:space="preserve"> in die </w:t>
      </w:r>
      <w:r w:rsidRPr="00F126DC">
        <w:rPr>
          <w:b w:val="0"/>
          <w:sz w:val="22"/>
          <w:szCs w:val="22"/>
        </w:rPr>
        <w:lastRenderedPageBreak/>
        <w:t>wohlverdiente Altersteilzeit gehen. Diese Zeit des Wissenstransfers ermöglicht einen optimalen Start und reibungslosen Übergang.</w:t>
      </w:r>
    </w:p>
    <w:p w14:paraId="0882C38E" w14:textId="064BB9F5" w:rsidR="00F126DC" w:rsidRPr="00DC4601" w:rsidRDefault="00F126DC" w:rsidP="00F126DC">
      <w:pPr>
        <w:pStyle w:val="Titel"/>
        <w:spacing w:after="240" w:line="360" w:lineRule="auto"/>
        <w:ind w:right="1699"/>
        <w:jc w:val="both"/>
        <w:rPr>
          <w:b w:val="0"/>
          <w:sz w:val="22"/>
          <w:szCs w:val="22"/>
        </w:rPr>
      </w:pPr>
      <w:r w:rsidRPr="00DC4601">
        <w:rPr>
          <w:b w:val="0"/>
          <w:sz w:val="22"/>
          <w:szCs w:val="22"/>
        </w:rPr>
        <w:t>Der Eintritt von Niels Veltmann und das geplante Ausscheiden von Norbert Reimer-Thiemann führ</w:t>
      </w:r>
      <w:r w:rsidR="004802D6" w:rsidRPr="00DC4601">
        <w:rPr>
          <w:b w:val="0"/>
          <w:sz w:val="22"/>
          <w:szCs w:val="22"/>
        </w:rPr>
        <w:t>en</w:t>
      </w:r>
      <w:r w:rsidRPr="00DC4601">
        <w:rPr>
          <w:b w:val="0"/>
          <w:sz w:val="22"/>
          <w:szCs w:val="22"/>
        </w:rPr>
        <w:t xml:space="preserve"> folglich zu einer Neuverteilung der Verantwortlichkeiten im nationalen und internationalen Vertrieb. Mit dieser neuen Aufstellung und unseren Continental Managern Dirk Hollinderbäumer, Jan Wosiek und Stefan Quibeldey sind die Weichen für zukünftiges Wachstum und den Erfolg von LEMKEN gestellt.</w:t>
      </w:r>
    </w:p>
    <w:p w14:paraId="62321873" w14:textId="77777777" w:rsidR="00C63EC9" w:rsidRPr="00BF5920" w:rsidRDefault="00C63EC9" w:rsidP="00361A72">
      <w:pPr>
        <w:pStyle w:val="Titel"/>
        <w:spacing w:after="240" w:line="360" w:lineRule="auto"/>
        <w:ind w:right="1699"/>
        <w:jc w:val="both"/>
        <w:rPr>
          <w:b w:val="0"/>
          <w:bCs w:val="0"/>
        </w:rPr>
      </w:pPr>
      <w:r w:rsidRPr="00BF5920">
        <w:rPr>
          <w:b w:val="0"/>
          <w:bCs w:val="0"/>
        </w:rPr>
        <w:t xml:space="preserve">*** </w:t>
      </w:r>
    </w:p>
    <w:p w14:paraId="36E0D363" w14:textId="02C3C1F0" w:rsidR="00C63EC9" w:rsidRDefault="00BF5920" w:rsidP="00361A72">
      <w:pPr>
        <w:pStyle w:val="Textkrper2"/>
        <w:tabs>
          <w:tab w:val="right" w:pos="7380"/>
        </w:tabs>
        <w:spacing w:line="240" w:lineRule="auto"/>
        <w:ind w:right="1699"/>
        <w:rPr>
          <w:rFonts w:cs="Arial"/>
          <w:sz w:val="20"/>
          <w:szCs w:val="20"/>
        </w:rPr>
      </w:pPr>
      <w:r w:rsidRPr="00BF5920">
        <w:rPr>
          <w:rFonts w:cs="Arial"/>
          <w:b/>
          <w:bCs/>
          <w:sz w:val="20"/>
          <w:szCs w:val="20"/>
        </w:rPr>
        <w:t>Über LEMKEN.</w:t>
      </w:r>
      <w:r w:rsidRPr="00BF5920">
        <w:rPr>
          <w:rFonts w:cs="Arial"/>
          <w:sz w:val="20"/>
          <w:szCs w:val="20"/>
        </w:rPr>
        <w:t xml:space="preserve"> LEMKEN ist in aller Welt als visionäres und nachhaltiges Unternehmen angesehen, das einen wichtigen Beitrag zu einer profitablen Landwirtschaft leistet. Als mittelständisches </w:t>
      </w:r>
      <w:r w:rsidR="00393F88">
        <w:rPr>
          <w:rFonts w:cs="Arial"/>
          <w:sz w:val="20"/>
          <w:szCs w:val="20"/>
        </w:rPr>
        <w:t>Familien</w:t>
      </w:r>
      <w:r w:rsidRPr="00BF5920">
        <w:rPr>
          <w:rFonts w:cs="Arial"/>
          <w:sz w:val="20"/>
          <w:szCs w:val="20"/>
        </w:rPr>
        <w:t xml:space="preserve">unternehmen setzt es seit </w:t>
      </w:r>
      <w:r w:rsidR="00393F88">
        <w:rPr>
          <w:rFonts w:cs="Arial"/>
          <w:sz w:val="20"/>
          <w:szCs w:val="20"/>
        </w:rPr>
        <w:br/>
      </w:r>
      <w:r w:rsidRPr="00BF5920">
        <w:rPr>
          <w:rFonts w:cs="Arial"/>
          <w:sz w:val="20"/>
          <w:szCs w:val="20"/>
        </w:rPr>
        <w:t>24</w:t>
      </w:r>
      <w:r w:rsidR="004F7486">
        <w:rPr>
          <w:rFonts w:cs="Arial"/>
          <w:sz w:val="20"/>
          <w:szCs w:val="20"/>
        </w:rPr>
        <w:t>5</w:t>
      </w:r>
      <w:r w:rsidRPr="00BF5920">
        <w:rPr>
          <w:rFonts w:cs="Arial"/>
          <w:sz w:val="20"/>
          <w:szCs w:val="20"/>
        </w:rPr>
        <w:t xml:space="preserve"> Jahren sein Wissen und seine Leidenschaft für den Fortschritt ein und liefert Lösungen für die landwirtschaftlichen Herausforderungen von heute und morgen. Im Angebot sind Bodenbearbeitungsgeräte, Sämaschinen, </w:t>
      </w:r>
      <w:r w:rsidR="00393F88">
        <w:rPr>
          <w:rFonts w:cs="Arial"/>
          <w:sz w:val="20"/>
          <w:szCs w:val="20"/>
        </w:rPr>
        <w:t>Pflanzenschutztechnik</w:t>
      </w:r>
      <w:r w:rsidRPr="00BF5920">
        <w:rPr>
          <w:rFonts w:cs="Arial"/>
          <w:sz w:val="20"/>
          <w:szCs w:val="20"/>
        </w:rPr>
        <w:t>, Düngerstreuer sowie smarte Lösungen</w:t>
      </w:r>
      <w:r w:rsidR="00393F88">
        <w:rPr>
          <w:rFonts w:cs="Arial"/>
          <w:sz w:val="20"/>
          <w:szCs w:val="20"/>
        </w:rPr>
        <w:t xml:space="preserve"> zur Vernetzung von Maschinen und Daten</w:t>
      </w:r>
      <w:r w:rsidRPr="00BF5920">
        <w:rPr>
          <w:rFonts w:cs="Arial"/>
          <w:sz w:val="20"/>
          <w:szCs w:val="20"/>
        </w:rPr>
        <w:t xml:space="preserve">. </w:t>
      </w:r>
    </w:p>
    <w:p w14:paraId="6A1A4E1C" w14:textId="77777777" w:rsidR="00C63EC9" w:rsidRPr="00C72F04" w:rsidRDefault="00C63EC9" w:rsidP="00361A72">
      <w:pPr>
        <w:pStyle w:val="Textkrper2"/>
        <w:ind w:right="1699"/>
      </w:pPr>
    </w:p>
    <w:p w14:paraId="4B946FFA" w14:textId="77777777" w:rsidR="00855AD5" w:rsidRPr="001137C3" w:rsidRDefault="00855AD5" w:rsidP="00855AD5">
      <w:pPr>
        <w:pStyle w:val="Textkrper2"/>
        <w:tabs>
          <w:tab w:val="left" w:pos="7020"/>
          <w:tab w:val="left" w:pos="7200"/>
        </w:tabs>
        <w:spacing w:line="288" w:lineRule="auto"/>
        <w:ind w:right="1699"/>
        <w:outlineLvl w:val="0"/>
        <w:rPr>
          <w:b/>
          <w:sz w:val="20"/>
          <w:szCs w:val="20"/>
        </w:rPr>
      </w:pPr>
      <w:r w:rsidRPr="001137C3">
        <w:rPr>
          <w:b/>
          <w:sz w:val="20"/>
          <w:szCs w:val="20"/>
        </w:rPr>
        <w:t>Presse-Kontakt</w:t>
      </w:r>
    </w:p>
    <w:p w14:paraId="1898A3A9" w14:textId="77777777" w:rsidR="00855AD5" w:rsidRPr="001137C3" w:rsidRDefault="00855AD5" w:rsidP="00855AD5">
      <w:pPr>
        <w:pStyle w:val="Textkrper2"/>
        <w:tabs>
          <w:tab w:val="left" w:pos="7020"/>
          <w:tab w:val="left" w:pos="7200"/>
        </w:tabs>
        <w:spacing w:line="240" w:lineRule="auto"/>
        <w:ind w:right="1699"/>
        <w:outlineLvl w:val="0"/>
        <w:rPr>
          <w:sz w:val="20"/>
          <w:szCs w:val="20"/>
        </w:rPr>
      </w:pPr>
      <w:r w:rsidRPr="001137C3">
        <w:rPr>
          <w:sz w:val="20"/>
          <w:szCs w:val="20"/>
        </w:rPr>
        <w:t>Katrin Fischer</w:t>
      </w:r>
    </w:p>
    <w:p w14:paraId="32CB5C11" w14:textId="77777777" w:rsidR="00855AD5" w:rsidRPr="00E24B7F" w:rsidRDefault="00855AD5" w:rsidP="00855AD5">
      <w:pPr>
        <w:pStyle w:val="Textkrper2"/>
        <w:tabs>
          <w:tab w:val="left" w:pos="720"/>
          <w:tab w:val="left" w:pos="7200"/>
        </w:tabs>
        <w:spacing w:line="240" w:lineRule="auto"/>
        <w:ind w:right="1699"/>
        <w:rPr>
          <w:sz w:val="20"/>
          <w:szCs w:val="20"/>
        </w:rPr>
      </w:pPr>
      <w:r w:rsidRPr="00E24B7F">
        <w:rPr>
          <w:sz w:val="20"/>
          <w:szCs w:val="20"/>
        </w:rPr>
        <w:t>Phone:</w:t>
      </w:r>
      <w:r w:rsidRPr="00E24B7F">
        <w:rPr>
          <w:sz w:val="20"/>
          <w:szCs w:val="20"/>
        </w:rPr>
        <w:tab/>
        <w:t>+49 2802 81 - 8240</w:t>
      </w:r>
    </w:p>
    <w:p w14:paraId="3E97D191" w14:textId="77777777" w:rsidR="00855AD5" w:rsidRPr="00E44DAF" w:rsidRDefault="00855AD5" w:rsidP="00855AD5">
      <w:pPr>
        <w:pStyle w:val="Textkrper2"/>
        <w:tabs>
          <w:tab w:val="left" w:pos="720"/>
          <w:tab w:val="left" w:pos="7200"/>
        </w:tabs>
        <w:spacing w:line="240" w:lineRule="auto"/>
        <w:ind w:right="1699"/>
        <w:rPr>
          <w:color w:val="000000" w:themeColor="text1"/>
          <w:sz w:val="20"/>
          <w:szCs w:val="20"/>
          <w:lang w:val="fr-FR"/>
        </w:rPr>
      </w:pPr>
      <w:r w:rsidRPr="00E44DAF">
        <w:rPr>
          <w:sz w:val="20"/>
          <w:szCs w:val="20"/>
          <w:lang w:val="fr-FR"/>
        </w:rPr>
        <w:t xml:space="preserve">Mail: </w:t>
      </w:r>
      <w:r>
        <w:rPr>
          <w:sz w:val="20"/>
          <w:szCs w:val="20"/>
          <w:lang w:val="fr-FR"/>
        </w:rPr>
        <w:tab/>
      </w:r>
      <w:r w:rsidRPr="00E44DAF">
        <w:rPr>
          <w:sz w:val="20"/>
          <w:szCs w:val="20"/>
          <w:lang w:val="fr-FR"/>
        </w:rPr>
        <w:t>k.fischer@lemken.com</w:t>
      </w:r>
    </w:p>
    <w:p w14:paraId="614F75E6" w14:textId="77777777" w:rsidR="00855AD5" w:rsidRPr="00E44DAF" w:rsidRDefault="00855AD5" w:rsidP="00855AD5">
      <w:pPr>
        <w:pStyle w:val="Textkrper2"/>
        <w:tabs>
          <w:tab w:val="left" w:pos="720"/>
          <w:tab w:val="left" w:pos="7200"/>
        </w:tabs>
        <w:spacing w:line="240" w:lineRule="auto"/>
        <w:ind w:right="1699"/>
        <w:rPr>
          <w:sz w:val="20"/>
          <w:szCs w:val="20"/>
          <w:lang w:val="fr-FR"/>
        </w:rPr>
      </w:pPr>
      <w:r w:rsidRPr="00E44DAF">
        <w:rPr>
          <w:sz w:val="20"/>
          <w:szCs w:val="20"/>
          <w:lang w:val="fr-FR"/>
        </w:rPr>
        <w:t>www.lemken.com</w:t>
      </w:r>
    </w:p>
    <w:p w14:paraId="6A8BD072" w14:textId="77777777" w:rsidR="00C63EC9" w:rsidRPr="00855AD5" w:rsidRDefault="00C63EC9" w:rsidP="00361A72">
      <w:pPr>
        <w:pStyle w:val="Textkrper2"/>
        <w:tabs>
          <w:tab w:val="left" w:pos="720"/>
          <w:tab w:val="left" w:pos="7200"/>
        </w:tabs>
        <w:spacing w:line="240" w:lineRule="auto"/>
        <w:ind w:right="1699"/>
        <w:rPr>
          <w:sz w:val="20"/>
          <w:szCs w:val="20"/>
          <w:lang w:val="fr-FR"/>
        </w:rPr>
      </w:pPr>
    </w:p>
    <w:p w14:paraId="10C8834D" w14:textId="77777777" w:rsidR="000006C4" w:rsidRPr="00855AD5" w:rsidRDefault="000006C4" w:rsidP="00361A72">
      <w:pPr>
        <w:pStyle w:val="Textkrper2"/>
        <w:tabs>
          <w:tab w:val="left" w:pos="720"/>
          <w:tab w:val="left" w:pos="7200"/>
        </w:tabs>
        <w:ind w:right="1699"/>
        <w:rPr>
          <w:sz w:val="20"/>
          <w:szCs w:val="20"/>
          <w:lang w:val="fr-FR"/>
        </w:rPr>
      </w:pPr>
    </w:p>
    <w:p w14:paraId="7761EB4C" w14:textId="55D21D50" w:rsidR="00C22B5C" w:rsidRPr="003829BD" w:rsidRDefault="000006C4" w:rsidP="00361A72">
      <w:pPr>
        <w:pStyle w:val="Textkrper2"/>
        <w:tabs>
          <w:tab w:val="left" w:pos="720"/>
          <w:tab w:val="left" w:pos="7200"/>
        </w:tabs>
        <w:ind w:right="1699"/>
        <w:rPr>
          <w:sz w:val="20"/>
          <w:szCs w:val="20"/>
        </w:rPr>
      </w:pPr>
      <w:r w:rsidRPr="003829BD">
        <w:rPr>
          <w:sz w:val="20"/>
          <w:szCs w:val="20"/>
        </w:rPr>
        <w:t>Bild 1:</w:t>
      </w:r>
      <w:r w:rsidR="00C22B5C" w:rsidRPr="003829BD">
        <w:rPr>
          <w:sz w:val="20"/>
          <w:szCs w:val="20"/>
        </w:rPr>
        <w:t xml:space="preserve"> </w:t>
      </w:r>
      <w:r w:rsidR="005E4FDE">
        <w:rPr>
          <w:sz w:val="20"/>
          <w:szCs w:val="20"/>
        </w:rPr>
        <w:t>Niels Veltmann übernimmt die LEMKEN Vertriebsleitung DACH.</w:t>
      </w:r>
      <w:r w:rsidR="003829BD">
        <w:rPr>
          <w:sz w:val="20"/>
          <w:szCs w:val="20"/>
        </w:rPr>
        <w:t xml:space="preserve"> </w:t>
      </w:r>
    </w:p>
    <w:p w14:paraId="0A1C2806" w14:textId="79EEC5BB" w:rsidR="00991C5D" w:rsidRPr="002337E4" w:rsidRDefault="00991BD7" w:rsidP="00361A72">
      <w:pPr>
        <w:pStyle w:val="Textkrper2"/>
        <w:tabs>
          <w:tab w:val="left" w:pos="720"/>
          <w:tab w:val="left" w:pos="7200"/>
        </w:tabs>
        <w:ind w:right="1699"/>
        <w:rPr>
          <w:sz w:val="20"/>
          <w:szCs w:val="20"/>
        </w:rPr>
      </w:pPr>
      <w:r>
        <w:rPr>
          <w:noProof/>
          <w:sz w:val="20"/>
          <w:szCs w:val="20"/>
        </w:rPr>
        <w:drawing>
          <wp:inline distT="0" distB="0" distL="0" distR="0" wp14:anchorId="58249D5B" wp14:editId="42E1FF17">
            <wp:extent cx="2016829" cy="2569845"/>
            <wp:effectExtent l="0" t="0" r="2540" b="1905"/>
            <wp:docPr id="931354121" name="Grafik 1" descr="Ein Bild, das Person, Kleidung, Himmel, Lächel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1354121" name="Grafik 1" descr="Ein Bild, das Person, Kleidung, Himmel, Lächeln enthält.&#10;&#10;KI-generierte Inhalte können fehlerhaft sein."/>
                    <pic:cNvPicPr/>
                  </pic:nvPicPr>
                  <pic:blipFill>
                    <a:blip r:embed="rId7" cstate="screen">
                      <a:extLst>
                        <a:ext uri="{28A0092B-C50C-407E-A947-70E740481C1C}">
                          <a14:useLocalDpi xmlns:a14="http://schemas.microsoft.com/office/drawing/2010/main"/>
                        </a:ext>
                      </a:extLst>
                    </a:blip>
                    <a:stretch>
                      <a:fillRect/>
                    </a:stretch>
                  </pic:blipFill>
                  <pic:spPr>
                    <a:xfrm>
                      <a:off x="0" y="0"/>
                      <a:ext cx="2025425" cy="2580798"/>
                    </a:xfrm>
                    <a:prstGeom prst="rect">
                      <a:avLst/>
                    </a:prstGeom>
                  </pic:spPr>
                </pic:pic>
              </a:graphicData>
            </a:graphic>
          </wp:inline>
        </w:drawing>
      </w:r>
    </w:p>
    <w:sectPr w:rsidR="00991C5D" w:rsidRPr="002337E4" w:rsidSect="008A7023">
      <w:headerReference w:type="even" r:id="rId8"/>
      <w:footerReference w:type="default" r:id="rId9"/>
      <w:headerReference w:type="first" r:id="rId10"/>
      <w:footerReference w:type="first" r:id="rId11"/>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83702C" w14:textId="77777777" w:rsidR="00492606" w:rsidRDefault="00492606">
      <w:r>
        <w:separator/>
      </w:r>
    </w:p>
  </w:endnote>
  <w:endnote w:type="continuationSeparator" w:id="0">
    <w:p w14:paraId="3BEE0CF0" w14:textId="77777777" w:rsidR="00492606" w:rsidRDefault="004926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9BCC3" w14:textId="77777777" w:rsidR="00C63EC9" w:rsidRDefault="00C63EC9">
    <w:pPr>
      <w:pStyle w:val="Fuzeile"/>
      <w:rPr>
        <w:sz w:val="20"/>
      </w:rPr>
    </w:pPr>
  </w:p>
  <w:p w14:paraId="305B3BD7" w14:textId="77777777" w:rsidR="00C63EC9" w:rsidRDefault="00C63EC9"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3F1FF1">
      <w:rPr>
        <w:rStyle w:val="Seitenzahl"/>
        <w:noProof/>
      </w:rPr>
      <w:t>2</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3F1FF1">
      <w:rPr>
        <w:rStyle w:val="Seitenzahl"/>
        <w:noProof/>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4B97B" w14:textId="77777777" w:rsidR="00C63EC9" w:rsidRDefault="00C63EC9">
    <w:pPr>
      <w:pStyle w:val="Fuzeile"/>
      <w:rPr>
        <w:sz w:val="20"/>
      </w:rPr>
    </w:pPr>
  </w:p>
  <w:p w14:paraId="4D1C5E80" w14:textId="77777777" w:rsidR="00C63EC9" w:rsidRDefault="00C63EC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CA7E85">
      <w:rPr>
        <w:rStyle w:val="Seitenzahl"/>
        <w:noProof/>
      </w:rPr>
      <w:t>1</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CA7E85">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66E8F8" w14:textId="77777777" w:rsidR="00492606" w:rsidRDefault="00492606">
      <w:r>
        <w:separator/>
      </w:r>
    </w:p>
  </w:footnote>
  <w:footnote w:type="continuationSeparator" w:id="0">
    <w:p w14:paraId="545CCDE5" w14:textId="77777777" w:rsidR="00492606" w:rsidRDefault="004926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F21EF"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6B35B73F"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40254" w14:textId="77777777" w:rsidR="00E83CBB" w:rsidRDefault="00E83CBB">
    <w:pPr>
      <w:pStyle w:val="Kopfzeile"/>
    </w:pPr>
  </w:p>
  <w:p w14:paraId="5DBA56B6" w14:textId="77777777" w:rsidR="00E83CBB" w:rsidRDefault="00E83CBB">
    <w:pPr>
      <w:pStyle w:val="Kopfzeile"/>
    </w:pPr>
  </w:p>
  <w:p w14:paraId="509D6A3E" w14:textId="672976D1" w:rsidR="00E83CBB" w:rsidRDefault="00680A9A" w:rsidP="00E83CBB">
    <w:pPr>
      <w:pStyle w:val="Kopfzeile"/>
      <w:jc w:val="right"/>
      <w:rPr>
        <w:b/>
      </w:rPr>
    </w:pPr>
    <w:r>
      <w:rPr>
        <w:b/>
        <w:noProof/>
      </w:rPr>
      <w:drawing>
        <wp:inline distT="0" distB="0" distL="0" distR="0" wp14:anchorId="3CC01FF2" wp14:editId="31964F99">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4201BC77" w14:textId="77777777" w:rsidR="008A7023" w:rsidRDefault="008A7023" w:rsidP="00E83CBB">
    <w:pPr>
      <w:pStyle w:val="Kopfzeile"/>
      <w:jc w:val="right"/>
      <w:rPr>
        <w:b/>
        <w:sz w:val="32"/>
        <w:szCs w:val="32"/>
      </w:rPr>
    </w:pPr>
  </w:p>
  <w:p w14:paraId="57A8094E" w14:textId="77777777" w:rsidR="005A4985" w:rsidRDefault="00E83CBB" w:rsidP="00E83CBB">
    <w:pPr>
      <w:pStyle w:val="Kopfzeile"/>
      <w:jc w:val="right"/>
    </w:pPr>
    <w:r w:rsidRPr="000D1D67">
      <w:rPr>
        <w:b/>
        <w:sz w:val="32"/>
        <w:szCs w:val="32"/>
      </w:rPr>
      <w:t>Presse-Information</w:t>
    </w:r>
    <w:r>
      <w:tab/>
    </w:r>
    <w:r>
      <w:tab/>
      <w:t xml:space="preserve"> </w:t>
    </w:r>
  </w:p>
  <w:p w14:paraId="6479DAA3" w14:textId="7586B8FD" w:rsidR="00E83CBB" w:rsidRDefault="00E83CBB" w:rsidP="00A009AD">
    <w:pPr>
      <w:pStyle w:val="Kopfzeile"/>
      <w:jc w:val="right"/>
    </w:pPr>
    <w:r>
      <w:t xml:space="preserve">Alpen, im </w:t>
    </w:r>
    <w:r w:rsidR="005A589B">
      <w:t>April</w:t>
    </w:r>
    <w:r w:rsidR="000C2CE0">
      <w:t xml:space="preserve"> </w:t>
    </w:r>
    <w:r w:rsidR="0006759C">
      <w:t>20</w:t>
    </w:r>
    <w:r w:rsidR="006378C8">
      <w:t>2</w:t>
    </w:r>
    <w:r w:rsidR="00855AD5">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4C82"/>
    <w:rsid w:val="00021A5B"/>
    <w:rsid w:val="00041178"/>
    <w:rsid w:val="000420BF"/>
    <w:rsid w:val="000517AD"/>
    <w:rsid w:val="00057641"/>
    <w:rsid w:val="0006759C"/>
    <w:rsid w:val="00067ADA"/>
    <w:rsid w:val="00077B84"/>
    <w:rsid w:val="000803D1"/>
    <w:rsid w:val="00081816"/>
    <w:rsid w:val="00091FD8"/>
    <w:rsid w:val="000960B0"/>
    <w:rsid w:val="000A34BF"/>
    <w:rsid w:val="000C2CE0"/>
    <w:rsid w:val="000D1D67"/>
    <w:rsid w:val="000D36F4"/>
    <w:rsid w:val="000F7823"/>
    <w:rsid w:val="001162C6"/>
    <w:rsid w:val="001206DC"/>
    <w:rsid w:val="001245C8"/>
    <w:rsid w:val="00135436"/>
    <w:rsid w:val="00150F3E"/>
    <w:rsid w:val="00156D6F"/>
    <w:rsid w:val="0015756F"/>
    <w:rsid w:val="00157A36"/>
    <w:rsid w:val="00180BF9"/>
    <w:rsid w:val="00184E4C"/>
    <w:rsid w:val="00192E77"/>
    <w:rsid w:val="00195CA7"/>
    <w:rsid w:val="001B112A"/>
    <w:rsid w:val="001D347D"/>
    <w:rsid w:val="00202A78"/>
    <w:rsid w:val="002033C6"/>
    <w:rsid w:val="002046A9"/>
    <w:rsid w:val="00225F31"/>
    <w:rsid w:val="0023097F"/>
    <w:rsid w:val="002337E4"/>
    <w:rsid w:val="0024407C"/>
    <w:rsid w:val="0024691D"/>
    <w:rsid w:val="00246BF4"/>
    <w:rsid w:val="00257BBC"/>
    <w:rsid w:val="00257D0D"/>
    <w:rsid w:val="00261B9C"/>
    <w:rsid w:val="002718A9"/>
    <w:rsid w:val="00276E3B"/>
    <w:rsid w:val="002775AC"/>
    <w:rsid w:val="0029451A"/>
    <w:rsid w:val="00294BC3"/>
    <w:rsid w:val="00297844"/>
    <w:rsid w:val="002A0C42"/>
    <w:rsid w:val="002A5BD4"/>
    <w:rsid w:val="002B4A05"/>
    <w:rsid w:val="002C0B0D"/>
    <w:rsid w:val="002C1C9A"/>
    <w:rsid w:val="002C4813"/>
    <w:rsid w:val="002C79DF"/>
    <w:rsid w:val="002F7D3E"/>
    <w:rsid w:val="003000F9"/>
    <w:rsid w:val="00320DC7"/>
    <w:rsid w:val="00340E20"/>
    <w:rsid w:val="00342678"/>
    <w:rsid w:val="003444F6"/>
    <w:rsid w:val="00344975"/>
    <w:rsid w:val="00352553"/>
    <w:rsid w:val="00361A72"/>
    <w:rsid w:val="003674CA"/>
    <w:rsid w:val="00372E43"/>
    <w:rsid w:val="0037415C"/>
    <w:rsid w:val="003829BD"/>
    <w:rsid w:val="00382CC3"/>
    <w:rsid w:val="00391A14"/>
    <w:rsid w:val="00393F88"/>
    <w:rsid w:val="003B0DB8"/>
    <w:rsid w:val="003B0EC1"/>
    <w:rsid w:val="003B57EC"/>
    <w:rsid w:val="003D0269"/>
    <w:rsid w:val="003F1FF1"/>
    <w:rsid w:val="003F544F"/>
    <w:rsid w:val="004632EB"/>
    <w:rsid w:val="00464588"/>
    <w:rsid w:val="004802D6"/>
    <w:rsid w:val="00492606"/>
    <w:rsid w:val="00494FE7"/>
    <w:rsid w:val="004A083E"/>
    <w:rsid w:val="004A4F05"/>
    <w:rsid w:val="004A5596"/>
    <w:rsid w:val="004C5543"/>
    <w:rsid w:val="004D316F"/>
    <w:rsid w:val="004D4B93"/>
    <w:rsid w:val="004D7CBB"/>
    <w:rsid w:val="004E3409"/>
    <w:rsid w:val="004E6B3C"/>
    <w:rsid w:val="004F112B"/>
    <w:rsid w:val="004F14A0"/>
    <w:rsid w:val="004F3150"/>
    <w:rsid w:val="004F7486"/>
    <w:rsid w:val="00523ECB"/>
    <w:rsid w:val="0053594A"/>
    <w:rsid w:val="00542D54"/>
    <w:rsid w:val="00543685"/>
    <w:rsid w:val="00563B2A"/>
    <w:rsid w:val="00570705"/>
    <w:rsid w:val="0057694A"/>
    <w:rsid w:val="00590825"/>
    <w:rsid w:val="00590C5C"/>
    <w:rsid w:val="0059685D"/>
    <w:rsid w:val="005A2435"/>
    <w:rsid w:val="005A35B4"/>
    <w:rsid w:val="005A4985"/>
    <w:rsid w:val="005A5776"/>
    <w:rsid w:val="005A589B"/>
    <w:rsid w:val="005B12A3"/>
    <w:rsid w:val="005B1918"/>
    <w:rsid w:val="005B1A62"/>
    <w:rsid w:val="005B3274"/>
    <w:rsid w:val="005D3C3C"/>
    <w:rsid w:val="005D43CE"/>
    <w:rsid w:val="005E4024"/>
    <w:rsid w:val="005E4FDE"/>
    <w:rsid w:val="005F48A2"/>
    <w:rsid w:val="00605437"/>
    <w:rsid w:val="00610310"/>
    <w:rsid w:val="00614296"/>
    <w:rsid w:val="006378C8"/>
    <w:rsid w:val="006450B2"/>
    <w:rsid w:val="0064585D"/>
    <w:rsid w:val="00646F26"/>
    <w:rsid w:val="00655910"/>
    <w:rsid w:val="00656D60"/>
    <w:rsid w:val="00656F0F"/>
    <w:rsid w:val="006620A7"/>
    <w:rsid w:val="00677DC6"/>
    <w:rsid w:val="00680A9A"/>
    <w:rsid w:val="00683B19"/>
    <w:rsid w:val="00686320"/>
    <w:rsid w:val="006B3B3C"/>
    <w:rsid w:val="006B3C8F"/>
    <w:rsid w:val="006C0FD9"/>
    <w:rsid w:val="006D58FA"/>
    <w:rsid w:val="006F54A5"/>
    <w:rsid w:val="00704D8F"/>
    <w:rsid w:val="0071016A"/>
    <w:rsid w:val="00710650"/>
    <w:rsid w:val="00711B24"/>
    <w:rsid w:val="007150BC"/>
    <w:rsid w:val="00715415"/>
    <w:rsid w:val="0072123B"/>
    <w:rsid w:val="007468CB"/>
    <w:rsid w:val="007773E3"/>
    <w:rsid w:val="007816E6"/>
    <w:rsid w:val="00785157"/>
    <w:rsid w:val="00793CCE"/>
    <w:rsid w:val="007D13C5"/>
    <w:rsid w:val="007E06E2"/>
    <w:rsid w:val="007E28F5"/>
    <w:rsid w:val="007E6E22"/>
    <w:rsid w:val="0080546E"/>
    <w:rsid w:val="00806B8C"/>
    <w:rsid w:val="00807BB1"/>
    <w:rsid w:val="0081648C"/>
    <w:rsid w:val="00834DE1"/>
    <w:rsid w:val="00855AD5"/>
    <w:rsid w:val="008568E5"/>
    <w:rsid w:val="00870611"/>
    <w:rsid w:val="00871E65"/>
    <w:rsid w:val="008818CB"/>
    <w:rsid w:val="0088637A"/>
    <w:rsid w:val="0089279F"/>
    <w:rsid w:val="008A1E30"/>
    <w:rsid w:val="008A7023"/>
    <w:rsid w:val="008B05C6"/>
    <w:rsid w:val="008C3B58"/>
    <w:rsid w:val="008D271E"/>
    <w:rsid w:val="008D71A6"/>
    <w:rsid w:val="008E2C03"/>
    <w:rsid w:val="00901981"/>
    <w:rsid w:val="00904035"/>
    <w:rsid w:val="00906ABE"/>
    <w:rsid w:val="00912C49"/>
    <w:rsid w:val="00917986"/>
    <w:rsid w:val="00922957"/>
    <w:rsid w:val="009553A7"/>
    <w:rsid w:val="0096335D"/>
    <w:rsid w:val="00973EDE"/>
    <w:rsid w:val="00981585"/>
    <w:rsid w:val="009838F0"/>
    <w:rsid w:val="009864C1"/>
    <w:rsid w:val="00991BD7"/>
    <w:rsid w:val="00991C5D"/>
    <w:rsid w:val="00994BBD"/>
    <w:rsid w:val="009A3071"/>
    <w:rsid w:val="009A61F5"/>
    <w:rsid w:val="009B1351"/>
    <w:rsid w:val="009B1913"/>
    <w:rsid w:val="009C7079"/>
    <w:rsid w:val="00A009AD"/>
    <w:rsid w:val="00A035AC"/>
    <w:rsid w:val="00A30292"/>
    <w:rsid w:val="00A343C7"/>
    <w:rsid w:val="00A46F69"/>
    <w:rsid w:val="00A52D52"/>
    <w:rsid w:val="00A72B4D"/>
    <w:rsid w:val="00A82D37"/>
    <w:rsid w:val="00A87C53"/>
    <w:rsid w:val="00A951B8"/>
    <w:rsid w:val="00AA09C4"/>
    <w:rsid w:val="00AD55B4"/>
    <w:rsid w:val="00AD651E"/>
    <w:rsid w:val="00AF1E45"/>
    <w:rsid w:val="00AF2660"/>
    <w:rsid w:val="00B00E1A"/>
    <w:rsid w:val="00B048EF"/>
    <w:rsid w:val="00B10F97"/>
    <w:rsid w:val="00B15D31"/>
    <w:rsid w:val="00B26CB1"/>
    <w:rsid w:val="00B32C07"/>
    <w:rsid w:val="00B331CC"/>
    <w:rsid w:val="00B343BE"/>
    <w:rsid w:val="00B5167C"/>
    <w:rsid w:val="00B61734"/>
    <w:rsid w:val="00BA0D06"/>
    <w:rsid w:val="00BB122E"/>
    <w:rsid w:val="00BB1B5D"/>
    <w:rsid w:val="00BF1211"/>
    <w:rsid w:val="00BF50AB"/>
    <w:rsid w:val="00BF5878"/>
    <w:rsid w:val="00BF5920"/>
    <w:rsid w:val="00C05D0B"/>
    <w:rsid w:val="00C114A2"/>
    <w:rsid w:val="00C20AD6"/>
    <w:rsid w:val="00C22B5C"/>
    <w:rsid w:val="00C30AB6"/>
    <w:rsid w:val="00C3479F"/>
    <w:rsid w:val="00C4432E"/>
    <w:rsid w:val="00C46CC8"/>
    <w:rsid w:val="00C51E1C"/>
    <w:rsid w:val="00C537F4"/>
    <w:rsid w:val="00C55560"/>
    <w:rsid w:val="00C563F2"/>
    <w:rsid w:val="00C63EC9"/>
    <w:rsid w:val="00C72F04"/>
    <w:rsid w:val="00C761B6"/>
    <w:rsid w:val="00C8677B"/>
    <w:rsid w:val="00C961F4"/>
    <w:rsid w:val="00CA5001"/>
    <w:rsid w:val="00CA7E85"/>
    <w:rsid w:val="00CB2B84"/>
    <w:rsid w:val="00CB5D32"/>
    <w:rsid w:val="00CD4F46"/>
    <w:rsid w:val="00CF075E"/>
    <w:rsid w:val="00D01116"/>
    <w:rsid w:val="00D21B1D"/>
    <w:rsid w:val="00D27B99"/>
    <w:rsid w:val="00D45E29"/>
    <w:rsid w:val="00D5373B"/>
    <w:rsid w:val="00D54775"/>
    <w:rsid w:val="00D7690D"/>
    <w:rsid w:val="00DA57C3"/>
    <w:rsid w:val="00DB5EB6"/>
    <w:rsid w:val="00DB6559"/>
    <w:rsid w:val="00DC4601"/>
    <w:rsid w:val="00DD0753"/>
    <w:rsid w:val="00DE702A"/>
    <w:rsid w:val="00DF2AFB"/>
    <w:rsid w:val="00DF47B6"/>
    <w:rsid w:val="00DF75AC"/>
    <w:rsid w:val="00E00515"/>
    <w:rsid w:val="00E01DAC"/>
    <w:rsid w:val="00E1583E"/>
    <w:rsid w:val="00E30F7E"/>
    <w:rsid w:val="00E4033F"/>
    <w:rsid w:val="00E43DAF"/>
    <w:rsid w:val="00E5127F"/>
    <w:rsid w:val="00E6032D"/>
    <w:rsid w:val="00E662F2"/>
    <w:rsid w:val="00E83CBB"/>
    <w:rsid w:val="00E95A59"/>
    <w:rsid w:val="00EC0405"/>
    <w:rsid w:val="00ED1A44"/>
    <w:rsid w:val="00ED3628"/>
    <w:rsid w:val="00ED718D"/>
    <w:rsid w:val="00EF5C3D"/>
    <w:rsid w:val="00F126DC"/>
    <w:rsid w:val="00F24653"/>
    <w:rsid w:val="00F36037"/>
    <w:rsid w:val="00F3731D"/>
    <w:rsid w:val="00F41231"/>
    <w:rsid w:val="00F43C48"/>
    <w:rsid w:val="00F554A7"/>
    <w:rsid w:val="00F7033D"/>
    <w:rsid w:val="00F769F1"/>
    <w:rsid w:val="00F82E49"/>
    <w:rsid w:val="00F9506A"/>
    <w:rsid w:val="00FA2C65"/>
    <w:rsid w:val="00FB3192"/>
    <w:rsid w:val="00FB48CF"/>
    <w:rsid w:val="00FD0C5D"/>
    <w:rsid w:val="00FD2177"/>
    <w:rsid w:val="00FD7270"/>
    <w:rsid w:val="00FE517A"/>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F89B0AB"/>
  <w15:docId w15:val="{8DDA778C-7BA6-4173-852A-B0FD70EE2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rsid w:val="00A035AC"/>
    <w:pPr>
      <w:spacing w:line="360" w:lineRule="auto"/>
      <w:ind w:right="2209"/>
      <w:jc w:val="both"/>
    </w:pPr>
  </w:style>
  <w:style w:type="character" w:customStyle="1" w:styleId="Textkrper2Zchn">
    <w:name w:val="Textkörper 2 Zchn"/>
    <w:basedOn w:val="Absatz-Standardschriftart"/>
    <w:link w:val="Textkrper2"/>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 w:type="paragraph" w:styleId="berarbeitung">
    <w:name w:val="Revision"/>
    <w:hidden/>
    <w:uiPriority w:val="99"/>
    <w:semiHidden/>
    <w:rsid w:val="00793CCE"/>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ABAA3-EA76-4636-9C12-AD683E140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Template>
  <TotalTime>0</TotalTime>
  <Pages>2</Pages>
  <Words>386</Words>
  <Characters>2665</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Fischer, Katrin</cp:lastModifiedBy>
  <cp:revision>15</cp:revision>
  <cp:lastPrinted>2015-08-04T10:52:00Z</cp:lastPrinted>
  <dcterms:created xsi:type="dcterms:W3CDTF">2024-02-29T15:07:00Z</dcterms:created>
  <dcterms:modified xsi:type="dcterms:W3CDTF">2025-04-27T12:18:00Z</dcterms:modified>
</cp:coreProperties>
</file>