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AE272" w14:textId="77777777" w:rsidR="008A7023" w:rsidRDefault="008A7023" w:rsidP="000D1D67">
      <w:pPr>
        <w:pStyle w:val="Titel"/>
        <w:spacing w:after="120"/>
        <w:ind w:right="1848"/>
        <w:jc w:val="both"/>
        <w:rPr>
          <w:szCs w:val="28"/>
        </w:rPr>
      </w:pPr>
    </w:p>
    <w:p w14:paraId="710E104B" w14:textId="0ABBA840" w:rsidR="00C63EC9" w:rsidRPr="00602058" w:rsidRDefault="00602058" w:rsidP="00361A72">
      <w:pPr>
        <w:pStyle w:val="Titel"/>
        <w:spacing w:after="240"/>
        <w:ind w:right="1699"/>
        <w:jc w:val="both"/>
        <w:rPr>
          <w:szCs w:val="28"/>
        </w:rPr>
      </w:pPr>
      <w:r w:rsidRPr="00602058">
        <w:rPr>
          <w:szCs w:val="28"/>
        </w:rPr>
        <w:t>Neuer LEMKEN Striegel meistert alle Unebenheiten</w:t>
      </w:r>
    </w:p>
    <w:p w14:paraId="43940821" w14:textId="60B280B8" w:rsidR="000D1D67" w:rsidRPr="00602058" w:rsidRDefault="00602058" w:rsidP="00C51E1C">
      <w:pPr>
        <w:pStyle w:val="Titel"/>
        <w:spacing w:before="120" w:after="240"/>
        <w:ind w:right="1701"/>
        <w:jc w:val="both"/>
        <w:rPr>
          <w:sz w:val="24"/>
        </w:rPr>
      </w:pPr>
      <w:r w:rsidRPr="00602058">
        <w:rPr>
          <w:sz w:val="24"/>
        </w:rPr>
        <w:t>Effektive Unkrautbekämpfung in jungen Pflanzenstadien</w:t>
      </w:r>
    </w:p>
    <w:p w14:paraId="4E9B1EA4" w14:textId="77777777" w:rsidR="00602058" w:rsidRPr="00602058" w:rsidRDefault="00602058" w:rsidP="00602058">
      <w:pPr>
        <w:pStyle w:val="Titel"/>
        <w:spacing w:after="240" w:line="360" w:lineRule="auto"/>
        <w:ind w:right="1699"/>
        <w:jc w:val="both"/>
        <w:rPr>
          <w:b w:val="0"/>
          <w:sz w:val="22"/>
          <w:szCs w:val="22"/>
        </w:rPr>
      </w:pPr>
      <w:r w:rsidRPr="00602058">
        <w:rPr>
          <w:b w:val="0"/>
          <w:sz w:val="22"/>
          <w:szCs w:val="22"/>
        </w:rPr>
        <w:t xml:space="preserve">Mit dem </w:t>
      </w:r>
      <w:proofErr w:type="spellStart"/>
      <w:r w:rsidRPr="00602058">
        <w:rPr>
          <w:b w:val="0"/>
          <w:sz w:val="22"/>
          <w:szCs w:val="22"/>
        </w:rPr>
        <w:t>Thulit</w:t>
      </w:r>
      <w:proofErr w:type="spellEnd"/>
      <w:r w:rsidRPr="00602058">
        <w:rPr>
          <w:b w:val="0"/>
          <w:sz w:val="22"/>
          <w:szCs w:val="22"/>
        </w:rPr>
        <w:t xml:space="preserve"> präsentiert LEMKEN erstmals einen Hackstriegel und komplettiert sein Programm der mechanischen Unkrautbekämpfung. Bei der Entwicklung löste sich der Landtechnikhersteller von bekannten Mustern und präsentiert ein neuartiges Konzept mit vier Balken und acht Reihen </w:t>
      </w:r>
      <w:proofErr w:type="spellStart"/>
      <w:r w:rsidRPr="00602058">
        <w:rPr>
          <w:b w:val="0"/>
          <w:sz w:val="22"/>
          <w:szCs w:val="22"/>
        </w:rPr>
        <w:t>Striegelzinken</w:t>
      </w:r>
      <w:proofErr w:type="spellEnd"/>
      <w:r w:rsidRPr="00602058">
        <w:rPr>
          <w:b w:val="0"/>
          <w:sz w:val="22"/>
          <w:szCs w:val="22"/>
        </w:rPr>
        <w:t xml:space="preserve">. Anstatt komplexer Federkombinationen kommt dabei eine innovative hydraulische Zinkendruckeinstellung zum Einsatz, die für einen gleichmäßigeren Druck der Zinken über die gesamte Arbeitsfläche sorgt. Der Druck kann während der Fahrt stufenlos auf bis zu fünf Kilogramm reguliert werden. Damit leistet der </w:t>
      </w:r>
      <w:proofErr w:type="spellStart"/>
      <w:r w:rsidRPr="00602058">
        <w:rPr>
          <w:b w:val="0"/>
          <w:sz w:val="22"/>
          <w:szCs w:val="22"/>
        </w:rPr>
        <w:t>Thulit</w:t>
      </w:r>
      <w:proofErr w:type="spellEnd"/>
      <w:r w:rsidRPr="00602058">
        <w:rPr>
          <w:b w:val="0"/>
          <w:sz w:val="22"/>
          <w:szCs w:val="22"/>
        </w:rPr>
        <w:t xml:space="preserve"> in den empfindlichen Wachstumsstadien der Nutzpflanze sehr gute Arbeit. </w:t>
      </w:r>
    </w:p>
    <w:p w14:paraId="2FF369F9" w14:textId="77777777" w:rsidR="00602058" w:rsidRPr="00602058" w:rsidRDefault="00602058" w:rsidP="00602058">
      <w:pPr>
        <w:pStyle w:val="Titel"/>
        <w:spacing w:after="240" w:line="360" w:lineRule="auto"/>
        <w:ind w:right="1699"/>
        <w:jc w:val="both"/>
        <w:rPr>
          <w:b w:val="0"/>
          <w:sz w:val="22"/>
          <w:szCs w:val="22"/>
        </w:rPr>
      </w:pPr>
      <w:r w:rsidRPr="00602058">
        <w:rPr>
          <w:b w:val="0"/>
          <w:sz w:val="22"/>
          <w:szCs w:val="22"/>
        </w:rPr>
        <w:t xml:space="preserve">Die Zinken sind mit einem Strichabstand von 31,25 </w:t>
      </w:r>
      <w:proofErr w:type="spellStart"/>
      <w:r w:rsidRPr="00602058">
        <w:rPr>
          <w:b w:val="0"/>
          <w:sz w:val="22"/>
          <w:szCs w:val="22"/>
        </w:rPr>
        <w:t>Milliimeter</w:t>
      </w:r>
      <w:proofErr w:type="spellEnd"/>
      <w:r w:rsidRPr="00602058">
        <w:rPr>
          <w:b w:val="0"/>
          <w:sz w:val="22"/>
          <w:szCs w:val="22"/>
        </w:rPr>
        <w:t xml:space="preserve"> angeordnet und gewährleisten eine verstopfungsfreie Arbeit. Eine stabile, spurgetreue und verschleißfreie Zinkenlagerung sorgt für eine optimale Entfernung von Beikräutern. Ein unkompliziertes Schnellwechselsystem erleichtert den Austausch der </w:t>
      </w:r>
      <w:proofErr w:type="spellStart"/>
      <w:r w:rsidRPr="00602058">
        <w:rPr>
          <w:b w:val="0"/>
          <w:sz w:val="22"/>
          <w:szCs w:val="22"/>
        </w:rPr>
        <w:t>Striegelzinken</w:t>
      </w:r>
      <w:proofErr w:type="spellEnd"/>
      <w:r w:rsidRPr="00602058">
        <w:rPr>
          <w:b w:val="0"/>
          <w:sz w:val="22"/>
          <w:szCs w:val="22"/>
        </w:rPr>
        <w:t xml:space="preserve">. Durch die präzise und konstante Bodenanpassung mit gleichbleibendem Zinkendruck ist der </w:t>
      </w:r>
      <w:proofErr w:type="spellStart"/>
      <w:r w:rsidRPr="00602058">
        <w:rPr>
          <w:b w:val="0"/>
          <w:sz w:val="22"/>
          <w:szCs w:val="22"/>
        </w:rPr>
        <w:t>Thulit</w:t>
      </w:r>
      <w:proofErr w:type="spellEnd"/>
      <w:r w:rsidRPr="00602058">
        <w:rPr>
          <w:b w:val="0"/>
          <w:sz w:val="22"/>
          <w:szCs w:val="22"/>
        </w:rPr>
        <w:t xml:space="preserve"> vielseitig einsetzbar, auch bei stark unebenen Böden und in Dammkulturen. Seine Durchgangshöhe ist großzügig bemessen und da er ohne die sonst üblichen Federn auskommt, ist ein Verhaken von Pflanzen unter dem Rahmen nahezu ausgeschlossen. Das flexible hydraulische System ermöglicht außerdem eine Teilbreitensteuerung (</w:t>
      </w:r>
      <w:proofErr w:type="spellStart"/>
      <w:r w:rsidRPr="00602058">
        <w:rPr>
          <w:b w:val="0"/>
          <w:sz w:val="22"/>
          <w:szCs w:val="22"/>
        </w:rPr>
        <w:t>Section</w:t>
      </w:r>
      <w:proofErr w:type="spellEnd"/>
      <w:r w:rsidRPr="00602058">
        <w:rPr>
          <w:b w:val="0"/>
          <w:sz w:val="22"/>
          <w:szCs w:val="22"/>
        </w:rPr>
        <w:t xml:space="preserve"> Control) innerhalb der Rahmenfelder, um eine mehrfache Bearbeitung zu vermeiden. </w:t>
      </w:r>
    </w:p>
    <w:p w14:paraId="28353A9E" w14:textId="77777777" w:rsidR="00602058" w:rsidRPr="00602058" w:rsidRDefault="00602058" w:rsidP="00602058">
      <w:pPr>
        <w:pStyle w:val="Titel"/>
        <w:spacing w:after="240" w:line="360" w:lineRule="auto"/>
        <w:ind w:right="1699"/>
        <w:jc w:val="both"/>
        <w:rPr>
          <w:b w:val="0"/>
          <w:sz w:val="22"/>
          <w:szCs w:val="22"/>
        </w:rPr>
      </w:pPr>
      <w:r w:rsidRPr="00602058">
        <w:rPr>
          <w:b w:val="0"/>
          <w:sz w:val="22"/>
          <w:szCs w:val="22"/>
        </w:rPr>
        <w:t xml:space="preserve">Bei der Rahmenkonstruktion nahm die Minimierung des Gewichts eine zentrale Rolle ein. Daher wurde die Anzahl beweglicher Teile gegenüber vergleichbaren Modellen erheblich reduziert, damit er auch mit Traktoren mit geringer Hubkraft gut einsetzbar ist. Der Fahrer hat bei der Arbeit freie Sicht auf die </w:t>
      </w:r>
      <w:proofErr w:type="spellStart"/>
      <w:r w:rsidRPr="00602058">
        <w:rPr>
          <w:b w:val="0"/>
          <w:sz w:val="22"/>
          <w:szCs w:val="22"/>
        </w:rPr>
        <w:t>Striegelzinken</w:t>
      </w:r>
      <w:proofErr w:type="spellEnd"/>
      <w:r w:rsidRPr="00602058">
        <w:rPr>
          <w:b w:val="0"/>
          <w:sz w:val="22"/>
          <w:szCs w:val="22"/>
        </w:rPr>
        <w:t xml:space="preserve"> und so sein Arbeitsergebnis ständig im Blick. Für den Transport </w:t>
      </w:r>
      <w:proofErr w:type="gramStart"/>
      <w:r w:rsidRPr="00602058">
        <w:rPr>
          <w:b w:val="0"/>
          <w:sz w:val="22"/>
          <w:szCs w:val="22"/>
        </w:rPr>
        <w:t>klappen</w:t>
      </w:r>
      <w:proofErr w:type="gramEnd"/>
      <w:r w:rsidRPr="00602058">
        <w:rPr>
          <w:b w:val="0"/>
          <w:sz w:val="22"/>
          <w:szCs w:val="22"/>
        </w:rPr>
        <w:t xml:space="preserve"> sich die Zinken automatisch ein und sorgen so für ein erhöhtes Maß an Sicherheit. </w:t>
      </w:r>
    </w:p>
    <w:p w14:paraId="6546A4EE" w14:textId="1D168BFA" w:rsidR="00981585" w:rsidRDefault="00602058" w:rsidP="00602058">
      <w:pPr>
        <w:pStyle w:val="Titel"/>
        <w:spacing w:after="240" w:line="360" w:lineRule="auto"/>
        <w:ind w:right="1699"/>
        <w:jc w:val="both"/>
        <w:rPr>
          <w:b w:val="0"/>
          <w:sz w:val="22"/>
          <w:szCs w:val="22"/>
        </w:rPr>
      </w:pPr>
      <w:r w:rsidRPr="00602058">
        <w:rPr>
          <w:b w:val="0"/>
          <w:sz w:val="22"/>
          <w:szCs w:val="22"/>
        </w:rPr>
        <w:lastRenderedPageBreak/>
        <w:t xml:space="preserve">Der Striegel </w:t>
      </w:r>
      <w:proofErr w:type="spellStart"/>
      <w:r w:rsidRPr="00602058">
        <w:rPr>
          <w:b w:val="0"/>
          <w:sz w:val="22"/>
          <w:szCs w:val="22"/>
        </w:rPr>
        <w:t>Thulit</w:t>
      </w:r>
      <w:proofErr w:type="spellEnd"/>
      <w:r w:rsidRPr="00602058">
        <w:rPr>
          <w:b w:val="0"/>
          <w:sz w:val="22"/>
          <w:szCs w:val="22"/>
        </w:rPr>
        <w:t xml:space="preserve"> ist in begrenzter Stückzahl zunächst in Arbeitsbreiten von sechs und neun Meter zum Frühjahr 2024 erhältlich.</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5C3BD2BC"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180BF9">
        <w:rPr>
          <w:rFonts w:cs="Arial"/>
          <w:sz w:val="20"/>
          <w:szCs w:val="20"/>
        </w:rPr>
        <w:t>3</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w:t>
      </w:r>
    </w:p>
    <w:p w14:paraId="6A1A4E1C" w14:textId="77777777" w:rsidR="00C63EC9" w:rsidRPr="00C72F04" w:rsidRDefault="00C63EC9" w:rsidP="00361A72">
      <w:pPr>
        <w:pStyle w:val="Textkrper2"/>
        <w:ind w:right="1699"/>
      </w:pPr>
    </w:p>
    <w:p w14:paraId="0E337D83" w14:textId="77777777" w:rsidR="00C63EC9" w:rsidRPr="00C72F04" w:rsidRDefault="00C63EC9" w:rsidP="00361A72">
      <w:pPr>
        <w:pStyle w:val="Textkrper2"/>
        <w:tabs>
          <w:tab w:val="left" w:pos="7020"/>
          <w:tab w:val="left" w:pos="7200"/>
        </w:tabs>
        <w:spacing w:line="288" w:lineRule="auto"/>
        <w:ind w:right="1699"/>
        <w:outlineLvl w:val="0"/>
        <w:rPr>
          <w:b/>
          <w:sz w:val="20"/>
          <w:szCs w:val="20"/>
        </w:rPr>
      </w:pPr>
      <w:r w:rsidRPr="00C72F04">
        <w:rPr>
          <w:b/>
          <w:sz w:val="20"/>
          <w:szCs w:val="20"/>
        </w:rPr>
        <w:t>Presse-Kontakt</w:t>
      </w:r>
    </w:p>
    <w:p w14:paraId="6862CF4C" w14:textId="77777777" w:rsidR="00C63EC9" w:rsidRPr="00C72F04" w:rsidRDefault="00F82E49" w:rsidP="00361A72">
      <w:pPr>
        <w:pStyle w:val="Textkrper2"/>
        <w:tabs>
          <w:tab w:val="left" w:pos="7020"/>
          <w:tab w:val="left" w:pos="7200"/>
        </w:tabs>
        <w:spacing w:line="240" w:lineRule="auto"/>
        <w:ind w:right="1699"/>
        <w:outlineLvl w:val="0"/>
        <w:rPr>
          <w:sz w:val="20"/>
          <w:szCs w:val="20"/>
        </w:rPr>
      </w:pPr>
      <w:r>
        <w:rPr>
          <w:sz w:val="20"/>
          <w:szCs w:val="20"/>
        </w:rPr>
        <w:t>Marie Ehses</w:t>
      </w:r>
    </w:p>
    <w:p w14:paraId="31B7861B" w14:textId="77777777" w:rsidR="00C63EC9" w:rsidRPr="00C72F04" w:rsidRDefault="00C63EC9" w:rsidP="00361A72">
      <w:pPr>
        <w:pStyle w:val="Textkrper2"/>
        <w:tabs>
          <w:tab w:val="left" w:pos="720"/>
          <w:tab w:val="left" w:pos="7200"/>
        </w:tabs>
        <w:spacing w:line="240" w:lineRule="auto"/>
        <w:ind w:right="1699"/>
        <w:rPr>
          <w:sz w:val="20"/>
          <w:szCs w:val="20"/>
        </w:rPr>
      </w:pPr>
      <w:r w:rsidRPr="00C72F04">
        <w:rPr>
          <w:sz w:val="20"/>
          <w:szCs w:val="20"/>
        </w:rPr>
        <w:t>Phone</w:t>
      </w:r>
      <w:r w:rsidRPr="00C72F04">
        <w:rPr>
          <w:sz w:val="20"/>
          <w:szCs w:val="20"/>
        </w:rPr>
        <w:tab/>
        <w:t xml:space="preserve">+49 2802 81 - </w:t>
      </w:r>
      <w:r w:rsidR="00F82E49">
        <w:rPr>
          <w:sz w:val="20"/>
          <w:szCs w:val="20"/>
        </w:rPr>
        <w:t>250</w:t>
      </w:r>
    </w:p>
    <w:p w14:paraId="68A07812" w14:textId="77777777" w:rsidR="003000F9" w:rsidRPr="003000F9" w:rsidRDefault="003000F9" w:rsidP="003000F9">
      <w:pPr>
        <w:pStyle w:val="Textkrper2"/>
        <w:tabs>
          <w:tab w:val="left" w:pos="720"/>
          <w:tab w:val="left" w:pos="7200"/>
        </w:tabs>
        <w:spacing w:line="240" w:lineRule="auto"/>
        <w:ind w:right="1699"/>
        <w:rPr>
          <w:color w:val="000000" w:themeColor="text1"/>
          <w:sz w:val="20"/>
          <w:szCs w:val="20"/>
        </w:rPr>
      </w:pPr>
      <w:r w:rsidRPr="003000F9">
        <w:rPr>
          <w:sz w:val="20"/>
          <w:szCs w:val="20"/>
        </w:rPr>
        <w:t>m.ehses@lemken.com</w:t>
      </w:r>
    </w:p>
    <w:p w14:paraId="6F2B4891" w14:textId="77777777" w:rsidR="00C63EC9" w:rsidRPr="0006759C" w:rsidRDefault="00C63EC9" w:rsidP="00361A72">
      <w:pPr>
        <w:pStyle w:val="Textkrper2"/>
        <w:tabs>
          <w:tab w:val="left" w:pos="720"/>
          <w:tab w:val="left" w:pos="7200"/>
        </w:tabs>
        <w:spacing w:line="240" w:lineRule="auto"/>
        <w:ind w:right="1699"/>
        <w:rPr>
          <w:sz w:val="20"/>
          <w:szCs w:val="20"/>
        </w:rPr>
      </w:pPr>
      <w:r w:rsidRPr="0006759C">
        <w:rPr>
          <w:sz w:val="20"/>
          <w:szCs w:val="20"/>
        </w:rPr>
        <w:t>www.lemken.com</w:t>
      </w:r>
    </w:p>
    <w:p w14:paraId="6A8BD072" w14:textId="77777777" w:rsidR="00C63EC9" w:rsidRPr="0006759C" w:rsidRDefault="00C63EC9" w:rsidP="00361A72">
      <w:pPr>
        <w:pStyle w:val="Textkrper2"/>
        <w:tabs>
          <w:tab w:val="left" w:pos="720"/>
          <w:tab w:val="left" w:pos="7200"/>
        </w:tabs>
        <w:spacing w:line="240" w:lineRule="auto"/>
        <w:ind w:right="1699"/>
        <w:rPr>
          <w:sz w:val="20"/>
          <w:szCs w:val="20"/>
        </w:rPr>
      </w:pPr>
    </w:p>
    <w:p w14:paraId="10C8834D" w14:textId="77777777" w:rsidR="000006C4" w:rsidRPr="0006759C" w:rsidRDefault="000006C4" w:rsidP="00361A72">
      <w:pPr>
        <w:pStyle w:val="Textkrper2"/>
        <w:tabs>
          <w:tab w:val="left" w:pos="720"/>
          <w:tab w:val="left" w:pos="7200"/>
        </w:tabs>
        <w:ind w:right="1699"/>
        <w:rPr>
          <w:sz w:val="20"/>
          <w:szCs w:val="20"/>
        </w:rPr>
      </w:pPr>
    </w:p>
    <w:p w14:paraId="7761EB4C" w14:textId="761E4C53" w:rsidR="00C22B5C" w:rsidRPr="00BC49BD" w:rsidRDefault="000006C4" w:rsidP="00361A72">
      <w:pPr>
        <w:pStyle w:val="Textkrper2"/>
        <w:tabs>
          <w:tab w:val="left" w:pos="720"/>
          <w:tab w:val="left" w:pos="7200"/>
        </w:tabs>
        <w:ind w:right="1699"/>
        <w:rPr>
          <w:sz w:val="20"/>
          <w:szCs w:val="20"/>
        </w:rPr>
      </w:pPr>
      <w:r w:rsidRPr="00BC49BD">
        <w:rPr>
          <w:sz w:val="20"/>
          <w:szCs w:val="20"/>
        </w:rPr>
        <w:t>Bild 1:</w:t>
      </w:r>
      <w:r w:rsidR="00C22B5C" w:rsidRPr="00BC49BD">
        <w:rPr>
          <w:sz w:val="20"/>
          <w:szCs w:val="20"/>
        </w:rPr>
        <w:t xml:space="preserve"> </w:t>
      </w:r>
      <w:r w:rsidR="00BC49BD" w:rsidRPr="00BC49BD">
        <w:rPr>
          <w:sz w:val="20"/>
          <w:szCs w:val="20"/>
        </w:rPr>
        <w:t xml:space="preserve">LEMKEN </w:t>
      </w:r>
      <w:r w:rsidR="00BC49BD">
        <w:rPr>
          <w:sz w:val="20"/>
          <w:szCs w:val="20"/>
        </w:rPr>
        <w:t xml:space="preserve">Striegel </w:t>
      </w:r>
      <w:proofErr w:type="spellStart"/>
      <w:r w:rsidR="00BC49BD" w:rsidRPr="00BC49BD">
        <w:rPr>
          <w:sz w:val="20"/>
          <w:szCs w:val="20"/>
        </w:rPr>
        <w:t>Thulit</w:t>
      </w:r>
      <w:proofErr w:type="spellEnd"/>
      <w:r w:rsidR="00BC49BD" w:rsidRPr="00BC49BD">
        <w:rPr>
          <w:sz w:val="20"/>
          <w:szCs w:val="20"/>
        </w:rPr>
        <w:t xml:space="preserve"> </w:t>
      </w:r>
      <w:r w:rsidR="00BC49BD">
        <w:rPr>
          <w:sz w:val="20"/>
          <w:szCs w:val="20"/>
        </w:rPr>
        <w:t xml:space="preserve">im Einsatz </w:t>
      </w:r>
      <w:r w:rsidR="00BC49BD" w:rsidRPr="00BC49BD">
        <w:rPr>
          <w:sz w:val="20"/>
          <w:szCs w:val="20"/>
        </w:rPr>
        <w:t>in Rotkohl</w:t>
      </w:r>
    </w:p>
    <w:p w14:paraId="33F089EE" w14:textId="77777777" w:rsidR="00BC49BD" w:rsidRDefault="00B66CFE" w:rsidP="00361A72">
      <w:pPr>
        <w:pStyle w:val="Textkrper2"/>
        <w:tabs>
          <w:tab w:val="left" w:pos="720"/>
          <w:tab w:val="left" w:pos="7200"/>
        </w:tabs>
        <w:ind w:right="1699"/>
        <w:rPr>
          <w:sz w:val="20"/>
          <w:szCs w:val="20"/>
        </w:rPr>
      </w:pPr>
      <w:r>
        <w:rPr>
          <w:noProof/>
          <w:sz w:val="20"/>
          <w:szCs w:val="20"/>
        </w:rPr>
        <w:drawing>
          <wp:inline distT="0" distB="0" distL="0" distR="0" wp14:anchorId="58708ECB" wp14:editId="54F343C3">
            <wp:extent cx="3600000" cy="2400529"/>
            <wp:effectExtent l="0" t="0" r="635" b="0"/>
            <wp:docPr id="1" name="Grafik 1" descr="Ein Bild, das draußen, Himmel, Landwirtschaftstechnik,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Himmel, Landwirtschaftstechnik, Fahrzeug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r w:rsidR="00BC49BD" w:rsidRPr="00BC49BD">
        <w:rPr>
          <w:sz w:val="20"/>
          <w:szCs w:val="20"/>
        </w:rPr>
        <w:t xml:space="preserve"> </w:t>
      </w:r>
    </w:p>
    <w:p w14:paraId="42B2C7C2" w14:textId="77777777" w:rsidR="00BC49BD" w:rsidRDefault="00BC49BD" w:rsidP="00361A72">
      <w:pPr>
        <w:pStyle w:val="Textkrper2"/>
        <w:tabs>
          <w:tab w:val="left" w:pos="720"/>
          <w:tab w:val="left" w:pos="7200"/>
        </w:tabs>
        <w:ind w:right="1699"/>
        <w:rPr>
          <w:sz w:val="20"/>
          <w:szCs w:val="20"/>
        </w:rPr>
      </w:pPr>
    </w:p>
    <w:p w14:paraId="666DFF6A" w14:textId="77777777" w:rsidR="00BC49BD" w:rsidRDefault="00BC49BD">
      <w:pPr>
        <w:rPr>
          <w:sz w:val="20"/>
          <w:szCs w:val="20"/>
        </w:rPr>
      </w:pPr>
      <w:r>
        <w:rPr>
          <w:sz w:val="20"/>
          <w:szCs w:val="20"/>
        </w:rPr>
        <w:br w:type="page"/>
      </w:r>
    </w:p>
    <w:p w14:paraId="37DF4FDE" w14:textId="37E78F14" w:rsidR="00B66CFE" w:rsidRDefault="00BC49BD" w:rsidP="00361A72">
      <w:pPr>
        <w:pStyle w:val="Textkrper2"/>
        <w:tabs>
          <w:tab w:val="left" w:pos="720"/>
          <w:tab w:val="left" w:pos="7200"/>
        </w:tabs>
        <w:ind w:right="1699"/>
        <w:rPr>
          <w:sz w:val="20"/>
          <w:szCs w:val="20"/>
        </w:rPr>
      </w:pPr>
      <w:r w:rsidRPr="00BC49BD">
        <w:rPr>
          <w:sz w:val="20"/>
          <w:szCs w:val="20"/>
        </w:rPr>
        <w:lastRenderedPageBreak/>
        <w:t xml:space="preserve">Bild </w:t>
      </w:r>
      <w:r>
        <w:rPr>
          <w:sz w:val="20"/>
          <w:szCs w:val="20"/>
        </w:rPr>
        <w:t>2</w:t>
      </w:r>
      <w:r w:rsidRPr="00BC49BD">
        <w:rPr>
          <w:sz w:val="20"/>
          <w:szCs w:val="20"/>
        </w:rPr>
        <w:t>:</w:t>
      </w:r>
      <w:r>
        <w:rPr>
          <w:sz w:val="20"/>
          <w:szCs w:val="20"/>
        </w:rPr>
        <w:t xml:space="preserve"> LEMKEN Striegel </w:t>
      </w:r>
      <w:proofErr w:type="spellStart"/>
      <w:r>
        <w:rPr>
          <w:sz w:val="20"/>
          <w:szCs w:val="20"/>
        </w:rPr>
        <w:t>Thulit</w:t>
      </w:r>
      <w:proofErr w:type="spellEnd"/>
      <w:r>
        <w:rPr>
          <w:sz w:val="20"/>
          <w:szCs w:val="20"/>
        </w:rPr>
        <w:t xml:space="preserve"> </w:t>
      </w:r>
      <w:r w:rsidRPr="00BC49BD">
        <w:rPr>
          <w:sz w:val="20"/>
          <w:szCs w:val="20"/>
        </w:rPr>
        <w:t xml:space="preserve">mit vier Balken und acht Reihen </w:t>
      </w:r>
      <w:proofErr w:type="spellStart"/>
      <w:r w:rsidRPr="00BC49BD">
        <w:rPr>
          <w:sz w:val="20"/>
          <w:szCs w:val="20"/>
        </w:rPr>
        <w:t>Striegelzinken</w:t>
      </w:r>
      <w:proofErr w:type="spellEnd"/>
      <w:r w:rsidRPr="00BC49BD">
        <w:rPr>
          <w:sz w:val="20"/>
          <w:szCs w:val="20"/>
        </w:rPr>
        <w:t>.</w:t>
      </w:r>
    </w:p>
    <w:p w14:paraId="7EA38999" w14:textId="18E52DB7" w:rsidR="00B66CFE" w:rsidRDefault="00B66CFE" w:rsidP="00361A72">
      <w:pPr>
        <w:pStyle w:val="Textkrper2"/>
        <w:tabs>
          <w:tab w:val="left" w:pos="720"/>
          <w:tab w:val="left" w:pos="7200"/>
        </w:tabs>
        <w:ind w:right="1699"/>
        <w:rPr>
          <w:sz w:val="20"/>
          <w:szCs w:val="20"/>
        </w:rPr>
      </w:pPr>
      <w:r>
        <w:rPr>
          <w:noProof/>
          <w:sz w:val="20"/>
          <w:szCs w:val="20"/>
        </w:rPr>
        <w:drawing>
          <wp:inline distT="0" distB="0" distL="0" distR="0" wp14:anchorId="2753CFBC" wp14:editId="137B8196">
            <wp:extent cx="3600000" cy="2400529"/>
            <wp:effectExtent l="0" t="0" r="635" b="0"/>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reenshot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2B177523" w14:textId="729F075D" w:rsidR="00BC49BD" w:rsidRDefault="00BC49BD" w:rsidP="00361A72">
      <w:pPr>
        <w:pStyle w:val="Textkrper2"/>
        <w:tabs>
          <w:tab w:val="left" w:pos="720"/>
          <w:tab w:val="left" w:pos="7200"/>
        </w:tabs>
        <w:ind w:right="1699"/>
        <w:rPr>
          <w:sz w:val="20"/>
          <w:szCs w:val="20"/>
        </w:rPr>
      </w:pPr>
    </w:p>
    <w:p w14:paraId="59EA669B" w14:textId="796CDA95" w:rsidR="00BC49BD" w:rsidRDefault="00BC49BD" w:rsidP="00361A72">
      <w:pPr>
        <w:pStyle w:val="Textkrper2"/>
        <w:tabs>
          <w:tab w:val="left" w:pos="720"/>
          <w:tab w:val="left" w:pos="7200"/>
        </w:tabs>
        <w:ind w:right="1699"/>
        <w:rPr>
          <w:sz w:val="20"/>
          <w:szCs w:val="20"/>
        </w:rPr>
      </w:pPr>
      <w:r w:rsidRPr="00BC49BD">
        <w:rPr>
          <w:sz w:val="20"/>
          <w:szCs w:val="20"/>
        </w:rPr>
        <w:t xml:space="preserve">Bild </w:t>
      </w:r>
      <w:r>
        <w:rPr>
          <w:sz w:val="20"/>
          <w:szCs w:val="20"/>
        </w:rPr>
        <w:t>3</w:t>
      </w:r>
      <w:r w:rsidRPr="00BC49BD">
        <w:rPr>
          <w:sz w:val="20"/>
          <w:szCs w:val="20"/>
        </w:rPr>
        <w:t>:</w:t>
      </w:r>
      <w:r>
        <w:rPr>
          <w:sz w:val="20"/>
          <w:szCs w:val="20"/>
        </w:rPr>
        <w:t xml:space="preserve"> Transport des LEMKEN </w:t>
      </w:r>
      <w:proofErr w:type="spellStart"/>
      <w:r>
        <w:rPr>
          <w:sz w:val="20"/>
          <w:szCs w:val="20"/>
        </w:rPr>
        <w:t>Thulit</w:t>
      </w:r>
      <w:proofErr w:type="spellEnd"/>
      <w:r>
        <w:rPr>
          <w:sz w:val="20"/>
          <w:szCs w:val="20"/>
        </w:rPr>
        <w:t xml:space="preserve"> mit automatisch eingeklappten Zinken</w:t>
      </w:r>
    </w:p>
    <w:p w14:paraId="313684BD" w14:textId="4A2F9ED6" w:rsidR="00BC49BD" w:rsidRDefault="00B66CFE" w:rsidP="00361A72">
      <w:pPr>
        <w:pStyle w:val="Textkrper2"/>
        <w:tabs>
          <w:tab w:val="left" w:pos="720"/>
          <w:tab w:val="left" w:pos="7200"/>
        </w:tabs>
        <w:ind w:right="1699"/>
        <w:rPr>
          <w:sz w:val="20"/>
          <w:szCs w:val="20"/>
        </w:rPr>
      </w:pPr>
      <w:r>
        <w:rPr>
          <w:noProof/>
          <w:sz w:val="20"/>
          <w:szCs w:val="20"/>
        </w:rPr>
        <w:drawing>
          <wp:inline distT="0" distB="0" distL="0" distR="0" wp14:anchorId="620E9EA5" wp14:editId="042700A2">
            <wp:extent cx="3600000" cy="2400529"/>
            <wp:effectExtent l="0" t="0" r="635" b="0"/>
            <wp:docPr id="4" name="Grafik 4" descr="Ein Bild, das Himmel, draußen, Rad, Tra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Himmel, draußen, Rad, Traktor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sectPr w:rsidR="00BC49BD"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3764F" w14:textId="77777777" w:rsidR="00715415" w:rsidRDefault="00715415">
      <w:r>
        <w:separator/>
      </w:r>
    </w:p>
  </w:endnote>
  <w:endnote w:type="continuationSeparator" w:id="0">
    <w:p w14:paraId="27E9DEBF"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CCA02" w14:textId="77777777" w:rsidR="00715415" w:rsidRDefault="00715415">
      <w:r>
        <w:separator/>
      </w:r>
    </w:p>
  </w:footnote>
  <w:footnote w:type="continuationSeparator" w:id="0">
    <w:p w14:paraId="05C7A79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323109F0" w:rsidR="00E83CBB" w:rsidRDefault="00E83CBB" w:rsidP="00A009AD">
    <w:pPr>
      <w:pStyle w:val="Kopfzeile"/>
      <w:jc w:val="right"/>
    </w:pPr>
    <w:r>
      <w:t xml:space="preserve">Alpen, im </w:t>
    </w:r>
    <w:r w:rsidR="00F12A08">
      <w:t>September</w:t>
    </w:r>
    <w:r w:rsidR="00922957">
      <w:t xml:space="preserve"> </w:t>
    </w:r>
    <w:r w:rsidR="0006759C">
      <w:t>20</w:t>
    </w:r>
    <w:r w:rsidR="006378C8">
      <w:t>2</w:t>
    </w:r>
    <w:r w:rsidR="00922957">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D1D67"/>
    <w:rsid w:val="000D36F4"/>
    <w:rsid w:val="000F7823"/>
    <w:rsid w:val="001162C6"/>
    <w:rsid w:val="001206DC"/>
    <w:rsid w:val="001245C8"/>
    <w:rsid w:val="00132EAB"/>
    <w:rsid w:val="00135436"/>
    <w:rsid w:val="00150F3E"/>
    <w:rsid w:val="00156D6F"/>
    <w:rsid w:val="0015756F"/>
    <w:rsid w:val="00157A36"/>
    <w:rsid w:val="00180BF9"/>
    <w:rsid w:val="00184E4C"/>
    <w:rsid w:val="00192E77"/>
    <w:rsid w:val="00195CA7"/>
    <w:rsid w:val="001B112A"/>
    <w:rsid w:val="001D347D"/>
    <w:rsid w:val="00202A78"/>
    <w:rsid w:val="002033C6"/>
    <w:rsid w:val="002046A9"/>
    <w:rsid w:val="00225F31"/>
    <w:rsid w:val="002337E4"/>
    <w:rsid w:val="0024407C"/>
    <w:rsid w:val="00246BF4"/>
    <w:rsid w:val="00257BBC"/>
    <w:rsid w:val="00261B9C"/>
    <w:rsid w:val="002718A9"/>
    <w:rsid w:val="00276E3B"/>
    <w:rsid w:val="002775AC"/>
    <w:rsid w:val="00294BC3"/>
    <w:rsid w:val="00297844"/>
    <w:rsid w:val="002A0C42"/>
    <w:rsid w:val="002A5BD4"/>
    <w:rsid w:val="002B4A05"/>
    <w:rsid w:val="002C0B0D"/>
    <w:rsid w:val="002C4813"/>
    <w:rsid w:val="002C79DF"/>
    <w:rsid w:val="002F7D3E"/>
    <w:rsid w:val="003000F9"/>
    <w:rsid w:val="00320DC7"/>
    <w:rsid w:val="00340E20"/>
    <w:rsid w:val="00342678"/>
    <w:rsid w:val="003444F6"/>
    <w:rsid w:val="00344975"/>
    <w:rsid w:val="00352553"/>
    <w:rsid w:val="00361A72"/>
    <w:rsid w:val="003674CA"/>
    <w:rsid w:val="00372E43"/>
    <w:rsid w:val="0037415C"/>
    <w:rsid w:val="00382CC3"/>
    <w:rsid w:val="00391A14"/>
    <w:rsid w:val="003B0DB8"/>
    <w:rsid w:val="003B0EC1"/>
    <w:rsid w:val="003B57EC"/>
    <w:rsid w:val="003D0269"/>
    <w:rsid w:val="003F1FF1"/>
    <w:rsid w:val="004632EB"/>
    <w:rsid w:val="00464588"/>
    <w:rsid w:val="00494FE7"/>
    <w:rsid w:val="004A083E"/>
    <w:rsid w:val="004A4F05"/>
    <w:rsid w:val="004A5596"/>
    <w:rsid w:val="004C5543"/>
    <w:rsid w:val="004D316F"/>
    <w:rsid w:val="004D4B93"/>
    <w:rsid w:val="004D7CBB"/>
    <w:rsid w:val="004E3409"/>
    <w:rsid w:val="004E6B3C"/>
    <w:rsid w:val="004F112B"/>
    <w:rsid w:val="004F3150"/>
    <w:rsid w:val="0053594A"/>
    <w:rsid w:val="00543685"/>
    <w:rsid w:val="00563B2A"/>
    <w:rsid w:val="00570705"/>
    <w:rsid w:val="00590825"/>
    <w:rsid w:val="00590C5C"/>
    <w:rsid w:val="0059685D"/>
    <w:rsid w:val="005A35B4"/>
    <w:rsid w:val="005A4985"/>
    <w:rsid w:val="005A5776"/>
    <w:rsid w:val="005B12A3"/>
    <w:rsid w:val="005B1918"/>
    <w:rsid w:val="005B1A62"/>
    <w:rsid w:val="005B3274"/>
    <w:rsid w:val="005D43CE"/>
    <w:rsid w:val="005E4024"/>
    <w:rsid w:val="00602058"/>
    <w:rsid w:val="00605437"/>
    <w:rsid w:val="00610310"/>
    <w:rsid w:val="00614296"/>
    <w:rsid w:val="006378C8"/>
    <w:rsid w:val="0064585D"/>
    <w:rsid w:val="00646F26"/>
    <w:rsid w:val="00655910"/>
    <w:rsid w:val="00656D60"/>
    <w:rsid w:val="00656F0F"/>
    <w:rsid w:val="006620A7"/>
    <w:rsid w:val="00680A9A"/>
    <w:rsid w:val="00683B19"/>
    <w:rsid w:val="00686320"/>
    <w:rsid w:val="006B3B3C"/>
    <w:rsid w:val="006B3C8F"/>
    <w:rsid w:val="006C0FD9"/>
    <w:rsid w:val="006F54A5"/>
    <w:rsid w:val="00704D8F"/>
    <w:rsid w:val="0071016A"/>
    <w:rsid w:val="00710650"/>
    <w:rsid w:val="00711B24"/>
    <w:rsid w:val="007150BC"/>
    <w:rsid w:val="00715415"/>
    <w:rsid w:val="0072123B"/>
    <w:rsid w:val="007773E3"/>
    <w:rsid w:val="007816E6"/>
    <w:rsid w:val="00785157"/>
    <w:rsid w:val="007D13C5"/>
    <w:rsid w:val="007E06E2"/>
    <w:rsid w:val="007E28F5"/>
    <w:rsid w:val="007E6E22"/>
    <w:rsid w:val="0080546E"/>
    <w:rsid w:val="00806B8C"/>
    <w:rsid w:val="00807BB1"/>
    <w:rsid w:val="0081648C"/>
    <w:rsid w:val="00834DE1"/>
    <w:rsid w:val="008568E5"/>
    <w:rsid w:val="00870611"/>
    <w:rsid w:val="00871E65"/>
    <w:rsid w:val="008818CB"/>
    <w:rsid w:val="0088637A"/>
    <w:rsid w:val="0089279F"/>
    <w:rsid w:val="008A7023"/>
    <w:rsid w:val="008B05C6"/>
    <w:rsid w:val="008C3B58"/>
    <w:rsid w:val="008D271E"/>
    <w:rsid w:val="008D71A6"/>
    <w:rsid w:val="008E2C03"/>
    <w:rsid w:val="00901981"/>
    <w:rsid w:val="00906ABE"/>
    <w:rsid w:val="00912C49"/>
    <w:rsid w:val="00917986"/>
    <w:rsid w:val="00922957"/>
    <w:rsid w:val="009553A7"/>
    <w:rsid w:val="0096335D"/>
    <w:rsid w:val="00973EDE"/>
    <w:rsid w:val="00981585"/>
    <w:rsid w:val="009838F0"/>
    <w:rsid w:val="009864C1"/>
    <w:rsid w:val="00994BBD"/>
    <w:rsid w:val="009A3071"/>
    <w:rsid w:val="009A61F5"/>
    <w:rsid w:val="009B1351"/>
    <w:rsid w:val="009B1913"/>
    <w:rsid w:val="00A009AD"/>
    <w:rsid w:val="00A035AC"/>
    <w:rsid w:val="00A30292"/>
    <w:rsid w:val="00A343C7"/>
    <w:rsid w:val="00A46F69"/>
    <w:rsid w:val="00A52D52"/>
    <w:rsid w:val="00A72B4D"/>
    <w:rsid w:val="00A82D37"/>
    <w:rsid w:val="00A951B8"/>
    <w:rsid w:val="00AA09C4"/>
    <w:rsid w:val="00AD55B4"/>
    <w:rsid w:val="00AD651E"/>
    <w:rsid w:val="00AF1E45"/>
    <w:rsid w:val="00AF2660"/>
    <w:rsid w:val="00B15D31"/>
    <w:rsid w:val="00B32C07"/>
    <w:rsid w:val="00B331CC"/>
    <w:rsid w:val="00B343BE"/>
    <w:rsid w:val="00B5167C"/>
    <w:rsid w:val="00B61734"/>
    <w:rsid w:val="00B66CFE"/>
    <w:rsid w:val="00BA0D06"/>
    <w:rsid w:val="00BB122E"/>
    <w:rsid w:val="00BB1B5D"/>
    <w:rsid w:val="00BC49BD"/>
    <w:rsid w:val="00BF1211"/>
    <w:rsid w:val="00BF5878"/>
    <w:rsid w:val="00BF5920"/>
    <w:rsid w:val="00C05D0B"/>
    <w:rsid w:val="00C114A2"/>
    <w:rsid w:val="00C20AD6"/>
    <w:rsid w:val="00C22B5C"/>
    <w:rsid w:val="00C30AB6"/>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F46"/>
    <w:rsid w:val="00CF075E"/>
    <w:rsid w:val="00D01116"/>
    <w:rsid w:val="00D21B1D"/>
    <w:rsid w:val="00D27B99"/>
    <w:rsid w:val="00D45E29"/>
    <w:rsid w:val="00D54775"/>
    <w:rsid w:val="00D7690D"/>
    <w:rsid w:val="00DA57C3"/>
    <w:rsid w:val="00DB5EB6"/>
    <w:rsid w:val="00DB6559"/>
    <w:rsid w:val="00DD0753"/>
    <w:rsid w:val="00DE702A"/>
    <w:rsid w:val="00DF2AFB"/>
    <w:rsid w:val="00DF47B6"/>
    <w:rsid w:val="00DF75AC"/>
    <w:rsid w:val="00E00515"/>
    <w:rsid w:val="00E01DAC"/>
    <w:rsid w:val="00E1583E"/>
    <w:rsid w:val="00E30F7E"/>
    <w:rsid w:val="00E4033F"/>
    <w:rsid w:val="00E43DAF"/>
    <w:rsid w:val="00E5127F"/>
    <w:rsid w:val="00E6032D"/>
    <w:rsid w:val="00E662F2"/>
    <w:rsid w:val="00E83CBB"/>
    <w:rsid w:val="00E95A59"/>
    <w:rsid w:val="00EC0405"/>
    <w:rsid w:val="00ED1A44"/>
    <w:rsid w:val="00ED3628"/>
    <w:rsid w:val="00ED718D"/>
    <w:rsid w:val="00EF5C3D"/>
    <w:rsid w:val="00F12A08"/>
    <w:rsid w:val="00F24653"/>
    <w:rsid w:val="00F36037"/>
    <w:rsid w:val="00F41231"/>
    <w:rsid w:val="00F769F1"/>
    <w:rsid w:val="00F82E49"/>
    <w:rsid w:val="00F9506A"/>
    <w:rsid w:val="00FB183B"/>
    <w:rsid w:val="00FB3192"/>
    <w:rsid w:val="00FB48CF"/>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395</Words>
  <Characters>2660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Ehses, Marie</cp:lastModifiedBy>
  <cp:revision>7</cp:revision>
  <cp:lastPrinted>2015-08-04T10:52:00Z</cp:lastPrinted>
  <dcterms:created xsi:type="dcterms:W3CDTF">2023-08-28T08:58:00Z</dcterms:created>
  <dcterms:modified xsi:type="dcterms:W3CDTF">2023-10-11T08:39:00Z</dcterms:modified>
</cp:coreProperties>
</file>