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AE272" w14:textId="77777777" w:rsidR="008A7023" w:rsidRDefault="008A7023" w:rsidP="000D1D67">
      <w:pPr>
        <w:pStyle w:val="Titel"/>
        <w:spacing w:after="120"/>
        <w:ind w:right="1848"/>
        <w:jc w:val="both"/>
        <w:rPr>
          <w:szCs w:val="28"/>
        </w:rPr>
      </w:pPr>
    </w:p>
    <w:p w14:paraId="080F12C3" w14:textId="5FA22F4C" w:rsidR="00200BDA" w:rsidRPr="00602058" w:rsidRDefault="001C1C60" w:rsidP="00200BDA">
      <w:pPr>
        <w:pStyle w:val="Titel"/>
        <w:spacing w:after="240"/>
        <w:ind w:right="1699"/>
        <w:jc w:val="both"/>
        <w:rPr>
          <w:szCs w:val="28"/>
        </w:rPr>
      </w:pPr>
      <w:r>
        <w:rPr>
          <w:szCs w:val="28"/>
        </w:rPr>
        <w:t>LEMKEN Kurzscheibenegge</w:t>
      </w:r>
      <w:r w:rsidR="002A7641">
        <w:rPr>
          <w:szCs w:val="28"/>
        </w:rPr>
        <w:t>n</w:t>
      </w:r>
      <w:r>
        <w:rPr>
          <w:szCs w:val="28"/>
        </w:rPr>
        <w:t xml:space="preserve"> Rubin 10</w:t>
      </w:r>
      <w:r w:rsidR="000315F3">
        <w:rPr>
          <w:szCs w:val="28"/>
        </w:rPr>
        <w:t xml:space="preserve"> werden zum Multitool</w:t>
      </w:r>
    </w:p>
    <w:p w14:paraId="7024232B" w14:textId="348B0E24" w:rsidR="00925655" w:rsidRDefault="00C07A07" w:rsidP="00B0280F">
      <w:pPr>
        <w:pStyle w:val="Titel"/>
        <w:spacing w:after="240" w:line="360" w:lineRule="auto"/>
        <w:ind w:right="1699"/>
        <w:jc w:val="both"/>
        <w:rPr>
          <w:b w:val="0"/>
          <w:sz w:val="22"/>
          <w:szCs w:val="22"/>
        </w:rPr>
      </w:pPr>
      <w:r>
        <w:rPr>
          <w:b w:val="0"/>
          <w:sz w:val="22"/>
          <w:szCs w:val="22"/>
        </w:rPr>
        <w:t>Forderungen</w:t>
      </w:r>
      <w:r w:rsidR="00B64151">
        <w:rPr>
          <w:b w:val="0"/>
          <w:sz w:val="22"/>
          <w:szCs w:val="22"/>
        </w:rPr>
        <w:t>,</w:t>
      </w:r>
      <w:r>
        <w:rPr>
          <w:b w:val="0"/>
          <w:sz w:val="22"/>
          <w:szCs w:val="22"/>
        </w:rPr>
        <w:t xml:space="preserve"> den Pflanzenschutzmittelaufwand im Ackerbau zu reduzieren</w:t>
      </w:r>
      <w:r w:rsidR="002D0A62">
        <w:rPr>
          <w:b w:val="0"/>
          <w:sz w:val="22"/>
          <w:szCs w:val="22"/>
        </w:rPr>
        <w:t>,</w:t>
      </w:r>
      <w:r>
        <w:rPr>
          <w:b w:val="0"/>
          <w:sz w:val="22"/>
          <w:szCs w:val="22"/>
        </w:rPr>
        <w:t xml:space="preserve"> werden immer lauter. So </w:t>
      </w:r>
      <w:r w:rsidR="00A93F5A">
        <w:rPr>
          <w:b w:val="0"/>
          <w:sz w:val="22"/>
          <w:szCs w:val="22"/>
        </w:rPr>
        <w:t>gewinnt</w:t>
      </w:r>
      <w:r>
        <w:rPr>
          <w:b w:val="0"/>
          <w:sz w:val="22"/>
          <w:szCs w:val="22"/>
        </w:rPr>
        <w:t xml:space="preserve"> die Stoppelbearbeitung als gute Möglichkeit der mechanischen Unkrautbekämpfung </w:t>
      </w:r>
      <w:r w:rsidR="00A93F5A">
        <w:rPr>
          <w:b w:val="0"/>
          <w:sz w:val="22"/>
          <w:szCs w:val="22"/>
        </w:rPr>
        <w:t>an Bedeutung</w:t>
      </w:r>
      <w:r>
        <w:rPr>
          <w:b w:val="0"/>
          <w:sz w:val="22"/>
          <w:szCs w:val="22"/>
        </w:rPr>
        <w:t xml:space="preserve">. Genau passend zu </w:t>
      </w:r>
      <w:r w:rsidR="00CA28AA">
        <w:rPr>
          <w:b w:val="0"/>
          <w:sz w:val="22"/>
          <w:szCs w:val="22"/>
        </w:rPr>
        <w:t>d</w:t>
      </w:r>
      <w:r>
        <w:rPr>
          <w:b w:val="0"/>
          <w:sz w:val="22"/>
          <w:szCs w:val="22"/>
        </w:rPr>
        <w:t>en Anforderungen und Bedürfnissen biete</w:t>
      </w:r>
      <w:r w:rsidR="00440BE1">
        <w:rPr>
          <w:b w:val="0"/>
          <w:sz w:val="22"/>
          <w:szCs w:val="22"/>
        </w:rPr>
        <w:t>t</w:t>
      </w:r>
      <w:r>
        <w:rPr>
          <w:b w:val="0"/>
          <w:sz w:val="22"/>
          <w:szCs w:val="22"/>
        </w:rPr>
        <w:t xml:space="preserve"> LEMKEN </w:t>
      </w:r>
      <w:r w:rsidR="00440BE1">
        <w:rPr>
          <w:b w:val="0"/>
          <w:sz w:val="22"/>
          <w:szCs w:val="22"/>
        </w:rPr>
        <w:t xml:space="preserve">mit den </w:t>
      </w:r>
      <w:r>
        <w:rPr>
          <w:b w:val="0"/>
          <w:sz w:val="22"/>
          <w:szCs w:val="22"/>
        </w:rPr>
        <w:t xml:space="preserve">Kurzscheibeneggen </w:t>
      </w:r>
      <w:r w:rsidR="00440BE1">
        <w:rPr>
          <w:b w:val="0"/>
          <w:sz w:val="22"/>
          <w:szCs w:val="22"/>
        </w:rPr>
        <w:t xml:space="preserve">Rubin 10 </w:t>
      </w:r>
      <w:r>
        <w:rPr>
          <w:b w:val="0"/>
          <w:sz w:val="22"/>
          <w:szCs w:val="22"/>
        </w:rPr>
        <w:t xml:space="preserve">die perfekte Maschine für </w:t>
      </w:r>
      <w:r w:rsidR="00A93F5A">
        <w:rPr>
          <w:b w:val="0"/>
          <w:sz w:val="22"/>
          <w:szCs w:val="22"/>
        </w:rPr>
        <w:t>jeden Einsatz</w:t>
      </w:r>
      <w:r>
        <w:rPr>
          <w:b w:val="0"/>
          <w:sz w:val="22"/>
          <w:szCs w:val="22"/>
        </w:rPr>
        <w:t>. Selbst unter schwierigen Bedingungen gewährleistet d</w:t>
      </w:r>
      <w:r w:rsidR="00711A52">
        <w:rPr>
          <w:b w:val="0"/>
          <w:sz w:val="22"/>
          <w:szCs w:val="22"/>
        </w:rPr>
        <w:t>ie</w:t>
      </w:r>
      <w:r>
        <w:rPr>
          <w:b w:val="0"/>
          <w:sz w:val="22"/>
          <w:szCs w:val="22"/>
        </w:rPr>
        <w:t xml:space="preserve"> Rubin 10 eine intensive </w:t>
      </w:r>
      <w:r w:rsidR="00CA28AA">
        <w:rPr>
          <w:b w:val="0"/>
          <w:sz w:val="22"/>
          <w:szCs w:val="22"/>
        </w:rPr>
        <w:t>M</w:t>
      </w:r>
      <w:r>
        <w:rPr>
          <w:b w:val="0"/>
          <w:sz w:val="22"/>
          <w:szCs w:val="22"/>
        </w:rPr>
        <w:t>ischung von Boden und Bewuchs, auch bei geringen Arbeitstiefen</w:t>
      </w:r>
      <w:r w:rsidR="00057D88">
        <w:rPr>
          <w:b w:val="0"/>
          <w:sz w:val="22"/>
          <w:szCs w:val="22"/>
        </w:rPr>
        <w:t>.</w:t>
      </w:r>
    </w:p>
    <w:p w14:paraId="0AC53870" w14:textId="1F590729" w:rsidR="0008615F" w:rsidRDefault="00C07A07" w:rsidP="001335B6">
      <w:pPr>
        <w:pStyle w:val="Titel"/>
        <w:spacing w:after="240" w:line="360" w:lineRule="auto"/>
        <w:ind w:right="1699"/>
        <w:jc w:val="both"/>
        <w:rPr>
          <w:b w:val="0"/>
          <w:sz w:val="22"/>
          <w:szCs w:val="22"/>
        </w:rPr>
      </w:pPr>
      <w:r>
        <w:rPr>
          <w:b w:val="0"/>
          <w:sz w:val="22"/>
          <w:szCs w:val="22"/>
        </w:rPr>
        <w:t>Für zahlreiche Eins</w:t>
      </w:r>
      <w:r w:rsidR="00440BE1">
        <w:rPr>
          <w:b w:val="0"/>
          <w:sz w:val="22"/>
          <w:szCs w:val="22"/>
        </w:rPr>
        <w:t>ä</w:t>
      </w:r>
      <w:r>
        <w:rPr>
          <w:b w:val="0"/>
          <w:sz w:val="22"/>
          <w:szCs w:val="22"/>
        </w:rPr>
        <w:t>tze ist bereits die im Dreipunkt angebaute Basisversion de</w:t>
      </w:r>
      <w:r w:rsidR="00711A52">
        <w:rPr>
          <w:b w:val="0"/>
          <w:sz w:val="22"/>
          <w:szCs w:val="22"/>
        </w:rPr>
        <w:t>r</w:t>
      </w:r>
      <w:r>
        <w:rPr>
          <w:b w:val="0"/>
          <w:sz w:val="22"/>
          <w:szCs w:val="22"/>
        </w:rPr>
        <w:t xml:space="preserve"> </w:t>
      </w:r>
      <w:r w:rsidR="00CA28AA">
        <w:rPr>
          <w:b w:val="0"/>
          <w:sz w:val="22"/>
          <w:szCs w:val="22"/>
        </w:rPr>
        <w:t xml:space="preserve">LEMKEN </w:t>
      </w:r>
      <w:r>
        <w:rPr>
          <w:b w:val="0"/>
          <w:sz w:val="22"/>
          <w:szCs w:val="22"/>
        </w:rPr>
        <w:t xml:space="preserve">Rubin 10 MR genau die </w:t>
      </w:r>
      <w:r w:rsidR="00B64151">
        <w:rPr>
          <w:b w:val="0"/>
          <w:sz w:val="22"/>
          <w:szCs w:val="22"/>
        </w:rPr>
        <w:t>r</w:t>
      </w:r>
      <w:r>
        <w:rPr>
          <w:b w:val="0"/>
          <w:sz w:val="22"/>
          <w:szCs w:val="22"/>
        </w:rPr>
        <w:t xml:space="preserve">ichtige. </w:t>
      </w:r>
      <w:r w:rsidR="004E63C2">
        <w:rPr>
          <w:b w:val="0"/>
          <w:sz w:val="22"/>
          <w:szCs w:val="22"/>
        </w:rPr>
        <w:t>Sie</w:t>
      </w:r>
      <w:r w:rsidR="0012756A" w:rsidRPr="0012756A">
        <w:rPr>
          <w:b w:val="0"/>
          <w:sz w:val="22"/>
          <w:szCs w:val="22"/>
        </w:rPr>
        <w:t xml:space="preserve"> ist bis zu einer Arbeitsbreite von 4 m in starrer Ausführung verfügbar</w:t>
      </w:r>
      <w:r w:rsidR="00CA28AA">
        <w:rPr>
          <w:b w:val="0"/>
          <w:sz w:val="22"/>
          <w:szCs w:val="22"/>
        </w:rPr>
        <w:t>. Di</w:t>
      </w:r>
      <w:r w:rsidR="00FD27DD">
        <w:rPr>
          <w:b w:val="0"/>
          <w:sz w:val="22"/>
          <w:szCs w:val="22"/>
        </w:rPr>
        <w:t xml:space="preserve">ese Baureihe </w:t>
      </w:r>
      <w:r w:rsidR="00CA28AA">
        <w:rPr>
          <w:b w:val="0"/>
          <w:sz w:val="22"/>
          <w:szCs w:val="22"/>
        </w:rPr>
        <w:t xml:space="preserve">setzt </w:t>
      </w:r>
      <w:r w:rsidR="0008615F">
        <w:rPr>
          <w:b w:val="0"/>
          <w:sz w:val="22"/>
          <w:szCs w:val="22"/>
        </w:rPr>
        <w:t>weiterhin auf die be</w:t>
      </w:r>
      <w:r w:rsidR="00DA71F5">
        <w:rPr>
          <w:b w:val="0"/>
          <w:sz w:val="22"/>
          <w:szCs w:val="22"/>
        </w:rPr>
        <w:t>währte Ausstattung</w:t>
      </w:r>
      <w:r w:rsidR="00CA28AA">
        <w:rPr>
          <w:b w:val="0"/>
          <w:sz w:val="22"/>
          <w:szCs w:val="22"/>
        </w:rPr>
        <w:t xml:space="preserve"> und Technik</w:t>
      </w:r>
      <w:r w:rsidR="00DA71F5">
        <w:rPr>
          <w:b w:val="0"/>
          <w:sz w:val="22"/>
          <w:szCs w:val="22"/>
        </w:rPr>
        <w:t xml:space="preserve">. </w:t>
      </w:r>
    </w:p>
    <w:p w14:paraId="37900D57" w14:textId="77777777" w:rsidR="0008615F" w:rsidRPr="00D9464F" w:rsidRDefault="0008615F" w:rsidP="0008615F">
      <w:pPr>
        <w:pStyle w:val="Titel"/>
        <w:spacing w:after="240" w:line="360" w:lineRule="auto"/>
        <w:ind w:right="1699"/>
        <w:jc w:val="both"/>
        <w:rPr>
          <w:bCs w:val="0"/>
          <w:sz w:val="22"/>
          <w:szCs w:val="22"/>
        </w:rPr>
      </w:pPr>
      <w:r w:rsidRPr="00D9464F">
        <w:rPr>
          <w:bCs w:val="0"/>
          <w:sz w:val="22"/>
          <w:szCs w:val="22"/>
        </w:rPr>
        <w:t xml:space="preserve">Bewährtes wird ergänzt </w:t>
      </w:r>
    </w:p>
    <w:p w14:paraId="59A2586F" w14:textId="6505E743" w:rsidR="00B0280F" w:rsidRPr="00B0280F" w:rsidRDefault="0002750B" w:rsidP="00062974">
      <w:pPr>
        <w:pStyle w:val="Titel"/>
        <w:spacing w:after="240" w:line="360" w:lineRule="auto"/>
        <w:ind w:right="1699"/>
        <w:jc w:val="both"/>
        <w:rPr>
          <w:b w:val="0"/>
          <w:sz w:val="22"/>
          <w:szCs w:val="22"/>
        </w:rPr>
      </w:pPr>
      <w:bookmarkStart w:id="0" w:name="_Hlk175550205"/>
      <w:r>
        <w:rPr>
          <w:b w:val="0"/>
          <w:sz w:val="22"/>
          <w:szCs w:val="22"/>
        </w:rPr>
        <w:t>Für d</w:t>
      </w:r>
      <w:r w:rsidR="006F493F">
        <w:rPr>
          <w:b w:val="0"/>
          <w:sz w:val="22"/>
          <w:szCs w:val="22"/>
        </w:rPr>
        <w:t>en</w:t>
      </w:r>
      <w:r>
        <w:rPr>
          <w:b w:val="0"/>
          <w:sz w:val="22"/>
          <w:szCs w:val="22"/>
        </w:rPr>
        <w:t xml:space="preserve"> </w:t>
      </w:r>
      <w:r w:rsidR="0012756A" w:rsidRPr="0012756A">
        <w:rPr>
          <w:b w:val="0"/>
          <w:sz w:val="22"/>
          <w:szCs w:val="22"/>
        </w:rPr>
        <w:t>aufgesattelte</w:t>
      </w:r>
      <w:r w:rsidR="006F493F">
        <w:rPr>
          <w:b w:val="0"/>
          <w:sz w:val="22"/>
          <w:szCs w:val="22"/>
        </w:rPr>
        <w:t>n</w:t>
      </w:r>
      <w:r w:rsidR="0012756A" w:rsidRPr="0012756A">
        <w:rPr>
          <w:b w:val="0"/>
          <w:sz w:val="22"/>
          <w:szCs w:val="22"/>
        </w:rPr>
        <w:t xml:space="preserve"> Rubin 10 TF</w:t>
      </w:r>
      <w:r w:rsidR="006F493F">
        <w:rPr>
          <w:b w:val="0"/>
          <w:sz w:val="22"/>
          <w:szCs w:val="22"/>
        </w:rPr>
        <w:t xml:space="preserve">, den es </w:t>
      </w:r>
      <w:r w:rsidR="0012756A" w:rsidRPr="0012756A">
        <w:rPr>
          <w:b w:val="0"/>
          <w:sz w:val="22"/>
          <w:szCs w:val="22"/>
        </w:rPr>
        <w:t>von 4 m bis 7 m Arbeitsbreite gibt</w:t>
      </w:r>
      <w:r w:rsidR="006F493F">
        <w:rPr>
          <w:b w:val="0"/>
          <w:sz w:val="22"/>
          <w:szCs w:val="22"/>
        </w:rPr>
        <w:t>, werden zahlreiche Neuerungen eingeführt</w:t>
      </w:r>
      <w:r w:rsidR="00C07A07">
        <w:rPr>
          <w:b w:val="0"/>
          <w:sz w:val="22"/>
          <w:szCs w:val="22"/>
        </w:rPr>
        <w:t>.</w:t>
      </w:r>
      <w:bookmarkEnd w:id="0"/>
      <w:r w:rsidR="00C07A07">
        <w:rPr>
          <w:b w:val="0"/>
          <w:sz w:val="22"/>
          <w:szCs w:val="22"/>
        </w:rPr>
        <w:t xml:space="preserve"> </w:t>
      </w:r>
      <w:r w:rsidR="00440BE1">
        <w:rPr>
          <w:b w:val="0"/>
          <w:sz w:val="22"/>
          <w:szCs w:val="22"/>
        </w:rPr>
        <w:t xml:space="preserve">Der </w:t>
      </w:r>
      <w:r w:rsidR="00B0280F" w:rsidRPr="00B0280F">
        <w:rPr>
          <w:b w:val="0"/>
          <w:sz w:val="22"/>
          <w:szCs w:val="22"/>
        </w:rPr>
        <w:t xml:space="preserve">um 150 mm auf 1.350 mm vergrößerte Balkenabstand </w:t>
      </w:r>
      <w:r w:rsidR="00440BE1">
        <w:rPr>
          <w:b w:val="0"/>
          <w:sz w:val="22"/>
          <w:szCs w:val="22"/>
        </w:rPr>
        <w:t xml:space="preserve">sorgt </w:t>
      </w:r>
      <w:r w:rsidR="00B0280F" w:rsidRPr="00B0280F">
        <w:rPr>
          <w:b w:val="0"/>
          <w:sz w:val="22"/>
          <w:szCs w:val="22"/>
        </w:rPr>
        <w:t xml:space="preserve">dafür, dass sich die organische Masse </w:t>
      </w:r>
      <w:r w:rsidR="005F50D2">
        <w:rPr>
          <w:b w:val="0"/>
          <w:sz w:val="22"/>
          <w:szCs w:val="22"/>
        </w:rPr>
        <w:t xml:space="preserve">nach der ersten Scheibenreihe </w:t>
      </w:r>
      <w:r w:rsidR="00B0280F" w:rsidRPr="00B0280F">
        <w:rPr>
          <w:b w:val="0"/>
          <w:sz w:val="22"/>
          <w:szCs w:val="22"/>
        </w:rPr>
        <w:t xml:space="preserve">weiter beruhigen kann und somit die Schneid- und Mischwirkung der zweiten Scheibenreihe verbessert wird. Zusätzlich wird das Verstopfungsrisiko auch </w:t>
      </w:r>
      <w:r w:rsidR="009D324D">
        <w:rPr>
          <w:b w:val="0"/>
          <w:sz w:val="22"/>
          <w:szCs w:val="22"/>
        </w:rPr>
        <w:t>bei viel organischer Masse</w:t>
      </w:r>
      <w:r w:rsidR="00B0280F" w:rsidRPr="00B0280F">
        <w:rPr>
          <w:b w:val="0"/>
          <w:sz w:val="22"/>
          <w:szCs w:val="22"/>
        </w:rPr>
        <w:t xml:space="preserve"> </w:t>
      </w:r>
      <w:r w:rsidR="00174DCC">
        <w:rPr>
          <w:b w:val="0"/>
          <w:sz w:val="22"/>
          <w:szCs w:val="22"/>
        </w:rPr>
        <w:t>weiter</w:t>
      </w:r>
      <w:r w:rsidR="00B0280F" w:rsidRPr="00B0280F">
        <w:rPr>
          <w:b w:val="0"/>
          <w:sz w:val="22"/>
          <w:szCs w:val="22"/>
        </w:rPr>
        <w:t xml:space="preserve"> reduziert</w:t>
      </w:r>
      <w:r w:rsidR="00B64151">
        <w:rPr>
          <w:b w:val="0"/>
          <w:sz w:val="22"/>
          <w:szCs w:val="22"/>
        </w:rPr>
        <w:t>, was für</w:t>
      </w:r>
      <w:r w:rsidR="00B0280F" w:rsidRPr="00B0280F">
        <w:rPr>
          <w:b w:val="0"/>
          <w:sz w:val="22"/>
          <w:szCs w:val="22"/>
        </w:rPr>
        <w:t xml:space="preserve"> ein</w:t>
      </w:r>
      <w:r w:rsidR="001C1C22">
        <w:rPr>
          <w:b w:val="0"/>
          <w:sz w:val="22"/>
          <w:szCs w:val="22"/>
        </w:rPr>
        <w:t xml:space="preserve"> noch</w:t>
      </w:r>
      <w:r w:rsidR="00B0280F" w:rsidRPr="00B0280F">
        <w:rPr>
          <w:b w:val="0"/>
          <w:sz w:val="22"/>
          <w:szCs w:val="22"/>
        </w:rPr>
        <w:t xml:space="preserve"> besseres Arbeitsergebnis</w:t>
      </w:r>
      <w:r w:rsidR="00B64151">
        <w:rPr>
          <w:b w:val="0"/>
          <w:sz w:val="22"/>
          <w:szCs w:val="22"/>
        </w:rPr>
        <w:t xml:space="preserve"> sorgt</w:t>
      </w:r>
      <w:r w:rsidR="00B0280F" w:rsidRPr="00B0280F">
        <w:rPr>
          <w:b w:val="0"/>
          <w:sz w:val="22"/>
          <w:szCs w:val="22"/>
        </w:rPr>
        <w:t>.</w:t>
      </w:r>
    </w:p>
    <w:p w14:paraId="1A3BD2F7" w14:textId="2AFEBAA9" w:rsidR="00B0280F" w:rsidRPr="00B0280F" w:rsidRDefault="00B0280F" w:rsidP="00062974">
      <w:pPr>
        <w:pStyle w:val="Titel"/>
        <w:spacing w:after="240" w:line="360" w:lineRule="auto"/>
        <w:ind w:right="1699"/>
        <w:jc w:val="both"/>
        <w:rPr>
          <w:b w:val="0"/>
          <w:sz w:val="22"/>
          <w:szCs w:val="22"/>
        </w:rPr>
      </w:pPr>
      <w:r w:rsidRPr="00B0280F">
        <w:rPr>
          <w:b w:val="0"/>
          <w:sz w:val="22"/>
          <w:szCs w:val="22"/>
        </w:rPr>
        <w:t xml:space="preserve">Zusätzlich zum bereits bekannten Strohstriegel werden </w:t>
      </w:r>
      <w:r w:rsidR="00925655">
        <w:rPr>
          <w:b w:val="0"/>
          <w:sz w:val="22"/>
          <w:szCs w:val="22"/>
        </w:rPr>
        <w:t>bei der aufgesattelten Kurzscheibenegge</w:t>
      </w:r>
      <w:r w:rsidRPr="00B0280F">
        <w:rPr>
          <w:b w:val="0"/>
          <w:sz w:val="22"/>
          <w:szCs w:val="22"/>
        </w:rPr>
        <w:t xml:space="preserve"> Rubin 10 TF</w:t>
      </w:r>
      <w:r>
        <w:rPr>
          <w:b w:val="0"/>
          <w:sz w:val="22"/>
          <w:szCs w:val="22"/>
        </w:rPr>
        <w:t xml:space="preserve"> </w:t>
      </w:r>
      <w:r w:rsidRPr="00B0280F">
        <w:rPr>
          <w:b w:val="0"/>
          <w:sz w:val="22"/>
          <w:szCs w:val="22"/>
        </w:rPr>
        <w:t xml:space="preserve">das Planierzinkenfeld und </w:t>
      </w:r>
      <w:r>
        <w:rPr>
          <w:b w:val="0"/>
          <w:sz w:val="22"/>
          <w:szCs w:val="22"/>
        </w:rPr>
        <w:t xml:space="preserve">die </w:t>
      </w:r>
      <w:r w:rsidRPr="00B0280F">
        <w:rPr>
          <w:b w:val="0"/>
          <w:sz w:val="22"/>
          <w:szCs w:val="22"/>
        </w:rPr>
        <w:t>vorlaufende Schneidwalz</w:t>
      </w:r>
      <w:r w:rsidR="003D50D9">
        <w:rPr>
          <w:b w:val="0"/>
          <w:sz w:val="22"/>
          <w:szCs w:val="22"/>
        </w:rPr>
        <w:t>e</w:t>
      </w:r>
      <w:r w:rsidRPr="00B0280F">
        <w:rPr>
          <w:b w:val="0"/>
          <w:sz w:val="22"/>
          <w:szCs w:val="22"/>
        </w:rPr>
        <w:t xml:space="preserve"> </w:t>
      </w:r>
      <w:r>
        <w:rPr>
          <w:b w:val="0"/>
          <w:sz w:val="22"/>
          <w:szCs w:val="22"/>
        </w:rPr>
        <w:t xml:space="preserve">als </w:t>
      </w:r>
      <w:r w:rsidRPr="00B0280F">
        <w:rPr>
          <w:b w:val="0"/>
          <w:sz w:val="22"/>
          <w:szCs w:val="22"/>
        </w:rPr>
        <w:t xml:space="preserve">zwei weitere Vorwerkzeuge eingeführt. </w:t>
      </w:r>
    </w:p>
    <w:p w14:paraId="04190D33" w14:textId="477FDFA8" w:rsidR="00B0280F" w:rsidRPr="00B0280F" w:rsidRDefault="00B0280F" w:rsidP="00B0280F">
      <w:pPr>
        <w:pStyle w:val="Titel"/>
        <w:spacing w:after="240" w:line="360" w:lineRule="auto"/>
        <w:ind w:right="1699"/>
        <w:jc w:val="both"/>
        <w:rPr>
          <w:b w:val="0"/>
          <w:sz w:val="22"/>
          <w:szCs w:val="22"/>
        </w:rPr>
      </w:pPr>
      <w:r w:rsidRPr="00B0280F">
        <w:rPr>
          <w:b w:val="0"/>
          <w:sz w:val="22"/>
          <w:szCs w:val="22"/>
        </w:rPr>
        <w:t>In Regionen,</w:t>
      </w:r>
      <w:r w:rsidR="003C27A1">
        <w:rPr>
          <w:b w:val="0"/>
          <w:sz w:val="22"/>
          <w:szCs w:val="22"/>
        </w:rPr>
        <w:t xml:space="preserve"> in </w:t>
      </w:r>
      <w:r w:rsidR="00B64151">
        <w:rPr>
          <w:b w:val="0"/>
          <w:sz w:val="22"/>
          <w:szCs w:val="22"/>
        </w:rPr>
        <w:t>denen</w:t>
      </w:r>
      <w:r w:rsidR="003C27A1">
        <w:rPr>
          <w:b w:val="0"/>
          <w:sz w:val="22"/>
          <w:szCs w:val="22"/>
        </w:rPr>
        <w:t xml:space="preserve"> </w:t>
      </w:r>
      <w:r w:rsidRPr="00B0280F">
        <w:rPr>
          <w:b w:val="0"/>
          <w:sz w:val="22"/>
          <w:szCs w:val="22"/>
        </w:rPr>
        <w:t>Stroh</w:t>
      </w:r>
      <w:r w:rsidR="003C27A1">
        <w:rPr>
          <w:b w:val="0"/>
          <w:sz w:val="22"/>
          <w:szCs w:val="22"/>
        </w:rPr>
        <w:t xml:space="preserve"> als organische Masse</w:t>
      </w:r>
      <w:r w:rsidRPr="00B0280F">
        <w:rPr>
          <w:b w:val="0"/>
          <w:sz w:val="22"/>
          <w:szCs w:val="22"/>
        </w:rPr>
        <w:t xml:space="preserve"> auf dem Feld verbleibt</w:t>
      </w:r>
      <w:r w:rsidR="003C27A1">
        <w:rPr>
          <w:b w:val="0"/>
          <w:sz w:val="22"/>
          <w:szCs w:val="22"/>
        </w:rPr>
        <w:t xml:space="preserve">, </w:t>
      </w:r>
      <w:r w:rsidRPr="00B0280F">
        <w:rPr>
          <w:b w:val="0"/>
          <w:sz w:val="22"/>
          <w:szCs w:val="22"/>
        </w:rPr>
        <w:t xml:space="preserve">spielt der </w:t>
      </w:r>
      <w:r w:rsidR="00D9464F">
        <w:rPr>
          <w:b w:val="0"/>
          <w:sz w:val="22"/>
          <w:szCs w:val="22"/>
        </w:rPr>
        <w:t xml:space="preserve">bewährte </w:t>
      </w:r>
      <w:r w:rsidRPr="00B0280F">
        <w:rPr>
          <w:b w:val="0"/>
          <w:sz w:val="22"/>
          <w:szCs w:val="22"/>
        </w:rPr>
        <w:t xml:space="preserve">selbstregulierende Strohstriegel </w:t>
      </w:r>
      <w:r w:rsidR="003C27A1">
        <w:rPr>
          <w:b w:val="0"/>
          <w:sz w:val="22"/>
          <w:szCs w:val="22"/>
        </w:rPr>
        <w:t>all seine Stärken aus</w:t>
      </w:r>
      <w:r w:rsidRPr="00B0280F">
        <w:rPr>
          <w:b w:val="0"/>
          <w:sz w:val="22"/>
          <w:szCs w:val="22"/>
        </w:rPr>
        <w:t xml:space="preserve">. </w:t>
      </w:r>
      <w:r w:rsidR="003C27A1">
        <w:rPr>
          <w:b w:val="0"/>
          <w:sz w:val="22"/>
          <w:szCs w:val="22"/>
        </w:rPr>
        <w:t xml:space="preserve">Ungleichmäßig verteiltes Stroh aus dem Häcksler des Mähdreschers oder </w:t>
      </w:r>
      <w:r w:rsidRPr="00B0280F">
        <w:rPr>
          <w:b w:val="0"/>
          <w:sz w:val="22"/>
          <w:szCs w:val="22"/>
        </w:rPr>
        <w:t>Strohhaufen</w:t>
      </w:r>
      <w:r w:rsidR="003C27A1">
        <w:rPr>
          <w:b w:val="0"/>
          <w:sz w:val="22"/>
          <w:szCs w:val="22"/>
        </w:rPr>
        <w:t>, die beim Pressen von Stroh zurückbleiben, sind auf vielen Flächen zu finden. Diese werden</w:t>
      </w:r>
      <w:r w:rsidRPr="00B0280F">
        <w:rPr>
          <w:b w:val="0"/>
          <w:sz w:val="22"/>
          <w:szCs w:val="22"/>
        </w:rPr>
        <w:t xml:space="preserve"> vom Striegel eingesammelt und dosiert in </w:t>
      </w:r>
      <w:r w:rsidRPr="00B0280F">
        <w:rPr>
          <w:b w:val="0"/>
          <w:sz w:val="22"/>
          <w:szCs w:val="22"/>
        </w:rPr>
        <w:lastRenderedPageBreak/>
        <w:t>das Scheibenfeld entlassen, wodurch sich der Mitnahmeeffekt deutlich verbessert und die Stroheinmischung über die Feldfläche gleichmäßiger wird.</w:t>
      </w:r>
    </w:p>
    <w:p w14:paraId="501C0B3C" w14:textId="58413621" w:rsidR="00B0280F" w:rsidRPr="00B0280F" w:rsidRDefault="00B0280F" w:rsidP="00B0280F">
      <w:pPr>
        <w:pStyle w:val="Titel"/>
        <w:spacing w:after="240" w:line="360" w:lineRule="auto"/>
        <w:ind w:right="1699"/>
        <w:jc w:val="both"/>
        <w:rPr>
          <w:b w:val="0"/>
          <w:sz w:val="22"/>
          <w:szCs w:val="22"/>
        </w:rPr>
      </w:pPr>
      <w:r w:rsidRPr="00B0280F">
        <w:rPr>
          <w:b w:val="0"/>
          <w:sz w:val="22"/>
          <w:szCs w:val="22"/>
        </w:rPr>
        <w:t xml:space="preserve">Das </w:t>
      </w:r>
      <w:r w:rsidR="00EC7573">
        <w:rPr>
          <w:b w:val="0"/>
          <w:sz w:val="22"/>
          <w:szCs w:val="22"/>
        </w:rPr>
        <w:t xml:space="preserve">von der </w:t>
      </w:r>
      <w:r w:rsidR="00D10F5D">
        <w:rPr>
          <w:b w:val="0"/>
          <w:sz w:val="22"/>
          <w:szCs w:val="22"/>
        </w:rPr>
        <w:t>LEMKEN</w:t>
      </w:r>
      <w:r w:rsidR="00B64151">
        <w:rPr>
          <w:b w:val="0"/>
          <w:sz w:val="22"/>
          <w:szCs w:val="22"/>
        </w:rPr>
        <w:t xml:space="preserve"> </w:t>
      </w:r>
      <w:r w:rsidR="00EC7573">
        <w:rPr>
          <w:b w:val="0"/>
          <w:sz w:val="22"/>
          <w:szCs w:val="22"/>
        </w:rPr>
        <w:t>Kurzscheibeneggen</w:t>
      </w:r>
      <w:r w:rsidR="00DC29CD">
        <w:rPr>
          <w:b w:val="0"/>
          <w:sz w:val="22"/>
          <w:szCs w:val="22"/>
        </w:rPr>
        <w:t>-S</w:t>
      </w:r>
      <w:r w:rsidR="00E35B02">
        <w:rPr>
          <w:b w:val="0"/>
          <w:sz w:val="22"/>
          <w:szCs w:val="22"/>
        </w:rPr>
        <w:t>erie Heliodor bekannte</w:t>
      </w:r>
      <w:r w:rsidR="003C27A1">
        <w:rPr>
          <w:b w:val="0"/>
          <w:sz w:val="22"/>
          <w:szCs w:val="22"/>
        </w:rPr>
        <w:t xml:space="preserve"> </w:t>
      </w:r>
      <w:r w:rsidRPr="00B0280F">
        <w:rPr>
          <w:b w:val="0"/>
          <w:sz w:val="22"/>
          <w:szCs w:val="22"/>
        </w:rPr>
        <w:t xml:space="preserve">Planierzinkenfeld </w:t>
      </w:r>
      <w:r w:rsidR="00EE3E12">
        <w:rPr>
          <w:b w:val="0"/>
          <w:sz w:val="22"/>
          <w:szCs w:val="22"/>
        </w:rPr>
        <w:t>kommt beim</w:t>
      </w:r>
      <w:r w:rsidRPr="00B0280F">
        <w:rPr>
          <w:b w:val="0"/>
          <w:sz w:val="22"/>
          <w:szCs w:val="22"/>
        </w:rPr>
        <w:t xml:space="preserve"> Rubin 10 TF </w:t>
      </w:r>
      <w:r w:rsidR="00EE3E12">
        <w:rPr>
          <w:b w:val="0"/>
          <w:sz w:val="22"/>
          <w:szCs w:val="22"/>
        </w:rPr>
        <w:t xml:space="preserve">zum Einsatz, wenn die Kurzscheibenegge </w:t>
      </w:r>
      <w:r w:rsidRPr="00B0280F">
        <w:rPr>
          <w:b w:val="0"/>
          <w:sz w:val="22"/>
          <w:szCs w:val="22"/>
        </w:rPr>
        <w:t>zur Saatbettbereitung genutzt werden soll. Große Kluten werden in den Boden gedrückt und können somit vom Scheibenfeld besser geschnitten und gemischt werden. Zusätzlich gibt es die Möglichkeit</w:t>
      </w:r>
      <w:r w:rsidR="006E3D1E">
        <w:rPr>
          <w:b w:val="0"/>
          <w:sz w:val="22"/>
          <w:szCs w:val="22"/>
        </w:rPr>
        <w:t>,</w:t>
      </w:r>
      <w:r w:rsidRPr="00B0280F">
        <w:rPr>
          <w:b w:val="0"/>
          <w:sz w:val="22"/>
          <w:szCs w:val="22"/>
        </w:rPr>
        <w:t xml:space="preserve"> die Zinken sowohl auf Schlepp als auch auf Griff einzusetzen, um </w:t>
      </w:r>
      <w:r w:rsidR="00925655">
        <w:rPr>
          <w:b w:val="0"/>
          <w:sz w:val="22"/>
          <w:szCs w:val="22"/>
        </w:rPr>
        <w:t xml:space="preserve">bei der </w:t>
      </w:r>
      <w:r w:rsidRPr="00B0280F">
        <w:rPr>
          <w:b w:val="0"/>
          <w:sz w:val="22"/>
          <w:szCs w:val="22"/>
        </w:rPr>
        <w:t>Arbeitsintensität variieren</w:t>
      </w:r>
      <w:r w:rsidR="00925655">
        <w:rPr>
          <w:b w:val="0"/>
          <w:sz w:val="22"/>
          <w:szCs w:val="22"/>
        </w:rPr>
        <w:t xml:space="preserve"> zu können</w:t>
      </w:r>
      <w:r w:rsidRPr="00B0280F">
        <w:rPr>
          <w:b w:val="0"/>
          <w:sz w:val="22"/>
          <w:szCs w:val="22"/>
        </w:rPr>
        <w:t>.</w:t>
      </w:r>
    </w:p>
    <w:p w14:paraId="5EE7CEFE" w14:textId="42E7D190" w:rsidR="00B0280F" w:rsidRPr="00B0280F" w:rsidRDefault="00B0280F" w:rsidP="00B0280F">
      <w:pPr>
        <w:pStyle w:val="Titel"/>
        <w:spacing w:after="240" w:line="360" w:lineRule="auto"/>
        <w:ind w:right="1699"/>
        <w:jc w:val="both"/>
        <w:rPr>
          <w:b w:val="0"/>
          <w:sz w:val="22"/>
          <w:szCs w:val="22"/>
        </w:rPr>
      </w:pPr>
      <w:r w:rsidRPr="00B0280F">
        <w:rPr>
          <w:b w:val="0"/>
          <w:sz w:val="22"/>
          <w:szCs w:val="22"/>
        </w:rPr>
        <w:t>Mit der Schneidwalze bietet LEMKEN eine neue Möglichkeit der Vorwerkzeuge an, die in Raps oder Sonnenblumen ihre</w:t>
      </w:r>
      <w:r w:rsidR="00D9464F">
        <w:rPr>
          <w:b w:val="0"/>
          <w:sz w:val="22"/>
          <w:szCs w:val="22"/>
        </w:rPr>
        <w:t xml:space="preserve"> Vorzüge hat. Ihre</w:t>
      </w:r>
      <w:r w:rsidRPr="00B0280F">
        <w:rPr>
          <w:b w:val="0"/>
          <w:sz w:val="22"/>
          <w:szCs w:val="22"/>
        </w:rPr>
        <w:t xml:space="preserve"> volle Stärke spielt</w:t>
      </w:r>
      <w:r w:rsidR="00D9464F">
        <w:rPr>
          <w:b w:val="0"/>
          <w:sz w:val="22"/>
          <w:szCs w:val="22"/>
        </w:rPr>
        <w:t xml:space="preserve"> sie bei der Bekämpfung des Maiszünslers im Herbst aus</w:t>
      </w:r>
      <w:r w:rsidRPr="00B0280F">
        <w:rPr>
          <w:b w:val="0"/>
          <w:sz w:val="22"/>
          <w:szCs w:val="22"/>
        </w:rPr>
        <w:t xml:space="preserve">. Die </w:t>
      </w:r>
      <w:r w:rsidR="003B2EE9">
        <w:rPr>
          <w:b w:val="0"/>
          <w:sz w:val="22"/>
          <w:szCs w:val="22"/>
        </w:rPr>
        <w:t>sechs</w:t>
      </w:r>
      <w:r w:rsidRPr="00B0280F">
        <w:rPr>
          <w:b w:val="0"/>
          <w:sz w:val="22"/>
          <w:szCs w:val="22"/>
        </w:rPr>
        <w:t xml:space="preserve"> Messer </w:t>
      </w:r>
      <w:r w:rsidR="001A1079">
        <w:rPr>
          <w:b w:val="0"/>
          <w:sz w:val="22"/>
          <w:szCs w:val="22"/>
        </w:rPr>
        <w:t xml:space="preserve">schneiden </w:t>
      </w:r>
      <w:r w:rsidR="001A1079" w:rsidRPr="00B0280F">
        <w:rPr>
          <w:b w:val="0"/>
          <w:sz w:val="22"/>
          <w:szCs w:val="22"/>
        </w:rPr>
        <w:t>und zerkleinern</w:t>
      </w:r>
      <w:r w:rsidRPr="00B0280F">
        <w:rPr>
          <w:b w:val="0"/>
          <w:sz w:val="22"/>
          <w:szCs w:val="22"/>
        </w:rPr>
        <w:t xml:space="preserve"> die organische Masse, bevor das Scheibenfeld </w:t>
      </w:r>
      <w:r w:rsidR="00CA28AA">
        <w:rPr>
          <w:b w:val="0"/>
          <w:sz w:val="22"/>
          <w:szCs w:val="22"/>
        </w:rPr>
        <w:t>die</w:t>
      </w:r>
      <w:r w:rsidRPr="00B0280F">
        <w:rPr>
          <w:b w:val="0"/>
          <w:sz w:val="22"/>
          <w:szCs w:val="22"/>
        </w:rPr>
        <w:t xml:space="preserve"> Arbeit übernimmt.</w:t>
      </w:r>
      <w:r w:rsidR="00D9464F" w:rsidRPr="00D9464F">
        <w:rPr>
          <w:b w:val="0"/>
          <w:sz w:val="22"/>
          <w:szCs w:val="22"/>
        </w:rPr>
        <w:t xml:space="preserve"> </w:t>
      </w:r>
      <w:r w:rsidR="00D9464F" w:rsidRPr="00B0280F">
        <w:rPr>
          <w:b w:val="0"/>
          <w:sz w:val="22"/>
          <w:szCs w:val="22"/>
        </w:rPr>
        <w:t>Die gewendelte Form</w:t>
      </w:r>
      <w:r w:rsidR="00EE3E12">
        <w:rPr>
          <w:b w:val="0"/>
          <w:sz w:val="22"/>
          <w:szCs w:val="22"/>
        </w:rPr>
        <w:t xml:space="preserve"> der Schneidwalze</w:t>
      </w:r>
      <w:r w:rsidR="00D9464F" w:rsidRPr="00B0280F">
        <w:rPr>
          <w:b w:val="0"/>
          <w:sz w:val="22"/>
          <w:szCs w:val="22"/>
        </w:rPr>
        <w:t xml:space="preserve"> sorgt für einen ruhigen Lauf, während das offene Design Verstopfungen verhindert.</w:t>
      </w:r>
    </w:p>
    <w:p w14:paraId="58FB1DC4" w14:textId="4BB194DA" w:rsidR="00925655" w:rsidRPr="00D9464F" w:rsidRDefault="00925655" w:rsidP="00B0280F">
      <w:pPr>
        <w:pStyle w:val="Titel"/>
        <w:spacing w:after="240" w:line="360" w:lineRule="auto"/>
        <w:ind w:right="1699"/>
        <w:jc w:val="both"/>
        <w:rPr>
          <w:bCs w:val="0"/>
          <w:sz w:val="22"/>
          <w:szCs w:val="22"/>
        </w:rPr>
      </w:pPr>
      <w:r w:rsidRPr="00D9464F">
        <w:rPr>
          <w:bCs w:val="0"/>
          <w:sz w:val="22"/>
          <w:szCs w:val="22"/>
        </w:rPr>
        <w:t>Passend für jeden Standort</w:t>
      </w:r>
    </w:p>
    <w:p w14:paraId="4C451B34" w14:textId="525F5262" w:rsidR="00B0280F" w:rsidRPr="00B0280F" w:rsidRDefault="00B0280F" w:rsidP="00B0280F">
      <w:pPr>
        <w:pStyle w:val="Titel"/>
        <w:spacing w:after="240" w:line="360" w:lineRule="auto"/>
        <w:ind w:right="1699"/>
        <w:jc w:val="both"/>
        <w:rPr>
          <w:b w:val="0"/>
          <w:sz w:val="22"/>
          <w:szCs w:val="22"/>
        </w:rPr>
      </w:pPr>
      <w:r w:rsidRPr="00B0280F">
        <w:rPr>
          <w:b w:val="0"/>
          <w:sz w:val="22"/>
          <w:szCs w:val="22"/>
        </w:rPr>
        <w:t xml:space="preserve">Damit Landwirte noch besser von dem sehr breit aufgestellten Walzenprogramm profitieren können, führt LEMKEN </w:t>
      </w:r>
      <w:r w:rsidR="00581B05">
        <w:rPr>
          <w:b w:val="0"/>
          <w:sz w:val="22"/>
          <w:szCs w:val="22"/>
        </w:rPr>
        <w:t>für den</w:t>
      </w:r>
      <w:r w:rsidRPr="00B0280F">
        <w:rPr>
          <w:b w:val="0"/>
          <w:sz w:val="22"/>
          <w:szCs w:val="22"/>
        </w:rPr>
        <w:t xml:space="preserve"> Rubin 10 MR und TF ein Walzenschnellwechselsystem ein</w:t>
      </w:r>
      <w:r w:rsidR="00CA28AA">
        <w:rPr>
          <w:b w:val="0"/>
          <w:sz w:val="22"/>
          <w:szCs w:val="22"/>
        </w:rPr>
        <w:t>.</w:t>
      </w:r>
      <w:r w:rsidRPr="00B0280F">
        <w:rPr>
          <w:b w:val="0"/>
          <w:sz w:val="22"/>
          <w:szCs w:val="22"/>
        </w:rPr>
        <w:t xml:space="preserve"> So kann </w:t>
      </w:r>
      <w:r w:rsidR="00CA28AA">
        <w:rPr>
          <w:b w:val="0"/>
          <w:sz w:val="22"/>
          <w:szCs w:val="22"/>
        </w:rPr>
        <w:t xml:space="preserve">mit noch weniger Aufwand </w:t>
      </w:r>
      <w:r w:rsidRPr="00B0280F">
        <w:rPr>
          <w:b w:val="0"/>
          <w:sz w:val="22"/>
          <w:szCs w:val="22"/>
        </w:rPr>
        <w:t xml:space="preserve">sehr zügig zwischen unterschiedlichen Einzel- und Doppelwalzen gewechselt werden, um das </w:t>
      </w:r>
      <w:r w:rsidR="008F4FCB">
        <w:rPr>
          <w:b w:val="0"/>
          <w:sz w:val="22"/>
          <w:szCs w:val="22"/>
        </w:rPr>
        <w:t>Arbeitsg</w:t>
      </w:r>
      <w:r w:rsidRPr="00B0280F">
        <w:rPr>
          <w:b w:val="0"/>
          <w:sz w:val="22"/>
          <w:szCs w:val="22"/>
        </w:rPr>
        <w:t xml:space="preserve">erät bestmöglich auf die unterschiedlichen Anforderungen anzupassen. </w:t>
      </w:r>
    </w:p>
    <w:p w14:paraId="50B36A21" w14:textId="205D7C4C" w:rsidR="00200BDA" w:rsidRDefault="00B0280F" w:rsidP="00B0280F">
      <w:pPr>
        <w:pStyle w:val="Titel"/>
        <w:spacing w:after="240" w:line="360" w:lineRule="auto"/>
        <w:ind w:right="1699"/>
        <w:jc w:val="both"/>
        <w:rPr>
          <w:b w:val="0"/>
          <w:sz w:val="22"/>
          <w:szCs w:val="22"/>
        </w:rPr>
      </w:pPr>
      <w:r w:rsidRPr="00B0280F">
        <w:rPr>
          <w:b w:val="0"/>
          <w:sz w:val="22"/>
          <w:szCs w:val="22"/>
        </w:rPr>
        <w:t xml:space="preserve">Die </w:t>
      </w:r>
      <w:r w:rsidR="00D9464F">
        <w:rPr>
          <w:b w:val="0"/>
          <w:sz w:val="22"/>
          <w:szCs w:val="22"/>
        </w:rPr>
        <w:t xml:space="preserve">beiden Kurzscheibeneggen </w:t>
      </w:r>
      <w:r w:rsidRPr="00B0280F">
        <w:rPr>
          <w:b w:val="0"/>
          <w:sz w:val="22"/>
          <w:szCs w:val="22"/>
        </w:rPr>
        <w:t>Rubin 10</w:t>
      </w:r>
      <w:r w:rsidR="00D9464F">
        <w:rPr>
          <w:b w:val="0"/>
          <w:sz w:val="22"/>
          <w:szCs w:val="22"/>
        </w:rPr>
        <w:t xml:space="preserve"> MR und TF ersetzen die bestehenden Versionen ab </w:t>
      </w:r>
      <w:r w:rsidR="00C44B38">
        <w:rPr>
          <w:b w:val="0"/>
          <w:sz w:val="22"/>
          <w:szCs w:val="22"/>
        </w:rPr>
        <w:t>2025</w:t>
      </w:r>
      <w:r w:rsidR="00D9464F">
        <w:rPr>
          <w:b w:val="0"/>
          <w:sz w:val="22"/>
          <w:szCs w:val="22"/>
        </w:rPr>
        <w:t>.</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4ABC7F7A" w14:textId="77777777" w:rsidR="00BD6A7D" w:rsidRDefault="00BD6A7D">
      <w:pPr>
        <w:rPr>
          <w:rFonts w:cs="Arial"/>
          <w:b/>
          <w:bCs/>
          <w:sz w:val="20"/>
          <w:szCs w:val="20"/>
        </w:rPr>
      </w:pPr>
      <w:r>
        <w:rPr>
          <w:rFonts w:cs="Arial"/>
          <w:b/>
          <w:bCs/>
          <w:sz w:val="20"/>
          <w:szCs w:val="20"/>
        </w:rPr>
        <w:br w:type="page"/>
      </w:r>
    </w:p>
    <w:p w14:paraId="36E0D363" w14:textId="0B07F130"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lastRenderedPageBreak/>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Traditionsunternehmen setzt es seit 24</w:t>
      </w:r>
      <w:r w:rsidR="0023097F">
        <w:rPr>
          <w:rFonts w:cs="Arial"/>
          <w:sz w:val="20"/>
          <w:szCs w:val="20"/>
        </w:rPr>
        <w:t>4</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Hackmaschinen, Düngerstreuer sowie smarte Lösungen für das landwirtschaftliche Datenmanagement. </w:t>
      </w:r>
    </w:p>
    <w:p w14:paraId="6A1A4E1C" w14:textId="77777777" w:rsidR="00C63EC9" w:rsidRPr="00C72F04" w:rsidRDefault="00C63EC9" w:rsidP="00361A72">
      <w:pPr>
        <w:pStyle w:val="Textkrper2"/>
        <w:ind w:right="1699"/>
      </w:pPr>
    </w:p>
    <w:p w14:paraId="1ADABF71" w14:textId="0087C034" w:rsidR="00A7781B" w:rsidRDefault="00A7781B">
      <w:pPr>
        <w:rPr>
          <w:b/>
          <w:sz w:val="20"/>
          <w:szCs w:val="20"/>
        </w:rPr>
      </w:pPr>
    </w:p>
    <w:p w14:paraId="0E337D83" w14:textId="7E0B842D" w:rsidR="00C63EC9" w:rsidRPr="001137C3" w:rsidRDefault="00C63EC9" w:rsidP="00361A72">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6862CF4C" w14:textId="39E238F0" w:rsidR="00C63EC9" w:rsidRPr="001137C3" w:rsidRDefault="001137C3" w:rsidP="00361A72">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1B7861B" w14:textId="6C993C22" w:rsidR="00C63EC9" w:rsidRPr="00E24B7F" w:rsidRDefault="00C63EC9" w:rsidP="00361A72">
      <w:pPr>
        <w:pStyle w:val="Textkrper2"/>
        <w:tabs>
          <w:tab w:val="left" w:pos="720"/>
          <w:tab w:val="left" w:pos="7200"/>
        </w:tabs>
        <w:spacing w:line="240" w:lineRule="auto"/>
        <w:ind w:right="1699"/>
        <w:rPr>
          <w:sz w:val="20"/>
          <w:szCs w:val="20"/>
        </w:rPr>
      </w:pPr>
      <w:r w:rsidRPr="00E24B7F">
        <w:rPr>
          <w:sz w:val="20"/>
          <w:szCs w:val="20"/>
        </w:rPr>
        <w:t>Phone</w:t>
      </w:r>
      <w:r w:rsidR="00E44DAF" w:rsidRPr="00E24B7F">
        <w:rPr>
          <w:sz w:val="20"/>
          <w:szCs w:val="20"/>
        </w:rPr>
        <w:t>:</w:t>
      </w:r>
      <w:r w:rsidRPr="00E24B7F">
        <w:rPr>
          <w:sz w:val="20"/>
          <w:szCs w:val="20"/>
        </w:rPr>
        <w:tab/>
        <w:t xml:space="preserve">+49 2802 81 - </w:t>
      </w:r>
      <w:r w:rsidR="001137C3" w:rsidRPr="00E24B7F">
        <w:rPr>
          <w:sz w:val="20"/>
          <w:szCs w:val="20"/>
        </w:rPr>
        <w:t>8240</w:t>
      </w:r>
    </w:p>
    <w:p w14:paraId="68A07812" w14:textId="3C4A3B02" w:rsidR="003000F9" w:rsidRPr="00E44DAF" w:rsidRDefault="00E44DAF" w:rsidP="003000F9">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001137C3" w:rsidRPr="00E44DAF">
        <w:rPr>
          <w:sz w:val="20"/>
          <w:szCs w:val="20"/>
          <w:lang w:val="fr-FR"/>
        </w:rPr>
        <w:t>k.fischer</w:t>
      </w:r>
      <w:r w:rsidR="003000F9" w:rsidRPr="00E44DAF">
        <w:rPr>
          <w:sz w:val="20"/>
          <w:szCs w:val="20"/>
          <w:lang w:val="fr-FR"/>
        </w:rPr>
        <w:t>@lemken.com</w:t>
      </w:r>
    </w:p>
    <w:p w14:paraId="6F2B4891" w14:textId="4439DD65" w:rsidR="00C63EC9" w:rsidRPr="00E44DAF" w:rsidRDefault="00C63EC9" w:rsidP="00361A72">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6A8BD072" w14:textId="77777777" w:rsidR="00C63EC9" w:rsidRPr="00E44DAF" w:rsidRDefault="00C63EC9" w:rsidP="00361A72">
      <w:pPr>
        <w:pStyle w:val="Textkrper2"/>
        <w:tabs>
          <w:tab w:val="left" w:pos="720"/>
          <w:tab w:val="left" w:pos="7200"/>
        </w:tabs>
        <w:spacing w:line="240" w:lineRule="auto"/>
        <w:ind w:right="1699"/>
        <w:rPr>
          <w:sz w:val="20"/>
          <w:szCs w:val="20"/>
          <w:lang w:val="fr-FR"/>
        </w:rPr>
      </w:pPr>
    </w:p>
    <w:p w14:paraId="10C8834D" w14:textId="77777777" w:rsidR="000006C4" w:rsidRPr="00E44DAF" w:rsidRDefault="000006C4" w:rsidP="00361A72">
      <w:pPr>
        <w:pStyle w:val="Textkrper2"/>
        <w:tabs>
          <w:tab w:val="left" w:pos="720"/>
          <w:tab w:val="left" w:pos="7200"/>
        </w:tabs>
        <w:ind w:right="1699"/>
        <w:rPr>
          <w:sz w:val="20"/>
          <w:szCs w:val="20"/>
          <w:lang w:val="fr-FR"/>
        </w:rPr>
      </w:pPr>
    </w:p>
    <w:p w14:paraId="7761EB4C" w14:textId="2DD2275E" w:rsidR="00C22B5C" w:rsidRDefault="000006C4" w:rsidP="00361A72">
      <w:pPr>
        <w:pStyle w:val="Textkrper2"/>
        <w:tabs>
          <w:tab w:val="left" w:pos="720"/>
          <w:tab w:val="left" w:pos="7200"/>
        </w:tabs>
        <w:ind w:right="1699"/>
        <w:rPr>
          <w:sz w:val="20"/>
          <w:szCs w:val="20"/>
        </w:rPr>
      </w:pPr>
      <w:r w:rsidRPr="00D97133">
        <w:rPr>
          <w:b/>
          <w:bCs/>
          <w:sz w:val="20"/>
          <w:szCs w:val="20"/>
        </w:rPr>
        <w:t>Bild 1:</w:t>
      </w:r>
      <w:r w:rsidR="005D0F76">
        <w:rPr>
          <w:sz w:val="20"/>
          <w:szCs w:val="20"/>
        </w:rPr>
        <w:t xml:space="preserve"> </w:t>
      </w:r>
      <w:r w:rsidR="006253D1">
        <w:rPr>
          <w:sz w:val="20"/>
          <w:szCs w:val="20"/>
        </w:rPr>
        <w:t>D</w:t>
      </w:r>
      <w:r w:rsidR="006253D1" w:rsidRPr="006253D1">
        <w:rPr>
          <w:sz w:val="20"/>
          <w:szCs w:val="20"/>
        </w:rPr>
        <w:t xml:space="preserve">ie im </w:t>
      </w:r>
      <w:proofErr w:type="spellStart"/>
      <w:r w:rsidR="006253D1" w:rsidRPr="006253D1">
        <w:rPr>
          <w:sz w:val="20"/>
          <w:szCs w:val="20"/>
        </w:rPr>
        <w:t>Dreipunkt</w:t>
      </w:r>
      <w:proofErr w:type="spellEnd"/>
      <w:r w:rsidR="006253D1" w:rsidRPr="006253D1">
        <w:rPr>
          <w:sz w:val="20"/>
          <w:szCs w:val="20"/>
        </w:rPr>
        <w:t xml:space="preserve"> angebaute Basisversion der LEMKEN Rubin 10 MR</w:t>
      </w:r>
      <w:r w:rsidR="006253D1">
        <w:rPr>
          <w:sz w:val="20"/>
          <w:szCs w:val="20"/>
        </w:rPr>
        <w:t xml:space="preserve"> gibt es bis 4 m Arbeitsbreite in starrer Ausführung</w:t>
      </w:r>
      <w:r w:rsidR="00337A38" w:rsidRPr="005D0F76">
        <w:rPr>
          <w:sz w:val="20"/>
          <w:szCs w:val="20"/>
        </w:rPr>
        <w:t>.</w:t>
      </w:r>
    </w:p>
    <w:p w14:paraId="41A960EC" w14:textId="064F4BDD" w:rsidR="00C16440" w:rsidRPr="005D0F76" w:rsidRDefault="00C16440" w:rsidP="00361A72">
      <w:pPr>
        <w:pStyle w:val="Textkrper2"/>
        <w:tabs>
          <w:tab w:val="left" w:pos="720"/>
          <w:tab w:val="left" w:pos="7200"/>
        </w:tabs>
        <w:ind w:right="1699"/>
        <w:rPr>
          <w:sz w:val="20"/>
          <w:szCs w:val="20"/>
        </w:rPr>
      </w:pPr>
      <w:r>
        <w:rPr>
          <w:noProof/>
          <w:sz w:val="20"/>
          <w:szCs w:val="20"/>
        </w:rPr>
        <w:drawing>
          <wp:inline distT="0" distB="0" distL="0" distR="0" wp14:anchorId="266E0CF0" wp14:editId="2A736612">
            <wp:extent cx="3600000" cy="2396026"/>
            <wp:effectExtent l="0" t="0" r="635" b="4445"/>
            <wp:docPr id="16914228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3600000" cy="2396026"/>
                    </a:xfrm>
                    <a:prstGeom prst="rect">
                      <a:avLst/>
                    </a:prstGeom>
                    <a:noFill/>
                    <a:ln>
                      <a:noFill/>
                    </a:ln>
                  </pic:spPr>
                </pic:pic>
              </a:graphicData>
            </a:graphic>
          </wp:inline>
        </w:drawing>
      </w:r>
    </w:p>
    <w:p w14:paraId="6D42E500" w14:textId="79D2C240" w:rsidR="00BB1FE6" w:rsidRDefault="00BB1FE6">
      <w:pPr>
        <w:rPr>
          <w:sz w:val="20"/>
          <w:szCs w:val="20"/>
        </w:rPr>
      </w:pPr>
    </w:p>
    <w:p w14:paraId="33C07263" w14:textId="719CB56B" w:rsidR="00744667" w:rsidRPr="003042A3" w:rsidRDefault="00744667" w:rsidP="00BB1FE6">
      <w:pPr>
        <w:pStyle w:val="Textkrper2"/>
        <w:tabs>
          <w:tab w:val="left" w:pos="720"/>
          <w:tab w:val="left" w:pos="7200"/>
        </w:tabs>
        <w:ind w:right="1699"/>
        <w:rPr>
          <w:sz w:val="20"/>
          <w:szCs w:val="20"/>
        </w:rPr>
      </w:pPr>
      <w:r w:rsidRPr="00D97133">
        <w:rPr>
          <w:b/>
          <w:bCs/>
          <w:sz w:val="20"/>
          <w:szCs w:val="20"/>
        </w:rPr>
        <w:t>Bild 2:</w:t>
      </w:r>
      <w:r w:rsidRPr="003042A3">
        <w:rPr>
          <w:sz w:val="20"/>
          <w:szCs w:val="20"/>
        </w:rPr>
        <w:t xml:space="preserve"> </w:t>
      </w:r>
      <w:bookmarkStart w:id="1" w:name="_Hlk175550318"/>
      <w:r w:rsidR="006253D1" w:rsidRPr="006253D1">
        <w:rPr>
          <w:sz w:val="20"/>
          <w:szCs w:val="20"/>
        </w:rPr>
        <w:t>Für den aufgesattelten Rubin 10 TF</w:t>
      </w:r>
      <w:r w:rsidR="006253D1">
        <w:rPr>
          <w:sz w:val="20"/>
          <w:szCs w:val="20"/>
        </w:rPr>
        <w:t xml:space="preserve"> von</w:t>
      </w:r>
      <w:r w:rsidR="006253D1" w:rsidRPr="006253D1">
        <w:rPr>
          <w:sz w:val="20"/>
          <w:szCs w:val="20"/>
        </w:rPr>
        <w:t xml:space="preserve"> 4 </w:t>
      </w:r>
      <w:r w:rsidR="006253D1">
        <w:rPr>
          <w:sz w:val="20"/>
          <w:szCs w:val="20"/>
        </w:rPr>
        <w:t xml:space="preserve">m </w:t>
      </w:r>
      <w:r w:rsidR="006253D1" w:rsidRPr="006253D1">
        <w:rPr>
          <w:sz w:val="20"/>
          <w:szCs w:val="20"/>
        </w:rPr>
        <w:t>bis 7 m Arbeitsbreite werden zahlreiche Neuerungen eingeführt</w:t>
      </w:r>
      <w:r w:rsidR="00B0280F" w:rsidRPr="005D0F76">
        <w:rPr>
          <w:sz w:val="20"/>
          <w:szCs w:val="20"/>
        </w:rPr>
        <w:t>.</w:t>
      </w:r>
      <w:bookmarkEnd w:id="1"/>
    </w:p>
    <w:p w14:paraId="511E6DD3" w14:textId="2B429DD0" w:rsidR="00744667" w:rsidRPr="00E44DAF" w:rsidRDefault="00C16440" w:rsidP="00744667">
      <w:pPr>
        <w:pStyle w:val="Textkrper2"/>
        <w:tabs>
          <w:tab w:val="left" w:pos="720"/>
          <w:tab w:val="left" w:pos="7200"/>
        </w:tabs>
        <w:ind w:right="1699"/>
        <w:rPr>
          <w:sz w:val="20"/>
          <w:szCs w:val="20"/>
          <w:lang w:val="fr-FR"/>
        </w:rPr>
      </w:pPr>
      <w:r>
        <w:rPr>
          <w:noProof/>
          <w:sz w:val="20"/>
          <w:szCs w:val="20"/>
        </w:rPr>
        <w:drawing>
          <wp:inline distT="0" distB="0" distL="0" distR="0" wp14:anchorId="24BCB822" wp14:editId="691EC8E1">
            <wp:extent cx="3600000" cy="2400000"/>
            <wp:effectExtent l="0" t="0" r="635" b="635"/>
            <wp:docPr id="151393669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3600000" cy="2400000"/>
                    </a:xfrm>
                    <a:prstGeom prst="rect">
                      <a:avLst/>
                    </a:prstGeom>
                    <a:noFill/>
                    <a:ln>
                      <a:noFill/>
                    </a:ln>
                  </pic:spPr>
                </pic:pic>
              </a:graphicData>
            </a:graphic>
          </wp:inline>
        </w:drawing>
      </w:r>
    </w:p>
    <w:sectPr w:rsidR="00744667" w:rsidRPr="00E44DAF"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A5A43" w14:textId="77777777" w:rsidR="00BD322E" w:rsidRDefault="00BD322E">
      <w:r>
        <w:separator/>
      </w:r>
    </w:p>
  </w:endnote>
  <w:endnote w:type="continuationSeparator" w:id="0">
    <w:p w14:paraId="4DB9F72C" w14:textId="77777777" w:rsidR="00BD322E" w:rsidRDefault="00BD3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99F979" w14:textId="77777777" w:rsidR="00BD322E" w:rsidRDefault="00BD322E">
      <w:r>
        <w:separator/>
      </w:r>
    </w:p>
  </w:footnote>
  <w:footnote w:type="continuationSeparator" w:id="0">
    <w:p w14:paraId="6E1A7745" w14:textId="77777777" w:rsidR="00BD322E" w:rsidRDefault="00BD32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10067DAE" w:rsidR="00E83CBB" w:rsidRDefault="00E83CBB" w:rsidP="00A009AD">
    <w:pPr>
      <w:pStyle w:val="Kopfzeile"/>
      <w:jc w:val="right"/>
    </w:pPr>
    <w:r>
      <w:t xml:space="preserve">Alpen, im </w:t>
    </w:r>
    <w:r w:rsidR="00B0280F">
      <w:t>August</w:t>
    </w:r>
    <w:r w:rsidR="000C2CE0">
      <w:t xml:space="preserve"> </w:t>
    </w:r>
    <w:r w:rsidR="0006759C">
      <w:t>20</w:t>
    </w:r>
    <w:r w:rsidR="006378C8">
      <w:t>2</w:t>
    </w:r>
    <w:r w:rsidR="000C2CE0">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355D00"/>
    <w:multiLevelType w:val="hybridMultilevel"/>
    <w:tmpl w:val="26A25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9014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07BEA"/>
    <w:rsid w:val="00012910"/>
    <w:rsid w:val="00021A5B"/>
    <w:rsid w:val="0002286F"/>
    <w:rsid w:val="0002324A"/>
    <w:rsid w:val="0002750B"/>
    <w:rsid w:val="00027C32"/>
    <w:rsid w:val="000315F3"/>
    <w:rsid w:val="00041178"/>
    <w:rsid w:val="000420BF"/>
    <w:rsid w:val="000517AD"/>
    <w:rsid w:val="00057641"/>
    <w:rsid w:val="00057D88"/>
    <w:rsid w:val="00062219"/>
    <w:rsid w:val="00062974"/>
    <w:rsid w:val="0006759C"/>
    <w:rsid w:val="00067ADA"/>
    <w:rsid w:val="00077B84"/>
    <w:rsid w:val="000803D1"/>
    <w:rsid w:val="00081816"/>
    <w:rsid w:val="0008615F"/>
    <w:rsid w:val="00091FD8"/>
    <w:rsid w:val="000960B0"/>
    <w:rsid w:val="000A34BF"/>
    <w:rsid w:val="000C2CE0"/>
    <w:rsid w:val="000D1D67"/>
    <w:rsid w:val="000D36F4"/>
    <w:rsid w:val="000D6FD3"/>
    <w:rsid w:val="000E7852"/>
    <w:rsid w:val="000F75AC"/>
    <w:rsid w:val="000F7823"/>
    <w:rsid w:val="00110353"/>
    <w:rsid w:val="001137C3"/>
    <w:rsid w:val="001141E8"/>
    <w:rsid w:val="001162C6"/>
    <w:rsid w:val="001206DC"/>
    <w:rsid w:val="001245C8"/>
    <w:rsid w:val="0012756A"/>
    <w:rsid w:val="00127B06"/>
    <w:rsid w:val="00127CE2"/>
    <w:rsid w:val="001335B6"/>
    <w:rsid w:val="00135436"/>
    <w:rsid w:val="00150F3E"/>
    <w:rsid w:val="001516C3"/>
    <w:rsid w:val="00156D6F"/>
    <w:rsid w:val="0015756F"/>
    <w:rsid w:val="00157A36"/>
    <w:rsid w:val="00167A88"/>
    <w:rsid w:val="00174DCC"/>
    <w:rsid w:val="00180BF9"/>
    <w:rsid w:val="00184E4C"/>
    <w:rsid w:val="00192E77"/>
    <w:rsid w:val="00195CA7"/>
    <w:rsid w:val="001A1079"/>
    <w:rsid w:val="001A325E"/>
    <w:rsid w:val="001B112A"/>
    <w:rsid w:val="001C1C22"/>
    <w:rsid w:val="001C1C60"/>
    <w:rsid w:val="001C24B4"/>
    <w:rsid w:val="001D347D"/>
    <w:rsid w:val="00200BDA"/>
    <w:rsid w:val="00202A78"/>
    <w:rsid w:val="002033C6"/>
    <w:rsid w:val="002046A9"/>
    <w:rsid w:val="0021127C"/>
    <w:rsid w:val="00215EF2"/>
    <w:rsid w:val="00225F31"/>
    <w:rsid w:val="0023097F"/>
    <w:rsid w:val="00230A9D"/>
    <w:rsid w:val="002337E4"/>
    <w:rsid w:val="002413E2"/>
    <w:rsid w:val="0024407C"/>
    <w:rsid w:val="0024691D"/>
    <w:rsid w:val="00246BF4"/>
    <w:rsid w:val="00257BBC"/>
    <w:rsid w:val="00261B9C"/>
    <w:rsid w:val="00264ADE"/>
    <w:rsid w:val="002718A9"/>
    <w:rsid w:val="00276E3B"/>
    <w:rsid w:val="002775AC"/>
    <w:rsid w:val="00282FE0"/>
    <w:rsid w:val="0029451A"/>
    <w:rsid w:val="00294BC3"/>
    <w:rsid w:val="00297844"/>
    <w:rsid w:val="002A0C42"/>
    <w:rsid w:val="002A5BD4"/>
    <w:rsid w:val="002A7641"/>
    <w:rsid w:val="002B4A05"/>
    <w:rsid w:val="002C0B0D"/>
    <w:rsid w:val="002C4813"/>
    <w:rsid w:val="002C79DF"/>
    <w:rsid w:val="002D0A62"/>
    <w:rsid w:val="002F1D76"/>
    <w:rsid w:val="002F3EBF"/>
    <w:rsid w:val="002F7D3E"/>
    <w:rsid w:val="003000F9"/>
    <w:rsid w:val="003042A3"/>
    <w:rsid w:val="00311A99"/>
    <w:rsid w:val="003136E4"/>
    <w:rsid w:val="00320DC7"/>
    <w:rsid w:val="003373C6"/>
    <w:rsid w:val="00337A38"/>
    <w:rsid w:val="00340E20"/>
    <w:rsid w:val="003415A7"/>
    <w:rsid w:val="00342678"/>
    <w:rsid w:val="003444F6"/>
    <w:rsid w:val="00344975"/>
    <w:rsid w:val="00352553"/>
    <w:rsid w:val="00361A72"/>
    <w:rsid w:val="003674CA"/>
    <w:rsid w:val="00372E43"/>
    <w:rsid w:val="0037415C"/>
    <w:rsid w:val="003755F3"/>
    <w:rsid w:val="003829BD"/>
    <w:rsid w:val="00382CC3"/>
    <w:rsid w:val="00386F60"/>
    <w:rsid w:val="00391A14"/>
    <w:rsid w:val="003A5363"/>
    <w:rsid w:val="003B0DB8"/>
    <w:rsid w:val="003B0EC1"/>
    <w:rsid w:val="003B2EE9"/>
    <w:rsid w:val="003B32CF"/>
    <w:rsid w:val="003B57EC"/>
    <w:rsid w:val="003C27A1"/>
    <w:rsid w:val="003D0269"/>
    <w:rsid w:val="003D50D9"/>
    <w:rsid w:val="003F1FF1"/>
    <w:rsid w:val="003F7002"/>
    <w:rsid w:val="00405CCC"/>
    <w:rsid w:val="004135EC"/>
    <w:rsid w:val="00416831"/>
    <w:rsid w:val="00440BE1"/>
    <w:rsid w:val="00440CEC"/>
    <w:rsid w:val="00453005"/>
    <w:rsid w:val="004632EB"/>
    <w:rsid w:val="00464588"/>
    <w:rsid w:val="0046669D"/>
    <w:rsid w:val="0048050B"/>
    <w:rsid w:val="00492606"/>
    <w:rsid w:val="0049481C"/>
    <w:rsid w:val="00494FE7"/>
    <w:rsid w:val="004A083E"/>
    <w:rsid w:val="004A4F05"/>
    <w:rsid w:val="004A5596"/>
    <w:rsid w:val="004A6360"/>
    <w:rsid w:val="004C5543"/>
    <w:rsid w:val="004C5CCE"/>
    <w:rsid w:val="004D316F"/>
    <w:rsid w:val="004D4B93"/>
    <w:rsid w:val="004D7CBB"/>
    <w:rsid w:val="004E3409"/>
    <w:rsid w:val="004E361B"/>
    <w:rsid w:val="004E63C2"/>
    <w:rsid w:val="004E6B3C"/>
    <w:rsid w:val="004F112B"/>
    <w:rsid w:val="004F24B7"/>
    <w:rsid w:val="004F3150"/>
    <w:rsid w:val="00514004"/>
    <w:rsid w:val="00523ECB"/>
    <w:rsid w:val="0053594A"/>
    <w:rsid w:val="00540D05"/>
    <w:rsid w:val="00542D54"/>
    <w:rsid w:val="00543685"/>
    <w:rsid w:val="00543A83"/>
    <w:rsid w:val="00563B2A"/>
    <w:rsid w:val="00570705"/>
    <w:rsid w:val="00571104"/>
    <w:rsid w:val="00577C88"/>
    <w:rsid w:val="00581B05"/>
    <w:rsid w:val="00590825"/>
    <w:rsid w:val="00590C5C"/>
    <w:rsid w:val="0059685D"/>
    <w:rsid w:val="005A35B4"/>
    <w:rsid w:val="005A4985"/>
    <w:rsid w:val="005A5776"/>
    <w:rsid w:val="005B12A3"/>
    <w:rsid w:val="005B1918"/>
    <w:rsid w:val="005B1A62"/>
    <w:rsid w:val="005B3274"/>
    <w:rsid w:val="005C4D35"/>
    <w:rsid w:val="005D0F76"/>
    <w:rsid w:val="005D43CE"/>
    <w:rsid w:val="005E3649"/>
    <w:rsid w:val="005E3982"/>
    <w:rsid w:val="005E4024"/>
    <w:rsid w:val="005F48A2"/>
    <w:rsid w:val="005F50D2"/>
    <w:rsid w:val="00605437"/>
    <w:rsid w:val="00607436"/>
    <w:rsid w:val="00610310"/>
    <w:rsid w:val="00614296"/>
    <w:rsid w:val="006253D1"/>
    <w:rsid w:val="0063557E"/>
    <w:rsid w:val="006378C8"/>
    <w:rsid w:val="006450B2"/>
    <w:rsid w:val="0064585D"/>
    <w:rsid w:val="00646F26"/>
    <w:rsid w:val="00654782"/>
    <w:rsid w:val="00655910"/>
    <w:rsid w:val="00656D60"/>
    <w:rsid w:val="00656F0F"/>
    <w:rsid w:val="00656FEA"/>
    <w:rsid w:val="006620A7"/>
    <w:rsid w:val="00666D43"/>
    <w:rsid w:val="00676545"/>
    <w:rsid w:val="00677DC6"/>
    <w:rsid w:val="00680A9A"/>
    <w:rsid w:val="00683B19"/>
    <w:rsid w:val="00686320"/>
    <w:rsid w:val="00696D2C"/>
    <w:rsid w:val="006A3CA1"/>
    <w:rsid w:val="006A572B"/>
    <w:rsid w:val="006B3B3C"/>
    <w:rsid w:val="006B3C8F"/>
    <w:rsid w:val="006B61BF"/>
    <w:rsid w:val="006C0FD9"/>
    <w:rsid w:val="006C2EF1"/>
    <w:rsid w:val="006D3105"/>
    <w:rsid w:val="006D5139"/>
    <w:rsid w:val="006E3D1E"/>
    <w:rsid w:val="006F493F"/>
    <w:rsid w:val="006F54A5"/>
    <w:rsid w:val="00704D8F"/>
    <w:rsid w:val="0071016A"/>
    <w:rsid w:val="00710650"/>
    <w:rsid w:val="00711A52"/>
    <w:rsid w:val="00711B24"/>
    <w:rsid w:val="007150BC"/>
    <w:rsid w:val="00715415"/>
    <w:rsid w:val="00717184"/>
    <w:rsid w:val="0072123B"/>
    <w:rsid w:val="00744667"/>
    <w:rsid w:val="007468CB"/>
    <w:rsid w:val="007745A6"/>
    <w:rsid w:val="007773E3"/>
    <w:rsid w:val="007816E6"/>
    <w:rsid w:val="00785157"/>
    <w:rsid w:val="00793CCE"/>
    <w:rsid w:val="007A39C8"/>
    <w:rsid w:val="007C2883"/>
    <w:rsid w:val="007C53F1"/>
    <w:rsid w:val="007D13C5"/>
    <w:rsid w:val="007E06E2"/>
    <w:rsid w:val="007E1ADD"/>
    <w:rsid w:val="007E28F5"/>
    <w:rsid w:val="007E6E22"/>
    <w:rsid w:val="008006DD"/>
    <w:rsid w:val="0080136E"/>
    <w:rsid w:val="0080546E"/>
    <w:rsid w:val="00806B8C"/>
    <w:rsid w:val="00807BB1"/>
    <w:rsid w:val="008140CA"/>
    <w:rsid w:val="0081648C"/>
    <w:rsid w:val="008239FC"/>
    <w:rsid w:val="00834DE1"/>
    <w:rsid w:val="008568E5"/>
    <w:rsid w:val="0085781E"/>
    <w:rsid w:val="00870611"/>
    <w:rsid w:val="00871E65"/>
    <w:rsid w:val="008818CB"/>
    <w:rsid w:val="0088637A"/>
    <w:rsid w:val="0089279F"/>
    <w:rsid w:val="008A7023"/>
    <w:rsid w:val="008B05C6"/>
    <w:rsid w:val="008C3B58"/>
    <w:rsid w:val="008C705B"/>
    <w:rsid w:val="008D271E"/>
    <w:rsid w:val="008D71A6"/>
    <w:rsid w:val="008D76FB"/>
    <w:rsid w:val="008E2C03"/>
    <w:rsid w:val="008E3B89"/>
    <w:rsid w:val="008F4FCB"/>
    <w:rsid w:val="00901981"/>
    <w:rsid w:val="00904035"/>
    <w:rsid w:val="00906ABE"/>
    <w:rsid w:val="00912C49"/>
    <w:rsid w:val="00917986"/>
    <w:rsid w:val="00922957"/>
    <w:rsid w:val="00925655"/>
    <w:rsid w:val="0093276B"/>
    <w:rsid w:val="00935E30"/>
    <w:rsid w:val="00950F1C"/>
    <w:rsid w:val="009553A7"/>
    <w:rsid w:val="0096335D"/>
    <w:rsid w:val="00973EDE"/>
    <w:rsid w:val="00981585"/>
    <w:rsid w:val="009838F0"/>
    <w:rsid w:val="009864C1"/>
    <w:rsid w:val="009879B0"/>
    <w:rsid w:val="00991C5D"/>
    <w:rsid w:val="00994BBD"/>
    <w:rsid w:val="009A3071"/>
    <w:rsid w:val="009A4EBD"/>
    <w:rsid w:val="009A61F5"/>
    <w:rsid w:val="009B1351"/>
    <w:rsid w:val="009B1913"/>
    <w:rsid w:val="009C4144"/>
    <w:rsid w:val="009C7079"/>
    <w:rsid w:val="009D324D"/>
    <w:rsid w:val="009F71E4"/>
    <w:rsid w:val="00A009AD"/>
    <w:rsid w:val="00A02AAB"/>
    <w:rsid w:val="00A035AC"/>
    <w:rsid w:val="00A174A6"/>
    <w:rsid w:val="00A20886"/>
    <w:rsid w:val="00A27633"/>
    <w:rsid w:val="00A30292"/>
    <w:rsid w:val="00A3137B"/>
    <w:rsid w:val="00A343C7"/>
    <w:rsid w:val="00A46F69"/>
    <w:rsid w:val="00A52D52"/>
    <w:rsid w:val="00A72B4D"/>
    <w:rsid w:val="00A7781B"/>
    <w:rsid w:val="00A82D37"/>
    <w:rsid w:val="00A87C53"/>
    <w:rsid w:val="00A93F5A"/>
    <w:rsid w:val="00A951B8"/>
    <w:rsid w:val="00A96015"/>
    <w:rsid w:val="00A9604E"/>
    <w:rsid w:val="00AA09C4"/>
    <w:rsid w:val="00AB3ADC"/>
    <w:rsid w:val="00AB60A1"/>
    <w:rsid w:val="00AC1AEC"/>
    <w:rsid w:val="00AD55B4"/>
    <w:rsid w:val="00AD651E"/>
    <w:rsid w:val="00AF1E45"/>
    <w:rsid w:val="00AF2660"/>
    <w:rsid w:val="00B0280F"/>
    <w:rsid w:val="00B15D31"/>
    <w:rsid w:val="00B21FAE"/>
    <w:rsid w:val="00B23E16"/>
    <w:rsid w:val="00B245F9"/>
    <w:rsid w:val="00B26CB1"/>
    <w:rsid w:val="00B30013"/>
    <w:rsid w:val="00B32C07"/>
    <w:rsid w:val="00B331CC"/>
    <w:rsid w:val="00B343BE"/>
    <w:rsid w:val="00B4239C"/>
    <w:rsid w:val="00B4424A"/>
    <w:rsid w:val="00B5167C"/>
    <w:rsid w:val="00B61734"/>
    <w:rsid w:val="00B64151"/>
    <w:rsid w:val="00B66413"/>
    <w:rsid w:val="00B67A8C"/>
    <w:rsid w:val="00B72C35"/>
    <w:rsid w:val="00B73BDF"/>
    <w:rsid w:val="00B777B9"/>
    <w:rsid w:val="00B848C6"/>
    <w:rsid w:val="00B90B04"/>
    <w:rsid w:val="00BA0D06"/>
    <w:rsid w:val="00BA2775"/>
    <w:rsid w:val="00BA514A"/>
    <w:rsid w:val="00BA6BB1"/>
    <w:rsid w:val="00BB122E"/>
    <w:rsid w:val="00BB1B5D"/>
    <w:rsid w:val="00BB1FE6"/>
    <w:rsid w:val="00BC6F6C"/>
    <w:rsid w:val="00BD0BEF"/>
    <w:rsid w:val="00BD322E"/>
    <w:rsid w:val="00BD4964"/>
    <w:rsid w:val="00BD6A7D"/>
    <w:rsid w:val="00BF1211"/>
    <w:rsid w:val="00BF22BD"/>
    <w:rsid w:val="00BF30E2"/>
    <w:rsid w:val="00BF5878"/>
    <w:rsid w:val="00BF5920"/>
    <w:rsid w:val="00C0066A"/>
    <w:rsid w:val="00C00C15"/>
    <w:rsid w:val="00C05D0B"/>
    <w:rsid w:val="00C07199"/>
    <w:rsid w:val="00C07A07"/>
    <w:rsid w:val="00C10F6A"/>
    <w:rsid w:val="00C114A2"/>
    <w:rsid w:val="00C16440"/>
    <w:rsid w:val="00C20AD6"/>
    <w:rsid w:val="00C20D85"/>
    <w:rsid w:val="00C21441"/>
    <w:rsid w:val="00C218EA"/>
    <w:rsid w:val="00C22B5C"/>
    <w:rsid w:val="00C30AB6"/>
    <w:rsid w:val="00C3479F"/>
    <w:rsid w:val="00C361E9"/>
    <w:rsid w:val="00C4432E"/>
    <w:rsid w:val="00C44B38"/>
    <w:rsid w:val="00C46CC8"/>
    <w:rsid w:val="00C50169"/>
    <w:rsid w:val="00C51E1C"/>
    <w:rsid w:val="00C537F4"/>
    <w:rsid w:val="00C55560"/>
    <w:rsid w:val="00C563F2"/>
    <w:rsid w:val="00C603F8"/>
    <w:rsid w:val="00C63EC9"/>
    <w:rsid w:val="00C72F04"/>
    <w:rsid w:val="00C761B6"/>
    <w:rsid w:val="00C8677B"/>
    <w:rsid w:val="00C961F4"/>
    <w:rsid w:val="00CA28AA"/>
    <w:rsid w:val="00CA5001"/>
    <w:rsid w:val="00CA7E85"/>
    <w:rsid w:val="00CB2B84"/>
    <w:rsid w:val="00CB33B7"/>
    <w:rsid w:val="00CB400C"/>
    <w:rsid w:val="00CB5D32"/>
    <w:rsid w:val="00CB6141"/>
    <w:rsid w:val="00CC30A4"/>
    <w:rsid w:val="00CD4F46"/>
    <w:rsid w:val="00CE5E25"/>
    <w:rsid w:val="00CE6273"/>
    <w:rsid w:val="00CF075E"/>
    <w:rsid w:val="00CF675A"/>
    <w:rsid w:val="00CF79B1"/>
    <w:rsid w:val="00D01116"/>
    <w:rsid w:val="00D10F5D"/>
    <w:rsid w:val="00D16309"/>
    <w:rsid w:val="00D21B1D"/>
    <w:rsid w:val="00D27B99"/>
    <w:rsid w:val="00D33ED0"/>
    <w:rsid w:val="00D3545C"/>
    <w:rsid w:val="00D35679"/>
    <w:rsid w:val="00D402AC"/>
    <w:rsid w:val="00D45E29"/>
    <w:rsid w:val="00D54775"/>
    <w:rsid w:val="00D71146"/>
    <w:rsid w:val="00D7690D"/>
    <w:rsid w:val="00D9048E"/>
    <w:rsid w:val="00D913D0"/>
    <w:rsid w:val="00D9464F"/>
    <w:rsid w:val="00D95717"/>
    <w:rsid w:val="00D97133"/>
    <w:rsid w:val="00DA57C3"/>
    <w:rsid w:val="00DA71F5"/>
    <w:rsid w:val="00DB5EB6"/>
    <w:rsid w:val="00DB6559"/>
    <w:rsid w:val="00DC29CD"/>
    <w:rsid w:val="00DD0753"/>
    <w:rsid w:val="00DD7CE2"/>
    <w:rsid w:val="00DE702A"/>
    <w:rsid w:val="00DF2AFB"/>
    <w:rsid w:val="00DF3073"/>
    <w:rsid w:val="00DF47B6"/>
    <w:rsid w:val="00DF75AC"/>
    <w:rsid w:val="00E00515"/>
    <w:rsid w:val="00E01DAC"/>
    <w:rsid w:val="00E12495"/>
    <w:rsid w:val="00E1583E"/>
    <w:rsid w:val="00E24B7F"/>
    <w:rsid w:val="00E255E3"/>
    <w:rsid w:val="00E30F7E"/>
    <w:rsid w:val="00E35B02"/>
    <w:rsid w:val="00E4033F"/>
    <w:rsid w:val="00E43DAF"/>
    <w:rsid w:val="00E44DAF"/>
    <w:rsid w:val="00E5127F"/>
    <w:rsid w:val="00E6032D"/>
    <w:rsid w:val="00E662F2"/>
    <w:rsid w:val="00E75A5D"/>
    <w:rsid w:val="00E83CBB"/>
    <w:rsid w:val="00E86B29"/>
    <w:rsid w:val="00E86EDF"/>
    <w:rsid w:val="00E95A59"/>
    <w:rsid w:val="00EA670F"/>
    <w:rsid w:val="00EB5F2A"/>
    <w:rsid w:val="00EB5F42"/>
    <w:rsid w:val="00EC0405"/>
    <w:rsid w:val="00EC7573"/>
    <w:rsid w:val="00ED1A44"/>
    <w:rsid w:val="00ED3628"/>
    <w:rsid w:val="00ED718D"/>
    <w:rsid w:val="00EE3E12"/>
    <w:rsid w:val="00EE73E3"/>
    <w:rsid w:val="00EF5A50"/>
    <w:rsid w:val="00EF5C3D"/>
    <w:rsid w:val="00F15DB4"/>
    <w:rsid w:val="00F24653"/>
    <w:rsid w:val="00F33225"/>
    <w:rsid w:val="00F3583B"/>
    <w:rsid w:val="00F36037"/>
    <w:rsid w:val="00F41231"/>
    <w:rsid w:val="00F53B23"/>
    <w:rsid w:val="00F554A7"/>
    <w:rsid w:val="00F769F1"/>
    <w:rsid w:val="00F82E49"/>
    <w:rsid w:val="00F877CA"/>
    <w:rsid w:val="00F9506A"/>
    <w:rsid w:val="00FB3192"/>
    <w:rsid w:val="00FB48CF"/>
    <w:rsid w:val="00FB6AA4"/>
    <w:rsid w:val="00FC5856"/>
    <w:rsid w:val="00FC593A"/>
    <w:rsid w:val="00FD2177"/>
    <w:rsid w:val="00FD27DD"/>
    <w:rsid w:val="00FD4899"/>
    <w:rsid w:val="00FD52EB"/>
    <w:rsid w:val="00FD7270"/>
    <w:rsid w:val="00FE48BC"/>
    <w:rsid w:val="00FE517A"/>
    <w:rsid w:val="00FF1200"/>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572833">
      <w:bodyDiv w:val="1"/>
      <w:marLeft w:val="0"/>
      <w:marRight w:val="0"/>
      <w:marTop w:val="0"/>
      <w:marBottom w:val="0"/>
      <w:divBdr>
        <w:top w:val="none" w:sz="0" w:space="0" w:color="auto"/>
        <w:left w:val="none" w:sz="0" w:space="0" w:color="auto"/>
        <w:bottom w:val="none" w:sz="0" w:space="0" w:color="auto"/>
        <w:right w:val="none" w:sz="0" w:space="0" w:color="auto"/>
      </w:divBdr>
    </w:div>
    <w:div w:id="1128083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584</Words>
  <Characters>3712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9</cp:revision>
  <cp:lastPrinted>2024-08-27T07:55:00Z</cp:lastPrinted>
  <dcterms:created xsi:type="dcterms:W3CDTF">2024-08-23T10:26:00Z</dcterms:created>
  <dcterms:modified xsi:type="dcterms:W3CDTF">2024-08-27T07:55:00Z</dcterms:modified>
</cp:coreProperties>
</file>